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39206" w14:textId="77777777" w:rsidR="00F4406B" w:rsidRPr="002D6872" w:rsidRDefault="00F4406B" w:rsidP="00F4406B">
      <w:pPr>
        <w:pStyle w:val="ANEXO"/>
        <w:numPr>
          <w:ilvl w:val="0"/>
          <w:numId w:val="0"/>
        </w:numPr>
        <w:tabs>
          <w:tab w:val="left" w:pos="1276"/>
        </w:tabs>
        <w:outlineLvl w:val="1"/>
        <w:rPr>
          <w:rFonts w:cs="Arial"/>
          <w:sz w:val="22"/>
          <w:szCs w:val="22"/>
        </w:rPr>
      </w:pPr>
      <w:bookmarkStart w:id="0" w:name="_Toc148687157"/>
      <w:r w:rsidRPr="002D6872">
        <w:rPr>
          <w:rFonts w:cs="Arial"/>
          <w:sz w:val="22"/>
          <w:szCs w:val="22"/>
        </w:rPr>
        <w:t>ANEXO 5.</w:t>
      </w:r>
      <w:r>
        <w:rPr>
          <w:rFonts w:cs="Arial"/>
          <w:sz w:val="22"/>
          <w:szCs w:val="22"/>
        </w:rPr>
        <w:t>-</w:t>
      </w:r>
      <w:r w:rsidRPr="002D6872">
        <w:rPr>
          <w:rFonts w:cs="Arial"/>
          <w:sz w:val="22"/>
          <w:szCs w:val="22"/>
        </w:rPr>
        <w:t xml:space="preserve"> SOLVENCIA TECNICA O PROFESIONAL</w:t>
      </w:r>
      <w:bookmarkEnd w:id="0"/>
    </w:p>
    <w:p w14:paraId="19D5D3FD" w14:textId="77777777" w:rsidR="00F4406B" w:rsidRDefault="00F4406B" w:rsidP="00F4406B">
      <w:pPr>
        <w:keepNext/>
        <w:numPr>
          <w:ilvl w:val="0"/>
          <w:numId w:val="36"/>
        </w:numPr>
        <w:tabs>
          <w:tab w:val="left" w:pos="-1734"/>
        </w:tabs>
        <w:suppressAutoHyphens/>
        <w:autoSpaceDN w:val="0"/>
        <w:spacing w:before="360" w:after="120" w:line="288" w:lineRule="auto"/>
        <w:jc w:val="both"/>
        <w:rPr>
          <w:rFonts w:ascii="Arial" w:hAnsi="Arial" w:cs="Arial"/>
          <w:b/>
          <w:lang w:val="es-ES_tradnl"/>
        </w:rPr>
      </w:pPr>
      <w:bookmarkStart w:id="1" w:name="_Ref508221653"/>
      <w:r>
        <w:rPr>
          <w:rFonts w:ascii="Arial" w:hAnsi="Arial" w:cs="Arial"/>
          <w:b/>
          <w:lang w:val="es-ES_tradnl"/>
        </w:rPr>
        <w:t>FORMULARIO T-1. Trabajos ejecutados en el curso de los tres (3) últimos años correspondientes al mismo grupo o subgrupo de clasificación al que corresponde el contrato.</w:t>
      </w:r>
      <w:bookmarkEnd w:id="1"/>
    </w:p>
    <w:tbl>
      <w:tblPr>
        <w:tblW w:w="1239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1"/>
        <w:gridCol w:w="1418"/>
        <w:gridCol w:w="1275"/>
        <w:gridCol w:w="1843"/>
        <w:gridCol w:w="1134"/>
        <w:gridCol w:w="1701"/>
        <w:gridCol w:w="1701"/>
        <w:gridCol w:w="2126"/>
      </w:tblGrid>
      <w:tr w:rsidR="00F4406B" w14:paraId="082A0022" w14:textId="77777777" w:rsidTr="00B85E0E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32424A" w14:textId="77777777" w:rsidR="00F4406B" w:rsidRDefault="00F4406B" w:rsidP="00B85E0E">
            <w:pPr>
              <w:spacing w:before="60" w:after="60" w:line="288" w:lineRule="auto"/>
              <w:ind w:right="-1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Nº</w:t>
            </w:r>
            <w:proofErr w:type="spellEnd"/>
            <w:r>
              <w:rPr>
                <w:rFonts w:ascii="Arial" w:hAnsi="Arial" w:cs="Arial"/>
                <w:b/>
              </w:rPr>
              <w:t xml:space="preserve"> de orden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25DF43" w14:textId="77777777" w:rsidR="00F4406B" w:rsidRDefault="00F4406B" w:rsidP="00B85E0E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spacing w:before="60" w:after="60" w:line="288" w:lineRule="auto"/>
              <w:ind w:right="-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Título del trabajo (1)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F2C0AA" w14:textId="77777777" w:rsidR="00F4406B" w:rsidRDefault="00F4406B" w:rsidP="00B85E0E">
            <w:pPr>
              <w:spacing w:before="60" w:after="60" w:line="288" w:lineRule="auto"/>
              <w:ind w:right="-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Provincia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D623DB" w14:textId="77777777" w:rsidR="00F4406B" w:rsidRDefault="00F4406B" w:rsidP="00B85E0E">
            <w:pPr>
              <w:spacing w:before="60" w:after="60" w:line="288" w:lineRule="auto"/>
              <w:ind w:right="-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Administración Contratante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2A6A30" w14:textId="77777777" w:rsidR="00F4406B" w:rsidRDefault="00F4406B" w:rsidP="00B85E0E">
            <w:pPr>
              <w:spacing w:before="60" w:after="60" w:line="288" w:lineRule="auto"/>
              <w:ind w:right="-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38A747" w14:textId="77777777" w:rsidR="00F4406B" w:rsidRDefault="00F4406B" w:rsidP="00B85E0E">
            <w:pPr>
              <w:spacing w:before="60" w:after="60" w:line="288" w:lineRule="auto"/>
              <w:ind w:right="-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Presupuesto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7621BD" w14:textId="77777777" w:rsidR="00F4406B" w:rsidRDefault="00F4406B" w:rsidP="00B85E0E">
            <w:pPr>
              <w:spacing w:before="60" w:after="60" w:line="288" w:lineRule="auto"/>
              <w:ind w:right="-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Plazo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F92C6D" w14:textId="77777777" w:rsidR="00F4406B" w:rsidRDefault="00F4406B" w:rsidP="00B85E0E">
            <w:pPr>
              <w:spacing w:before="60" w:after="60" w:line="288" w:lineRule="auto"/>
              <w:ind w:right="-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Observaciones (2)</w:t>
            </w:r>
          </w:p>
        </w:tc>
      </w:tr>
      <w:tr w:rsidR="00F4406B" w14:paraId="2452E795" w14:textId="77777777" w:rsidTr="00B85E0E">
        <w:trPr>
          <w:trHeight w:val="823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3C41C" w14:textId="77777777" w:rsidR="00F4406B" w:rsidRDefault="00F4406B" w:rsidP="00B85E0E">
            <w:pPr>
              <w:spacing w:before="60" w:after="60" w:line="288" w:lineRule="auto"/>
              <w:ind w:right="-1"/>
              <w:jc w:val="both"/>
              <w:rPr>
                <w:rFonts w:ascii="Arial" w:hAnsi="Arial" w:cs="Arial"/>
              </w:rPr>
            </w:pPr>
          </w:p>
          <w:p w14:paraId="7E974301" w14:textId="77777777" w:rsidR="00F4406B" w:rsidRDefault="00F4406B" w:rsidP="00B85E0E">
            <w:pPr>
              <w:spacing w:before="60" w:after="60" w:line="288" w:lineRule="auto"/>
              <w:ind w:right="-1"/>
              <w:jc w:val="both"/>
              <w:rPr>
                <w:rFonts w:ascii="Arial" w:hAnsi="Arial" w:cs="Arial"/>
              </w:rPr>
            </w:pPr>
          </w:p>
          <w:p w14:paraId="0BF27F98" w14:textId="77777777" w:rsidR="00F4406B" w:rsidRDefault="00F4406B" w:rsidP="00B85E0E">
            <w:pPr>
              <w:spacing w:before="60" w:after="60" w:line="288" w:lineRule="auto"/>
              <w:ind w:right="-1"/>
              <w:jc w:val="both"/>
              <w:rPr>
                <w:rFonts w:ascii="Arial" w:hAnsi="Arial" w:cs="Arial"/>
              </w:rPr>
            </w:pPr>
          </w:p>
          <w:p w14:paraId="71159201" w14:textId="77777777" w:rsidR="00F4406B" w:rsidRDefault="00F4406B" w:rsidP="00B85E0E">
            <w:pPr>
              <w:spacing w:before="60" w:after="60" w:line="288" w:lineRule="auto"/>
              <w:ind w:right="-1"/>
              <w:jc w:val="both"/>
              <w:rPr>
                <w:rFonts w:ascii="Arial" w:hAnsi="Arial" w:cs="Arial"/>
              </w:rPr>
            </w:pPr>
          </w:p>
          <w:p w14:paraId="638F1B82" w14:textId="77777777" w:rsidR="00F4406B" w:rsidRDefault="00F4406B" w:rsidP="00B85E0E">
            <w:pPr>
              <w:spacing w:before="60" w:after="60" w:line="288" w:lineRule="auto"/>
              <w:ind w:right="-1"/>
              <w:jc w:val="both"/>
              <w:rPr>
                <w:rFonts w:ascii="Arial" w:hAnsi="Arial" w:cs="Arial"/>
              </w:rPr>
            </w:pPr>
          </w:p>
          <w:p w14:paraId="041F40D8" w14:textId="77777777" w:rsidR="00F4406B" w:rsidRDefault="00F4406B" w:rsidP="00B85E0E">
            <w:pPr>
              <w:spacing w:before="60" w:after="60" w:line="288" w:lineRule="auto"/>
              <w:ind w:right="-1"/>
              <w:jc w:val="both"/>
              <w:rPr>
                <w:rFonts w:ascii="Arial" w:hAnsi="Arial" w:cs="Arial"/>
              </w:rPr>
            </w:pPr>
          </w:p>
          <w:p w14:paraId="3E074030" w14:textId="77777777" w:rsidR="00F4406B" w:rsidRDefault="00F4406B" w:rsidP="00B85E0E">
            <w:pPr>
              <w:spacing w:before="60" w:after="60" w:line="288" w:lineRule="auto"/>
              <w:ind w:right="-1"/>
              <w:jc w:val="both"/>
              <w:rPr>
                <w:rFonts w:ascii="Arial" w:hAnsi="Arial" w:cs="Arial"/>
              </w:rPr>
            </w:pPr>
          </w:p>
          <w:p w14:paraId="3736413D" w14:textId="77777777" w:rsidR="00F4406B" w:rsidRDefault="00F4406B" w:rsidP="00B85E0E">
            <w:pPr>
              <w:spacing w:before="60" w:after="60" w:line="288" w:lineRule="auto"/>
              <w:ind w:right="-1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7185CC" w14:textId="77777777" w:rsidR="00F4406B" w:rsidRDefault="00F4406B" w:rsidP="00B85E0E">
            <w:pPr>
              <w:spacing w:before="60" w:after="60" w:line="288" w:lineRule="auto"/>
              <w:ind w:right="-1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26A546" w14:textId="77777777" w:rsidR="00F4406B" w:rsidRDefault="00F4406B" w:rsidP="00B85E0E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spacing w:before="60" w:after="60" w:line="288" w:lineRule="auto"/>
              <w:ind w:right="-1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9F30D0" w14:textId="77777777" w:rsidR="00F4406B" w:rsidRDefault="00F4406B" w:rsidP="00B85E0E">
            <w:pPr>
              <w:spacing w:before="60" w:after="60" w:line="288" w:lineRule="auto"/>
              <w:ind w:right="-1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209938" w14:textId="77777777" w:rsidR="00F4406B" w:rsidRDefault="00F4406B" w:rsidP="00B85E0E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spacing w:before="60" w:after="60" w:line="288" w:lineRule="auto"/>
              <w:ind w:right="-1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A2C459" w14:textId="77777777" w:rsidR="00F4406B" w:rsidRDefault="00F4406B" w:rsidP="00B85E0E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spacing w:before="60" w:after="60" w:line="288" w:lineRule="auto"/>
              <w:ind w:right="-1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35D5A" w14:textId="77777777" w:rsidR="00F4406B" w:rsidRDefault="00F4406B" w:rsidP="00B85E0E">
            <w:pPr>
              <w:spacing w:before="60" w:after="60" w:line="288" w:lineRule="auto"/>
              <w:ind w:right="-1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31296D" w14:textId="77777777" w:rsidR="00F4406B" w:rsidRDefault="00F4406B" w:rsidP="00B85E0E">
            <w:pPr>
              <w:spacing w:before="60" w:after="60" w:line="288" w:lineRule="auto"/>
              <w:ind w:right="-1"/>
              <w:jc w:val="both"/>
              <w:rPr>
                <w:rFonts w:ascii="Arial" w:hAnsi="Arial" w:cs="Arial"/>
              </w:rPr>
            </w:pPr>
          </w:p>
          <w:p w14:paraId="7E0F0B71" w14:textId="77777777" w:rsidR="00F4406B" w:rsidRDefault="00F4406B" w:rsidP="00B85E0E">
            <w:pPr>
              <w:spacing w:before="60" w:after="60" w:line="288" w:lineRule="auto"/>
              <w:ind w:right="-1"/>
              <w:jc w:val="both"/>
              <w:rPr>
                <w:rFonts w:ascii="Arial" w:hAnsi="Arial" w:cs="Arial"/>
              </w:rPr>
            </w:pPr>
          </w:p>
          <w:p w14:paraId="2236EDE1" w14:textId="77777777" w:rsidR="00F4406B" w:rsidRDefault="00F4406B" w:rsidP="00B85E0E">
            <w:pPr>
              <w:spacing w:before="60" w:after="60" w:line="288" w:lineRule="auto"/>
              <w:ind w:right="-1"/>
              <w:jc w:val="both"/>
              <w:rPr>
                <w:rFonts w:ascii="Arial" w:hAnsi="Arial" w:cs="Arial"/>
              </w:rPr>
            </w:pPr>
          </w:p>
          <w:p w14:paraId="3050A615" w14:textId="77777777" w:rsidR="00F4406B" w:rsidRDefault="00F4406B" w:rsidP="00B85E0E">
            <w:pPr>
              <w:spacing w:before="60" w:after="60" w:line="288" w:lineRule="auto"/>
              <w:ind w:right="-1"/>
              <w:jc w:val="both"/>
              <w:rPr>
                <w:rFonts w:ascii="Arial" w:hAnsi="Arial" w:cs="Arial"/>
              </w:rPr>
            </w:pPr>
          </w:p>
          <w:p w14:paraId="21004933" w14:textId="77777777" w:rsidR="00F4406B" w:rsidRDefault="00F4406B" w:rsidP="00B85E0E">
            <w:pPr>
              <w:spacing w:before="60" w:after="60" w:line="288" w:lineRule="auto"/>
              <w:ind w:right="-1"/>
              <w:jc w:val="both"/>
              <w:rPr>
                <w:rFonts w:ascii="Arial" w:hAnsi="Arial" w:cs="Arial"/>
              </w:rPr>
            </w:pPr>
          </w:p>
          <w:p w14:paraId="2304EDA4" w14:textId="77777777" w:rsidR="00F4406B" w:rsidRDefault="00F4406B" w:rsidP="00B85E0E">
            <w:pPr>
              <w:spacing w:before="60" w:after="60" w:line="288" w:lineRule="auto"/>
              <w:ind w:right="-1"/>
              <w:jc w:val="both"/>
              <w:rPr>
                <w:rFonts w:ascii="Arial" w:hAnsi="Arial" w:cs="Arial"/>
              </w:rPr>
            </w:pPr>
          </w:p>
          <w:p w14:paraId="0F1D6454" w14:textId="77777777" w:rsidR="00F4406B" w:rsidRDefault="00F4406B" w:rsidP="00B85E0E">
            <w:pPr>
              <w:spacing w:before="60" w:after="60" w:line="288" w:lineRule="auto"/>
              <w:ind w:right="-1"/>
              <w:jc w:val="both"/>
              <w:rPr>
                <w:rFonts w:ascii="Arial" w:hAnsi="Arial" w:cs="Arial"/>
              </w:rPr>
            </w:pPr>
          </w:p>
          <w:p w14:paraId="759EA362" w14:textId="77777777" w:rsidR="00F4406B" w:rsidRDefault="00F4406B" w:rsidP="00B85E0E">
            <w:pPr>
              <w:spacing w:before="60" w:after="60" w:line="288" w:lineRule="auto"/>
              <w:ind w:right="-1"/>
              <w:jc w:val="both"/>
              <w:rPr>
                <w:rFonts w:ascii="Arial" w:hAnsi="Arial" w:cs="Arial"/>
              </w:rPr>
            </w:pPr>
          </w:p>
          <w:p w14:paraId="61EEE1A2" w14:textId="77777777" w:rsidR="00F4406B" w:rsidRDefault="00F4406B" w:rsidP="00B85E0E">
            <w:pPr>
              <w:spacing w:before="60" w:after="60" w:line="288" w:lineRule="auto"/>
              <w:ind w:right="-1"/>
              <w:jc w:val="both"/>
              <w:rPr>
                <w:rFonts w:ascii="Arial" w:hAnsi="Arial" w:cs="Arial"/>
              </w:rPr>
            </w:pPr>
          </w:p>
        </w:tc>
      </w:tr>
      <w:tr w:rsidR="00F4406B" w14:paraId="4E7461F6" w14:textId="77777777" w:rsidTr="00B85E0E">
        <w:trPr>
          <w:cantSplit/>
        </w:trPr>
        <w:tc>
          <w:tcPr>
            <w:tcW w:w="12399" w:type="dxa"/>
            <w:gridSpan w:val="8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8B0FE7" w14:textId="77777777" w:rsidR="00F4406B" w:rsidRDefault="00F4406B" w:rsidP="00B85E0E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Notas:</w:t>
            </w:r>
          </w:p>
          <w:p w14:paraId="40EDE36A" w14:textId="77777777" w:rsidR="00F4406B" w:rsidRDefault="00F4406B" w:rsidP="00F4406B">
            <w:pPr>
              <w:numPr>
                <w:ilvl w:val="0"/>
                <w:numId w:val="37"/>
              </w:numPr>
              <w:tabs>
                <w:tab w:val="left" w:pos="497"/>
                <w:tab w:val="left" w:pos="852"/>
              </w:tabs>
              <w:suppressAutoHyphens/>
              <w:autoSpaceDN w:val="0"/>
              <w:ind w:left="497" w:right="-1" w:hanging="49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Solamente deben incluirse los contratos que sean imprescindibles para alcanzar las condiciones de solvencia exigidas.</w:t>
            </w:r>
          </w:p>
          <w:p w14:paraId="013A32D4" w14:textId="77777777" w:rsidR="00F4406B" w:rsidRDefault="00F4406B" w:rsidP="00F4406B">
            <w:pPr>
              <w:numPr>
                <w:ilvl w:val="0"/>
                <w:numId w:val="37"/>
              </w:numPr>
              <w:tabs>
                <w:tab w:val="left" w:pos="497"/>
                <w:tab w:val="left" w:pos="852"/>
              </w:tabs>
              <w:suppressAutoHyphens/>
              <w:autoSpaceDN w:val="0"/>
              <w:ind w:left="497" w:right="-1" w:hanging="49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esta casilla se indicará, entre otros aspectos, si la referencia es de subcontratista o colaborador.</w:t>
            </w:r>
          </w:p>
          <w:p w14:paraId="30BC8FE9" w14:textId="77777777" w:rsidR="00F4406B" w:rsidRDefault="00F4406B" w:rsidP="00B85E0E">
            <w:pPr>
              <w:ind w:right="-1"/>
              <w:jc w:val="both"/>
              <w:rPr>
                <w:rFonts w:ascii="Arial" w:hAnsi="Arial" w:cs="Arial"/>
              </w:rPr>
            </w:pPr>
          </w:p>
          <w:p w14:paraId="4CE9AD85" w14:textId="77777777" w:rsidR="00F4406B" w:rsidRDefault="00F4406B" w:rsidP="00B85E0E">
            <w:pPr>
              <w:ind w:right="-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gramStart"/>
            <w:r>
              <w:rPr>
                <w:rFonts w:ascii="Arial" w:hAnsi="Arial" w:cs="Arial"/>
              </w:rPr>
              <w:t>FECHA  y</w:t>
            </w:r>
            <w:proofErr w:type="gramEnd"/>
            <w:r>
              <w:rPr>
                <w:rFonts w:ascii="Arial" w:hAnsi="Arial" w:cs="Arial"/>
              </w:rPr>
              <w:t xml:space="preserve">  FIRMA)</w:t>
            </w:r>
          </w:p>
          <w:p w14:paraId="3BB29E6C" w14:textId="77777777" w:rsidR="00F4406B" w:rsidRDefault="00F4406B" w:rsidP="00B85E0E">
            <w:pPr>
              <w:ind w:right="-1"/>
              <w:jc w:val="both"/>
              <w:rPr>
                <w:rFonts w:ascii="Arial" w:hAnsi="Arial" w:cs="Arial"/>
              </w:rPr>
            </w:pPr>
          </w:p>
        </w:tc>
      </w:tr>
    </w:tbl>
    <w:p w14:paraId="7F2BCEE8" w14:textId="638BD4F7" w:rsidR="007A2DA4" w:rsidRPr="00124B50" w:rsidRDefault="007A2DA4" w:rsidP="00124B50">
      <w:pPr>
        <w:pStyle w:val="Prrafo"/>
        <w:tabs>
          <w:tab w:val="left" w:pos="8789"/>
        </w:tabs>
        <w:rPr>
          <w:rFonts w:cs="Arial"/>
          <w:b/>
          <w:szCs w:val="22"/>
        </w:rPr>
      </w:pPr>
    </w:p>
    <w:sectPr w:rsidR="007A2DA4" w:rsidRPr="00124B50" w:rsidSect="005643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985" w:right="2410" w:bottom="851" w:left="1418" w:header="0" w:footer="32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862F5" w14:textId="77777777" w:rsidR="008C1305" w:rsidRDefault="008C1305">
      <w:r>
        <w:separator/>
      </w:r>
    </w:p>
  </w:endnote>
  <w:endnote w:type="continuationSeparator" w:id="0">
    <w:p w14:paraId="37C0731F" w14:textId="77777777" w:rsidR="008C1305" w:rsidRDefault="008C1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02675" w14:textId="77777777" w:rsidR="001C6C42" w:rsidRDefault="001C6C4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52DA5" w14:textId="77777777" w:rsidR="008C1305" w:rsidRDefault="008C1305">
      <w:r>
        <w:separator/>
      </w:r>
    </w:p>
  </w:footnote>
  <w:footnote w:type="continuationSeparator" w:id="0">
    <w:p w14:paraId="771058CD" w14:textId="77777777" w:rsidR="008C1305" w:rsidRDefault="008C1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51E3" w14:textId="77777777" w:rsidR="001C6C42" w:rsidRDefault="001C6C4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46AF7FE7" w:rsidR="00AD30BB" w:rsidRDefault="005643EB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55CAA133">
              <wp:simplePos x="0" y="0"/>
              <wp:positionH relativeFrom="column">
                <wp:posOffset>8343265</wp:posOffset>
              </wp:positionH>
              <wp:positionV relativeFrom="paragraph">
                <wp:posOffset>575310</wp:posOffset>
              </wp:positionV>
              <wp:extent cx="1259840" cy="562610"/>
              <wp:effectExtent l="0" t="0" r="0" b="889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656.95pt;margin-top:45.3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Irg0lvhAAAADA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4A509DB1">
              <wp:simplePos x="0" y="0"/>
              <wp:positionH relativeFrom="column">
                <wp:posOffset>8228965</wp:posOffset>
              </wp:positionH>
              <wp:positionV relativeFrom="paragraph">
                <wp:posOffset>397672</wp:posOffset>
              </wp:positionV>
              <wp:extent cx="1540510" cy="132715"/>
              <wp:effectExtent l="0" t="0" r="2540" b="635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1DBF87" id="Rectangle 10" o:spid="_x0000_s1026" style="position:absolute;margin-left:647.95pt;margin-top:31.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" fillcolor="silver" stroked="f"/>
          </w:pict>
        </mc:Fallback>
      </mc:AlternateContent>
    </w:r>
    <w:r w:rsidR="009E49C5"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207814D6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46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69B74DA5" w:rsidR="004F57AA" w:rsidRDefault="00012AFE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D737375" wp14:editId="2E46B1A4">
              <wp:simplePos x="0" y="0"/>
              <wp:positionH relativeFrom="column">
                <wp:posOffset>8230045</wp:posOffset>
              </wp:positionH>
              <wp:positionV relativeFrom="paragraph">
                <wp:posOffset>59055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718B55" id="Rectangle 10" o:spid="_x0000_s1026" style="position:absolute;margin-left:648.05pt;margin-top:4.65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" fillcolor="silver" stroked="f"/>
          </w:pict>
        </mc:Fallback>
      </mc:AlternateContent>
    </w:r>
  </w:p>
  <w:p w14:paraId="0D8ADE36" w14:textId="35479499" w:rsidR="004F57AA" w:rsidRDefault="00012AFE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D284A14" wp14:editId="1BC0C4A8">
              <wp:simplePos x="0" y="0"/>
              <wp:positionH relativeFrom="column">
                <wp:posOffset>8307515</wp:posOffset>
              </wp:positionH>
              <wp:positionV relativeFrom="paragraph">
                <wp:posOffset>125730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BBA449" w14:textId="77777777" w:rsidR="00012AFE" w:rsidRDefault="00012AFE" w:rsidP="00012AFE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1A9A5A51" w14:textId="77777777" w:rsidR="00012AFE" w:rsidRDefault="00012AFE" w:rsidP="00012AFE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2E879677" w14:textId="77777777" w:rsidR="00012AFE" w:rsidRDefault="00012AFE" w:rsidP="00012AFE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284A1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54.15pt;margin-top:9.9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" filled="f" stroked="f">
              <v:textbox inset="2mm">
                <w:txbxContent>
                  <w:p w14:paraId="55BBA449" w14:textId="77777777" w:rsidR="00012AFE" w:rsidRDefault="00012AFE" w:rsidP="00012AFE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1A9A5A51" w14:textId="77777777" w:rsidR="00012AFE" w:rsidRDefault="00012AFE" w:rsidP="00012AFE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2E879677" w14:textId="77777777" w:rsidR="00012AFE" w:rsidRDefault="00012AFE" w:rsidP="00012AFE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4D3E3E7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9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4ED90B62" w:rsidR="00AD30BB" w:rsidRDefault="00012AFE">
    <w:pPr>
      <w:pStyle w:val="Encabezado"/>
    </w:pPr>
    <w:r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7E44C494">
          <wp:simplePos x="0" y="0"/>
          <wp:positionH relativeFrom="column">
            <wp:posOffset>2800160</wp:posOffset>
          </wp:positionH>
          <wp:positionV relativeFrom="paragraph">
            <wp:posOffset>56515</wp:posOffset>
          </wp:positionV>
          <wp:extent cx="1717675" cy="468630"/>
          <wp:effectExtent l="0" t="0" r="0" b="7620"/>
          <wp:wrapNone/>
          <wp:docPr id="150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256C022E">
          <wp:simplePos x="0" y="0"/>
          <wp:positionH relativeFrom="column">
            <wp:posOffset>5701855</wp:posOffset>
          </wp:positionH>
          <wp:positionV relativeFrom="paragraph">
            <wp:posOffset>27940</wp:posOffset>
          </wp:positionV>
          <wp:extent cx="803275" cy="468630"/>
          <wp:effectExtent l="0" t="0" r="0" b="7620"/>
          <wp:wrapNone/>
          <wp:docPr id="151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1702"/>
        </w:tabs>
        <w:ind w:left="1702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2422"/>
        </w:tabs>
        <w:ind w:left="2422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142"/>
        </w:tabs>
        <w:ind w:left="314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862"/>
        </w:tabs>
        <w:ind w:left="386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82"/>
        </w:tabs>
        <w:ind w:left="458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02"/>
        </w:tabs>
        <w:ind w:left="530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22"/>
        </w:tabs>
        <w:ind w:left="602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742"/>
        </w:tabs>
        <w:ind w:left="674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462"/>
        </w:tabs>
        <w:ind w:left="7462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C17883"/>
    <w:multiLevelType w:val="multilevel"/>
    <w:tmpl w:val="3B26A4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7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8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9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1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E1492"/>
    <w:multiLevelType w:val="hybridMultilevel"/>
    <w:tmpl w:val="AD229D76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9C33D4"/>
    <w:multiLevelType w:val="multilevel"/>
    <w:tmpl w:val="F08E177E"/>
    <w:lvl w:ilvl="0">
      <w:start w:val="1"/>
      <w:numFmt w:val="decimal"/>
      <w:lvlText w:val="(%1)"/>
      <w:lvlJc w:val="left"/>
      <w:pPr>
        <w:ind w:left="852" w:hanging="852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2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abstractNum w:abstractNumId="34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5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5"/>
  </w:num>
  <w:num w:numId="2" w16cid:durableId="218824943">
    <w:abstractNumId w:val="35"/>
  </w:num>
  <w:num w:numId="3" w16cid:durableId="1626740128">
    <w:abstractNumId w:val="20"/>
  </w:num>
  <w:num w:numId="4" w16cid:durableId="1744258686">
    <w:abstractNumId w:val="15"/>
  </w:num>
  <w:num w:numId="5" w16cid:durableId="550966286">
    <w:abstractNumId w:val="1"/>
  </w:num>
  <w:num w:numId="6" w16cid:durableId="386495309">
    <w:abstractNumId w:val="17"/>
  </w:num>
  <w:num w:numId="7" w16cid:durableId="1086726945">
    <w:abstractNumId w:val="26"/>
  </w:num>
  <w:num w:numId="8" w16cid:durableId="308485201">
    <w:abstractNumId w:val="23"/>
  </w:num>
  <w:num w:numId="9" w16cid:durableId="1962882831">
    <w:abstractNumId w:val="31"/>
  </w:num>
  <w:num w:numId="10" w16cid:durableId="2014068664">
    <w:abstractNumId w:val="9"/>
  </w:num>
  <w:num w:numId="11" w16cid:durableId="50616748">
    <w:abstractNumId w:val="18"/>
  </w:num>
  <w:num w:numId="12" w16cid:durableId="1487360143">
    <w:abstractNumId w:val="25"/>
  </w:num>
  <w:num w:numId="13" w16cid:durableId="2040470003">
    <w:abstractNumId w:val="2"/>
  </w:num>
  <w:num w:numId="14" w16cid:durableId="1315138603">
    <w:abstractNumId w:val="10"/>
  </w:num>
  <w:num w:numId="15" w16cid:durableId="1553879268">
    <w:abstractNumId w:val="7"/>
  </w:num>
  <w:num w:numId="16" w16cid:durableId="1230458901">
    <w:abstractNumId w:val="32"/>
  </w:num>
  <w:num w:numId="17" w16cid:durableId="1839154191">
    <w:abstractNumId w:val="8"/>
  </w:num>
  <w:num w:numId="18" w16cid:durableId="1012099582">
    <w:abstractNumId w:val="0"/>
  </w:num>
  <w:num w:numId="19" w16cid:durableId="93333025">
    <w:abstractNumId w:val="19"/>
  </w:num>
  <w:num w:numId="20" w16cid:durableId="345180604">
    <w:abstractNumId w:val="34"/>
  </w:num>
  <w:num w:numId="21" w16cid:durableId="1844397780">
    <w:abstractNumId w:val="4"/>
  </w:num>
  <w:num w:numId="22" w16cid:durableId="424882779">
    <w:abstractNumId w:val="22"/>
  </w:num>
  <w:num w:numId="23" w16cid:durableId="1929657834">
    <w:abstractNumId w:val="28"/>
  </w:num>
  <w:num w:numId="24" w16cid:durableId="30807948">
    <w:abstractNumId w:val="11"/>
  </w:num>
  <w:num w:numId="25" w16cid:durableId="1774546764">
    <w:abstractNumId w:val="30"/>
  </w:num>
  <w:num w:numId="26" w16cid:durableId="631247691">
    <w:abstractNumId w:val="16"/>
  </w:num>
  <w:num w:numId="27" w16cid:durableId="964700046">
    <w:abstractNumId w:val="36"/>
  </w:num>
  <w:num w:numId="28" w16cid:durableId="1425221112">
    <w:abstractNumId w:val="21"/>
  </w:num>
  <w:num w:numId="29" w16cid:durableId="1586526391">
    <w:abstractNumId w:val="6"/>
  </w:num>
  <w:num w:numId="30" w16cid:durableId="1429153392">
    <w:abstractNumId w:val="14"/>
  </w:num>
  <w:num w:numId="31" w16cid:durableId="1258295211">
    <w:abstractNumId w:val="24"/>
  </w:num>
  <w:num w:numId="32" w16cid:durableId="976572553">
    <w:abstractNumId w:val="27"/>
  </w:num>
  <w:num w:numId="33" w16cid:durableId="1776903821">
    <w:abstractNumId w:val="29"/>
  </w:num>
  <w:num w:numId="34" w16cid:durableId="23487521">
    <w:abstractNumId w:val="12"/>
  </w:num>
  <w:num w:numId="35" w16cid:durableId="1414015083">
    <w:abstractNumId w:val="33"/>
  </w:num>
  <w:num w:numId="36" w16cid:durableId="2086174528">
    <w:abstractNumId w:val="3"/>
  </w:num>
  <w:num w:numId="37" w16cid:durableId="24315088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12AFE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24B50"/>
    <w:rsid w:val="001318E8"/>
    <w:rsid w:val="00150461"/>
    <w:rsid w:val="001542CA"/>
    <w:rsid w:val="00164FA2"/>
    <w:rsid w:val="00166736"/>
    <w:rsid w:val="00180EFE"/>
    <w:rsid w:val="001810FA"/>
    <w:rsid w:val="001973C6"/>
    <w:rsid w:val="001C6C42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011F"/>
    <w:rsid w:val="00384482"/>
    <w:rsid w:val="003A4B25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84D5E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63A43"/>
    <w:rsid w:val="005643EB"/>
    <w:rsid w:val="00584C3F"/>
    <w:rsid w:val="005953E1"/>
    <w:rsid w:val="005A11A5"/>
    <w:rsid w:val="005A519F"/>
    <w:rsid w:val="005E2679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1305"/>
    <w:rsid w:val="008C396D"/>
    <w:rsid w:val="008D167C"/>
    <w:rsid w:val="008E3363"/>
    <w:rsid w:val="008F1578"/>
    <w:rsid w:val="008F31C9"/>
    <w:rsid w:val="008F6B98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C4315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87506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36C2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25244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2000"/>
    <w:rsid w:val="00EE1020"/>
    <w:rsid w:val="00EE1EE8"/>
    <w:rsid w:val="00EE4360"/>
    <w:rsid w:val="00F058AB"/>
    <w:rsid w:val="00F14630"/>
    <w:rsid w:val="00F1605D"/>
    <w:rsid w:val="00F24FC0"/>
    <w:rsid w:val="00F33B2D"/>
    <w:rsid w:val="00F4406B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qFormat/>
    <w:rsid w:val="00D536C2"/>
  </w:style>
  <w:style w:type="paragraph" w:customStyle="1" w:styleId="Prrafo">
    <w:name w:val="Párrafo"/>
    <w:basedOn w:val="Textoindependiente"/>
    <w:link w:val="PrrafoCar"/>
    <w:uiPriority w:val="99"/>
    <w:qFormat/>
    <w:rsid w:val="00D536C2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D536C2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D536C2"/>
    <w:pPr>
      <w:keepLines/>
      <w:numPr>
        <w:numId w:val="33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  <w:style w:type="character" w:styleId="Refdecomentario">
    <w:name w:val="annotation reference"/>
    <w:rsid w:val="00012AFE"/>
    <w:rPr>
      <w:sz w:val="16"/>
      <w:szCs w:val="16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2AFE"/>
  </w:style>
  <w:style w:type="paragraph" w:customStyle="1" w:styleId="ANEXO">
    <w:name w:val="ANEXO"/>
    <w:basedOn w:val="Normal"/>
    <w:next w:val="Normal"/>
    <w:qFormat/>
    <w:rsid w:val="00F4406B"/>
    <w:pPr>
      <w:keepNext/>
      <w:numPr>
        <w:numId w:val="35"/>
      </w:numPr>
      <w:spacing w:before="360" w:after="240"/>
      <w:jc w:val="both"/>
    </w:pPr>
    <w:rPr>
      <w:rFonts w:ascii="Arial" w:hAnsi="Arial"/>
      <w:b/>
      <w:bCs/>
      <w:caps/>
      <w:sz w:val="2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6" ma:contentTypeDescription="Create a new document." ma:contentTypeScope="" ma:versionID="019cef85ac8528aff5e076e6fbb5f45d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c3789727df231e46493b10968444a080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B14678-0680-45AB-A546-66B548E2C75E}"/>
</file>

<file path=customXml/itemProps2.xml><?xml version="1.0" encoding="utf-8"?>
<ds:datastoreItem xmlns:ds="http://schemas.openxmlformats.org/officeDocument/2006/customXml" ds:itemID="{6D904DD6-A460-4212-9A54-A8BBEFA81B48}"/>
</file>

<file path=customXml/itemProps3.xml><?xml version="1.0" encoding="utf-8"?>
<ds:datastoreItem xmlns:ds="http://schemas.openxmlformats.org/officeDocument/2006/customXml" ds:itemID="{19EAC3B2-25D4-43F8-9CB1-1559E2984704}"/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21</TotalTime>
  <Pages>1</Pages>
  <Words>85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600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10</cp:revision>
  <cp:lastPrinted>2022-03-16T11:46:00Z</cp:lastPrinted>
  <dcterms:created xsi:type="dcterms:W3CDTF">2022-04-12T06:17:00Z</dcterms:created>
  <dcterms:modified xsi:type="dcterms:W3CDTF">2023-11-06T09:50:00Z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