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FDAD" w14:textId="205D55A5" w:rsidR="002005E5" w:rsidRPr="00C0200E" w:rsidRDefault="002005E5" w:rsidP="002005E5">
      <w:pPr>
        <w:pStyle w:val="Clausulado-Anexo"/>
        <w:numPr>
          <w:ilvl w:val="0"/>
          <w:numId w:val="0"/>
        </w:numPr>
        <w:ind w:left="851"/>
      </w:pPr>
      <w:bookmarkStart w:id="0" w:name="_Toc70431953"/>
      <w:bookmarkStart w:id="1" w:name="_Toc70537896"/>
      <w:r>
        <w:t xml:space="preserve">ANEXO VI </w:t>
      </w:r>
      <w:r w:rsidR="00337BFC">
        <w:t>-</w:t>
      </w:r>
      <w:r>
        <w:t xml:space="preserve"> REAL DECRETO-LEY  14/2019</w:t>
      </w:r>
      <w:bookmarkEnd w:id="0"/>
      <w:bookmarkEnd w:id="1"/>
    </w:p>
    <w:p w14:paraId="23788F4E" w14:textId="77777777" w:rsidR="000C7B48" w:rsidRPr="005600EF" w:rsidRDefault="000C7B48" w:rsidP="00337BFC">
      <w:pPr>
        <w:pStyle w:val="Estilo1"/>
        <w:spacing w:before="0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A los efectos del Real Decreto-ley 14/2019, de 31 de octubre, por el que se adoptan medidas urgentes por razones de seguridad pública en materia de administración digital, contratación del sector público y telecomunicaciones; se incorporan a este pliego las cláusulas adicionales siguientes: </w:t>
      </w:r>
    </w:p>
    <w:p w14:paraId="631E789A" w14:textId="77777777" w:rsidR="000C7B48" w:rsidRDefault="000C7B48" w:rsidP="00337BFC">
      <w:pPr>
        <w:pStyle w:val="Sinespaciado"/>
        <w:rPr>
          <w:rFonts w:eastAsiaTheme="minorHAnsi"/>
          <w:lang w:eastAsia="en-US"/>
        </w:rPr>
      </w:pPr>
    </w:p>
    <w:p w14:paraId="2305A0E9" w14:textId="77777777" w:rsidR="000C7B48" w:rsidRPr="005600EF" w:rsidRDefault="000C7B48" w:rsidP="00337BFC">
      <w:pPr>
        <w:pStyle w:val="Estilo1"/>
        <w:spacing w:before="0"/>
        <w:rPr>
          <w:rFonts w:eastAsiaTheme="minorHAnsi"/>
          <w:color w:val="000000"/>
          <w:lang w:eastAsia="en-US"/>
        </w:rPr>
      </w:pPr>
      <w:r w:rsidRPr="00337BFC">
        <w:rPr>
          <w:rFonts w:eastAsiaTheme="minorHAnsi"/>
          <w:color w:val="000000"/>
          <w:u w:val="single"/>
          <w:lang w:eastAsia="en-US"/>
        </w:rPr>
        <w:t>Primera.-</w:t>
      </w:r>
      <w:r w:rsidRPr="005600EF">
        <w:rPr>
          <w:rFonts w:eastAsiaTheme="minorHAnsi"/>
          <w:color w:val="000000"/>
          <w:lang w:eastAsia="en-US"/>
        </w:rPr>
        <w:t xml:space="preserve"> Se hace mención expresa de que el contratista estará obligado a respetar la normativa vigente en materia de protección de datos. </w:t>
      </w:r>
    </w:p>
    <w:p w14:paraId="29FAD2E1" w14:textId="77777777" w:rsidR="000C7B48" w:rsidRDefault="000C7B48" w:rsidP="00337BFC">
      <w:pPr>
        <w:pStyle w:val="Sinespaciado"/>
        <w:rPr>
          <w:rFonts w:eastAsiaTheme="minorHAnsi"/>
          <w:lang w:eastAsia="en-US"/>
        </w:rPr>
      </w:pPr>
    </w:p>
    <w:p w14:paraId="1678B91D" w14:textId="77777777" w:rsidR="000C7B48" w:rsidRPr="005600EF" w:rsidRDefault="000C7B48" w:rsidP="00337BFC">
      <w:pPr>
        <w:pStyle w:val="Estilo1"/>
        <w:spacing w:before="0" w:after="0"/>
        <w:rPr>
          <w:rFonts w:eastAsiaTheme="minorHAnsi"/>
          <w:color w:val="000000"/>
          <w:lang w:eastAsia="en-US"/>
        </w:rPr>
      </w:pPr>
      <w:r w:rsidRPr="00337BFC">
        <w:rPr>
          <w:rFonts w:eastAsiaTheme="minorHAnsi"/>
          <w:color w:val="000000"/>
          <w:u w:val="single"/>
          <w:lang w:eastAsia="en-US"/>
        </w:rPr>
        <w:t>Segunda.-</w:t>
      </w:r>
      <w:r w:rsidRPr="005600EF">
        <w:rPr>
          <w:rFonts w:eastAsiaTheme="minorHAnsi"/>
          <w:color w:val="000000"/>
          <w:lang w:eastAsia="en-US"/>
        </w:rPr>
        <w:t xml:space="preserve"> En cuanto al tratamiento por el contratista de datos personales por cuenta del responsable del tratamiento, la ejecución de este contrato: </w:t>
      </w:r>
    </w:p>
    <w:p w14:paraId="306249EE" w14:textId="77777777" w:rsidR="000C7B48" w:rsidRPr="005600EF" w:rsidRDefault="000C7B48" w:rsidP="00337BFC">
      <w:pPr>
        <w:pStyle w:val="Estilo1"/>
        <w:spacing w:after="0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b/>
          <w:bCs/>
          <w:color w:val="000000"/>
          <w:lang w:eastAsia="en-US"/>
        </w:rPr>
        <w:t>X</w:t>
      </w:r>
      <w:r>
        <w:rPr>
          <w:rFonts w:eastAsiaTheme="minorHAnsi"/>
          <w:b/>
          <w:bCs/>
          <w:color w:val="000000"/>
          <w:lang w:eastAsia="en-US"/>
        </w:rPr>
        <w:t xml:space="preserve">   </w:t>
      </w:r>
      <w:r w:rsidRPr="005600EF">
        <w:rPr>
          <w:rFonts w:eastAsiaTheme="minorHAnsi"/>
          <w:b/>
          <w:bCs/>
          <w:color w:val="000000"/>
          <w:lang w:eastAsia="en-US"/>
        </w:rPr>
        <w:t xml:space="preserve"> No requiere dicho tratamiento. </w:t>
      </w:r>
    </w:p>
    <w:p w14:paraId="45BAF25F" w14:textId="77777777" w:rsidR="000C7B48" w:rsidRPr="005600EF" w:rsidRDefault="000C7B48" w:rsidP="00337BFC">
      <w:pPr>
        <w:pStyle w:val="Estilo1"/>
        <w:spacing w:after="0"/>
        <w:rPr>
          <w:rFonts w:eastAsiaTheme="minorHAnsi"/>
          <w:color w:val="000000"/>
          <w:lang w:eastAsia="en-US"/>
        </w:rPr>
      </w:pPr>
      <w:r w:rsidRPr="005600EF">
        <w:rPr>
          <w:rFonts w:eastAsia="MS Gothic" w:hAnsi="MS Gothic"/>
          <w:color w:val="000000"/>
          <w:lang w:eastAsia="en-US"/>
        </w:rPr>
        <w:t>☐</w:t>
      </w:r>
      <w:r>
        <w:rPr>
          <w:rFonts w:eastAsia="MS Gothic" w:hAnsi="MS Gothic"/>
          <w:color w:val="000000"/>
          <w:lang w:eastAsia="en-US"/>
        </w:rPr>
        <w:t xml:space="preserve">   </w:t>
      </w:r>
      <w:r w:rsidRPr="005600EF">
        <w:rPr>
          <w:rFonts w:eastAsiaTheme="minorHAnsi"/>
          <w:color w:val="000000"/>
          <w:lang w:eastAsia="en-US"/>
        </w:rPr>
        <w:t xml:space="preserve">Requiere dicho tratamiento. Para este caso, se hace constar: </w:t>
      </w:r>
    </w:p>
    <w:p w14:paraId="2FF10838" w14:textId="77777777" w:rsidR="000C7B48" w:rsidRPr="005600EF" w:rsidRDefault="000C7B48" w:rsidP="000C7B48">
      <w:pPr>
        <w:pStyle w:val="Estilo1"/>
        <w:spacing w:before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>a) Los datos se ceden para esta finalidad</w:t>
      </w:r>
      <w:r>
        <w:rPr>
          <w:rFonts w:eastAsiaTheme="minorHAnsi"/>
          <w:b/>
          <w:bCs/>
          <w:color w:val="000000"/>
          <w:lang w:eastAsia="en-US"/>
        </w:rPr>
        <w:t xml:space="preserve">: </w:t>
      </w:r>
      <w:r w:rsidRPr="00DE3C4B">
        <w:rPr>
          <w:rFonts w:eastAsiaTheme="minorHAnsi"/>
          <w:bCs/>
          <w:color w:val="000000"/>
          <w:lang w:eastAsia="en-US"/>
        </w:rPr>
        <w:t xml:space="preserve">únicamente para comunicaciones con la dirección facultativa </w:t>
      </w:r>
    </w:p>
    <w:p w14:paraId="4CD520CA" w14:textId="77777777" w:rsidR="000C7B48" w:rsidRPr="005600EF" w:rsidRDefault="000C7B48" w:rsidP="000C7B48">
      <w:pPr>
        <w:pStyle w:val="Estilo1"/>
        <w:spacing w:before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b) El contratista está obligado a someterse a la normativa nacional y de la Unión Europea en materia de protección de datos, sin perjuicio de lo establecido en el último párrafo del apartado 1 del artículo 20 de la LCSP. </w:t>
      </w:r>
    </w:p>
    <w:p w14:paraId="2757B40F" w14:textId="77777777" w:rsidR="000C7B48" w:rsidRPr="005600EF" w:rsidRDefault="000C7B48" w:rsidP="000C7B48">
      <w:pPr>
        <w:pStyle w:val="Estilo1"/>
        <w:spacing w:before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c) La empresa adjudicataria, antes de la formalización del contrato, deberá presentar una declaración en la que ponga de manifiesto dónde van a estar ubicados los servidores y desde dónde se van a prestar los servicios asociados a los mismos. </w:t>
      </w:r>
    </w:p>
    <w:p w14:paraId="6AA372A5" w14:textId="77777777" w:rsidR="000C7B48" w:rsidRPr="005600EF" w:rsidRDefault="000C7B48" w:rsidP="000C7B48">
      <w:pPr>
        <w:pStyle w:val="Estilo1"/>
        <w:spacing w:before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d) El contratista se obliga a comunicar cualquier cambio que se produzca, a lo largo de la vida del contrato, de la información facilitada en la declaración a que se refiere la letra c) anterior. </w:t>
      </w:r>
    </w:p>
    <w:p w14:paraId="1B7223EC" w14:textId="77777777" w:rsidR="000C7B48" w:rsidRPr="005600EF" w:rsidRDefault="000C7B48" w:rsidP="000C7B48">
      <w:pPr>
        <w:pStyle w:val="Estilo1"/>
        <w:spacing w:before="0" w:after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e) El licitador debe indicar en su oferta si tiene previsto subcontratar los servidores o los servicios asociados a los mismos, y el nombre o el perfil empresarial, definido por referencia a las condiciones de solvencia profesional o técnica, de los subcontratistas a los que se vaya a encomendar su realización. </w:t>
      </w:r>
    </w:p>
    <w:p w14:paraId="04D8D181" w14:textId="77777777" w:rsidR="000C7B48" w:rsidRPr="005600EF" w:rsidRDefault="000C7B48" w:rsidP="000C7B48">
      <w:pPr>
        <w:pStyle w:val="Estilo1"/>
        <w:spacing w:after="0"/>
        <w:ind w:left="426"/>
        <w:rPr>
          <w:rFonts w:eastAsiaTheme="minorHAnsi"/>
          <w:color w:val="000000"/>
          <w:lang w:eastAsia="en-US"/>
        </w:rPr>
      </w:pPr>
      <w:r w:rsidRPr="005600EF">
        <w:rPr>
          <w:rFonts w:eastAsiaTheme="minorHAnsi"/>
          <w:color w:val="000000"/>
          <w:lang w:eastAsia="en-US"/>
        </w:rPr>
        <w:t xml:space="preserve">A los efectos del artículo 211.f) de la LCSP, se califican como esenciales las obligaciones establecidas en las letras a) a e) anteriores. </w:t>
      </w:r>
    </w:p>
    <w:p w14:paraId="0CEA0142" w14:textId="77777777" w:rsidR="000C7B48" w:rsidRDefault="000C7B48" w:rsidP="000C7B48">
      <w:pPr>
        <w:pStyle w:val="Sinespaciado"/>
        <w:rPr>
          <w:rFonts w:eastAsiaTheme="minorHAnsi"/>
          <w:lang w:eastAsia="en-US"/>
        </w:rPr>
      </w:pPr>
    </w:p>
    <w:p w14:paraId="083EE7B8" w14:textId="77777777" w:rsidR="000C7B48" w:rsidRPr="005600EF" w:rsidRDefault="000C7B48" w:rsidP="00337BFC">
      <w:pPr>
        <w:pStyle w:val="Estilo1"/>
        <w:spacing w:before="0"/>
        <w:rPr>
          <w:rFonts w:eastAsiaTheme="minorHAnsi"/>
          <w:color w:val="000000"/>
          <w:lang w:eastAsia="en-US"/>
        </w:rPr>
      </w:pPr>
      <w:r w:rsidRPr="00337BFC">
        <w:rPr>
          <w:rFonts w:eastAsiaTheme="minorHAnsi"/>
          <w:color w:val="000000"/>
          <w:u w:val="single"/>
          <w:lang w:eastAsia="en-US"/>
        </w:rPr>
        <w:t>Tercera.-</w:t>
      </w:r>
      <w:r w:rsidRPr="005600EF">
        <w:rPr>
          <w:rFonts w:eastAsiaTheme="minorHAnsi"/>
          <w:color w:val="000000"/>
          <w:lang w:eastAsia="en-US"/>
        </w:rPr>
        <w:t xml:space="preserve"> La ejecución de este contrato </w:t>
      </w:r>
    </w:p>
    <w:p w14:paraId="704C2DCC" w14:textId="77777777" w:rsidR="000C7B48" w:rsidRPr="00DE3C4B" w:rsidRDefault="000C7B48" w:rsidP="00337BFC">
      <w:pPr>
        <w:pStyle w:val="Estilo1"/>
        <w:spacing w:before="0"/>
        <w:rPr>
          <w:rFonts w:eastAsiaTheme="minorHAnsi"/>
          <w:b/>
          <w:color w:val="000000"/>
          <w:lang w:eastAsia="en-US"/>
        </w:rPr>
      </w:pPr>
      <w:r w:rsidRPr="00DE3C4B">
        <w:rPr>
          <w:rFonts w:eastAsiaTheme="minorHAnsi"/>
          <w:b/>
          <w:bCs/>
          <w:color w:val="000000"/>
          <w:lang w:eastAsia="en-US"/>
        </w:rPr>
        <w:t>X</w:t>
      </w:r>
      <w:r w:rsidRPr="00DE3C4B">
        <w:rPr>
          <w:rFonts w:eastAsiaTheme="minorHAnsi"/>
          <w:b/>
          <w:color w:val="000000"/>
          <w:lang w:eastAsia="en-US"/>
        </w:rPr>
        <w:t xml:space="preserve"> </w:t>
      </w:r>
      <w:r>
        <w:rPr>
          <w:rFonts w:eastAsiaTheme="minorHAnsi"/>
          <w:b/>
          <w:color w:val="000000"/>
          <w:lang w:eastAsia="en-US"/>
        </w:rPr>
        <w:t xml:space="preserve">   </w:t>
      </w:r>
      <w:r w:rsidRPr="00DE3C4B">
        <w:rPr>
          <w:rFonts w:eastAsiaTheme="minorHAnsi"/>
          <w:b/>
          <w:color w:val="000000"/>
          <w:lang w:eastAsia="en-US"/>
        </w:rPr>
        <w:t xml:space="preserve">No implica la cesión de datos por las entidades del sector público al contratista. </w:t>
      </w:r>
    </w:p>
    <w:p w14:paraId="7F2BCEE8" w14:textId="0B1B4BE4" w:rsidR="007A2DA4" w:rsidRPr="00337BFC" w:rsidRDefault="000C7B48" w:rsidP="00337BFC">
      <w:pPr>
        <w:pStyle w:val="Estilo1"/>
        <w:spacing w:before="0"/>
      </w:pPr>
      <w:r w:rsidRPr="005600EF">
        <w:rPr>
          <w:rFonts w:eastAsia="MS Gothic" w:hAnsi="MS Gothic"/>
          <w:lang w:eastAsia="en-US"/>
        </w:rPr>
        <w:t>☐</w:t>
      </w:r>
      <w:r>
        <w:rPr>
          <w:rFonts w:eastAsia="MS Gothic" w:hAnsi="MS Gothic"/>
          <w:lang w:eastAsia="en-US"/>
        </w:rPr>
        <w:t xml:space="preserve">   </w:t>
      </w:r>
      <w:r w:rsidRPr="005600EF">
        <w:rPr>
          <w:rFonts w:eastAsiaTheme="minorHAnsi"/>
          <w:lang w:eastAsia="en-US"/>
        </w:rPr>
        <w:t xml:space="preserve"> Implica la cesión de datos por las entidades del sector público al contratista. Para este caso, se establece como condición especial de ejecución la obligación del contratista de someterse a la normativa nacional y de la Unión Europea en materia de protección de datos, advirtiéndose además al contratista de que esta obligación tiene el carácter de obligación contractual esencial conforme a lo dispuesto en el artículo 211.f) de la</w:t>
      </w:r>
      <w:r>
        <w:rPr>
          <w:rFonts w:eastAsiaTheme="minorHAnsi"/>
          <w:lang w:eastAsia="en-US"/>
        </w:rPr>
        <w:t xml:space="preserve"> </w:t>
      </w:r>
      <w:r w:rsidRPr="005600EF">
        <w:rPr>
          <w:rFonts w:eastAsiaTheme="minorHAnsi"/>
          <w:lang w:eastAsia="en-US"/>
        </w:rPr>
        <w:t>LCSP.</w:t>
      </w:r>
    </w:p>
    <w:sectPr w:rsidR="007A2DA4" w:rsidRPr="00337BFC" w:rsidSect="00EC4F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C1913" w14:textId="77777777" w:rsidR="006404FF" w:rsidRDefault="006404FF">
      <w:r>
        <w:separator/>
      </w:r>
    </w:p>
  </w:endnote>
  <w:endnote w:type="continuationSeparator" w:id="0">
    <w:p w14:paraId="5EEBBAE2" w14:textId="77777777" w:rsidR="006404FF" w:rsidRDefault="00640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81E5B" w14:textId="77777777" w:rsidR="00B5674D" w:rsidRDefault="00B5674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4D7DF" w14:textId="77777777" w:rsidR="006404FF" w:rsidRDefault="006404FF">
      <w:r>
        <w:separator/>
      </w:r>
    </w:p>
  </w:footnote>
  <w:footnote w:type="continuationSeparator" w:id="0">
    <w:p w14:paraId="5A984C99" w14:textId="77777777" w:rsidR="006404FF" w:rsidRDefault="00640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9D152" w14:textId="77777777" w:rsidR="00B5674D" w:rsidRDefault="00B5674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678933A8" w:rsidR="004F57AA" w:rsidRDefault="000C7B48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6852A34" wp14:editId="2A634E98">
              <wp:simplePos x="0" y="0"/>
              <wp:positionH relativeFrom="column">
                <wp:posOffset>5462743</wp:posOffset>
              </wp:positionH>
              <wp:positionV relativeFrom="paragraph">
                <wp:posOffset>83820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4066484" id="Rectangle 10" o:spid="_x0000_s1026" style="position:absolute;margin-left:430.15pt;margin-top:6.6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FhvU3LdAAAACgEAAA8AAAAAAAAAAAAAAAAAQAQAAGRycy9kb3ducmV2Lnht&#10;bFBLBQYAAAAABAAEAPMAAABKBQAAAAA=&#10;" fillcolor="silver" stroked="f"/>
          </w:pict>
        </mc:Fallback>
      </mc:AlternateContent>
    </w:r>
  </w:p>
  <w:p w14:paraId="0D8ADE36" w14:textId="03281D7A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1EFA6686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117796D4" w:rsidR="00AD30BB" w:rsidRDefault="000C7B48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B532EC6" wp14:editId="695EF84E">
              <wp:simplePos x="0" y="0"/>
              <wp:positionH relativeFrom="column">
                <wp:posOffset>5530025</wp:posOffset>
              </wp:positionH>
              <wp:positionV relativeFrom="paragraph">
                <wp:posOffset>4445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84C51B" w14:textId="77777777" w:rsidR="000C7B48" w:rsidRDefault="000C7B48" w:rsidP="000C7B48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658A75AC" w14:textId="77777777" w:rsidR="000C7B48" w:rsidRDefault="000C7B48" w:rsidP="000C7B48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0BD131A9" w14:textId="77777777" w:rsidR="000C7B48" w:rsidRDefault="000C7B48" w:rsidP="000C7B48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532EC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5.45pt;margin-top:.3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" filled="f" stroked="f">
              <v:textbox inset="2mm">
                <w:txbxContent>
                  <w:p w14:paraId="2984C51B" w14:textId="77777777" w:rsidR="000C7B48" w:rsidRDefault="000C7B48" w:rsidP="000C7B48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658A75AC" w14:textId="77777777" w:rsidR="000C7B48" w:rsidRDefault="000C7B48" w:rsidP="000C7B48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0BD131A9" w14:textId="77777777" w:rsidR="000C7B48" w:rsidRDefault="000C7B48" w:rsidP="000C7B48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340084177">
    <w:abstractNumId w:val="4"/>
  </w:num>
  <w:num w:numId="2" w16cid:durableId="703141570">
    <w:abstractNumId w:val="26"/>
  </w:num>
  <w:num w:numId="3" w16cid:durableId="1847862703">
    <w:abstractNumId w:val="15"/>
  </w:num>
  <w:num w:numId="4" w16cid:durableId="64837203">
    <w:abstractNumId w:val="10"/>
  </w:num>
  <w:num w:numId="5" w16cid:durableId="1084455576">
    <w:abstractNumId w:val="1"/>
  </w:num>
  <w:num w:numId="6" w16cid:durableId="1270237419">
    <w:abstractNumId w:val="12"/>
  </w:num>
  <w:num w:numId="7" w16cid:durableId="539785507">
    <w:abstractNumId w:val="19"/>
  </w:num>
  <w:num w:numId="8" w16cid:durableId="473260197">
    <w:abstractNumId w:val="17"/>
  </w:num>
  <w:num w:numId="9" w16cid:durableId="1144199050">
    <w:abstractNumId w:val="23"/>
  </w:num>
  <w:num w:numId="10" w16cid:durableId="1830906550">
    <w:abstractNumId w:val="7"/>
  </w:num>
  <w:num w:numId="11" w16cid:durableId="281696155">
    <w:abstractNumId w:val="13"/>
  </w:num>
  <w:num w:numId="12" w16cid:durableId="1885209433">
    <w:abstractNumId w:val="18"/>
  </w:num>
  <w:num w:numId="13" w16cid:durableId="1267351042">
    <w:abstractNumId w:val="2"/>
  </w:num>
  <w:num w:numId="14" w16cid:durableId="1967001549">
    <w:abstractNumId w:val="8"/>
  </w:num>
  <w:num w:numId="15" w16cid:durableId="1567763119">
    <w:abstractNumId w:val="5"/>
  </w:num>
  <w:num w:numId="16" w16cid:durableId="1022822869">
    <w:abstractNumId w:val="24"/>
  </w:num>
  <w:num w:numId="17" w16cid:durableId="2065908327">
    <w:abstractNumId w:val="6"/>
  </w:num>
  <w:num w:numId="18" w16cid:durableId="1494762794">
    <w:abstractNumId w:val="0"/>
  </w:num>
  <w:num w:numId="19" w16cid:durableId="2110077504">
    <w:abstractNumId w:val="14"/>
  </w:num>
  <w:num w:numId="20" w16cid:durableId="1225720277">
    <w:abstractNumId w:val="25"/>
  </w:num>
  <w:num w:numId="21" w16cid:durableId="1581057927">
    <w:abstractNumId w:val="3"/>
  </w:num>
  <w:num w:numId="22" w16cid:durableId="138423387">
    <w:abstractNumId w:val="16"/>
  </w:num>
  <w:num w:numId="23" w16cid:durableId="484666431">
    <w:abstractNumId w:val="20"/>
  </w:num>
  <w:num w:numId="24" w16cid:durableId="89283107">
    <w:abstractNumId w:val="9"/>
  </w:num>
  <w:num w:numId="25" w16cid:durableId="1839617125">
    <w:abstractNumId w:val="22"/>
  </w:num>
  <w:num w:numId="26" w16cid:durableId="225265185">
    <w:abstractNumId w:val="11"/>
  </w:num>
  <w:num w:numId="27" w16cid:durableId="668604845">
    <w:abstractNumId w:val="27"/>
  </w:num>
  <w:num w:numId="28" w16cid:durableId="8635977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C7B48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005E5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37BFC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53E1"/>
    <w:rsid w:val="005A11A5"/>
    <w:rsid w:val="005A519F"/>
    <w:rsid w:val="005E2679"/>
    <w:rsid w:val="00622EB0"/>
    <w:rsid w:val="006404FF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2172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5674D"/>
    <w:rsid w:val="00BB0B2A"/>
    <w:rsid w:val="00BC2820"/>
    <w:rsid w:val="00BC2A98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C304B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2005E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2005E5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2005E5"/>
    <w:pPr>
      <w:keepLines/>
      <w:numPr>
        <w:numId w:val="28"/>
      </w:numPr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  <w:style w:type="paragraph" w:styleId="Sinespaciado">
    <w:name w:val="No Spacing"/>
    <w:uiPriority w:val="1"/>
    <w:qFormat/>
    <w:rsid w:val="000C7B48"/>
  </w:style>
  <w:style w:type="paragraph" w:customStyle="1" w:styleId="Estilo1">
    <w:name w:val="Estilo1"/>
    <w:basedOn w:val="Normal"/>
    <w:link w:val="Estilo1Car"/>
    <w:qFormat/>
    <w:rsid w:val="000C7B48"/>
    <w:pPr>
      <w:autoSpaceDE w:val="0"/>
      <w:autoSpaceDN w:val="0"/>
      <w:adjustRightInd w:val="0"/>
      <w:spacing w:before="120" w:after="120" w:line="288" w:lineRule="auto"/>
      <w:jc w:val="both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Estilo1Car">
    <w:name w:val="Estilo1 Car"/>
    <w:basedOn w:val="Fuentedeprrafopredeter"/>
    <w:link w:val="Estilo1"/>
    <w:rsid w:val="000C7B48"/>
    <w:rPr>
      <w:rFonts w:ascii="Arial" w:hAnsi="Arial" w:cs="Arial"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6" ma:contentTypeDescription="Create a new document." ma:contentTypeScope="" ma:versionID="019cef85ac8528aff5e076e6fbb5f45d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c3789727df231e46493b10968444a080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93A3D7-648E-4BA8-AB5B-C9903F5BE03C}"/>
</file>

<file path=customXml/itemProps2.xml><?xml version="1.0" encoding="utf-8"?>
<ds:datastoreItem xmlns:ds="http://schemas.openxmlformats.org/officeDocument/2006/customXml" ds:itemID="{4FBD70AD-345A-4E65-AF18-93A47BB8960D}"/>
</file>

<file path=customXml/itemProps3.xml><?xml version="1.0" encoding="utf-8"?>
<ds:datastoreItem xmlns:ds="http://schemas.openxmlformats.org/officeDocument/2006/customXml" ds:itemID="{9BCC30FD-F66D-4789-A0B0-635DEBAE60FD}"/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7</TotalTime>
  <Pages>1</Pages>
  <Words>388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2517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5</cp:revision>
  <cp:lastPrinted>2022-03-16T11:46:00Z</cp:lastPrinted>
  <dcterms:created xsi:type="dcterms:W3CDTF">2022-04-12T07:19:00Z</dcterms:created>
  <dcterms:modified xsi:type="dcterms:W3CDTF">2022-09-22T09:37:00Z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