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F38B" w14:textId="77777777" w:rsidR="006C49A0" w:rsidRPr="00CE1737" w:rsidRDefault="006C49A0" w:rsidP="00921B72">
      <w:pPr>
        <w:pStyle w:val="Textoindependiente2"/>
        <w:spacing w:after="0" w:line="240" w:lineRule="auto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B50FDCF" w14:textId="77777777" w:rsidR="005C2D3A" w:rsidRPr="00D91EDF" w:rsidRDefault="005C2D3A" w:rsidP="00D91EDF">
      <w:pPr>
        <w:pStyle w:val="Textoindependiente2"/>
        <w:spacing w:after="0" w:line="276" w:lineRule="auto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Toc125549863"/>
      <w:bookmarkStart w:id="1" w:name="_Toc133331613"/>
      <w:r w:rsidRPr="00D91ED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ANEXO 1: </w:t>
      </w:r>
      <w:r w:rsidRPr="00D91EDF">
        <w:rPr>
          <w:rFonts w:ascii="Arial" w:hAnsi="Arial" w:cs="Arial"/>
          <w:b/>
          <w:bCs/>
          <w:sz w:val="22"/>
          <w:szCs w:val="22"/>
          <w:u w:val="single"/>
        </w:rPr>
        <w:t>MODELO DE DECLARACIÓN RESPONSABLE COMPLEMENTARIA AL DEUC.</w:t>
      </w:r>
      <w:bookmarkEnd w:id="0"/>
      <w:bookmarkEnd w:id="1"/>
    </w:p>
    <w:p w14:paraId="2D25D108" w14:textId="77777777" w:rsidR="005C2D3A" w:rsidRDefault="005C2D3A" w:rsidP="00D91EDF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65EAB14D" w14:textId="77777777" w:rsidR="00EA5B8E" w:rsidRPr="00D91EDF" w:rsidRDefault="00EA5B8E" w:rsidP="00D91EDF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6216412F" w14:textId="51C8C032" w:rsidR="001402CD" w:rsidRPr="00D91EDF" w:rsidRDefault="005C2D3A" w:rsidP="00D91ED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D./</w:t>
      </w:r>
      <w:proofErr w:type="spellStart"/>
      <w:r w:rsidRPr="00D91EDF">
        <w:rPr>
          <w:rFonts w:ascii="Arial" w:hAnsi="Arial" w:cs="Arial"/>
          <w:sz w:val="22"/>
          <w:szCs w:val="22"/>
        </w:rPr>
        <w:t>Dña</w:t>
      </w:r>
      <w:proofErr w:type="spellEnd"/>
      <w:r w:rsidRPr="00D91EDF">
        <w:rPr>
          <w:rFonts w:ascii="Arial" w:hAnsi="Arial" w:cs="Arial"/>
          <w:sz w:val="22"/>
          <w:szCs w:val="22"/>
        </w:rPr>
        <w:t xml:space="preserve"> .....................................</w:t>
      </w:r>
      <w:r w:rsidR="00757F3C" w:rsidRPr="00D91EDF">
        <w:rPr>
          <w:rFonts w:ascii="Arial" w:hAnsi="Arial" w:cs="Arial"/>
          <w:sz w:val="22"/>
          <w:szCs w:val="22"/>
        </w:rPr>
        <w:t>...............................</w:t>
      </w:r>
      <w:r w:rsidRPr="00D91EDF">
        <w:rPr>
          <w:rFonts w:ascii="Arial" w:hAnsi="Arial" w:cs="Arial"/>
          <w:sz w:val="22"/>
          <w:szCs w:val="22"/>
        </w:rPr>
        <w:t>................., con DNI</w:t>
      </w:r>
      <w:r w:rsidR="00757F3C" w:rsidRPr="00D91EDF">
        <w:rPr>
          <w:rFonts w:ascii="Arial" w:hAnsi="Arial" w:cs="Arial"/>
          <w:sz w:val="22"/>
          <w:szCs w:val="22"/>
        </w:rPr>
        <w:t xml:space="preserve">, documento equivalente o pasaporte </w:t>
      </w:r>
      <w:proofErr w:type="spellStart"/>
      <w:r w:rsidR="00757F3C" w:rsidRPr="00D91EDF">
        <w:rPr>
          <w:rFonts w:ascii="Arial" w:hAnsi="Arial" w:cs="Arial"/>
          <w:sz w:val="22"/>
          <w:szCs w:val="22"/>
        </w:rPr>
        <w:t>nº</w:t>
      </w:r>
      <w:proofErr w:type="spellEnd"/>
      <w:r w:rsidRPr="00D91EDF">
        <w:rPr>
          <w:rFonts w:ascii="Arial" w:hAnsi="Arial" w:cs="Arial"/>
          <w:sz w:val="22"/>
          <w:szCs w:val="22"/>
        </w:rPr>
        <w:t xml:space="preserve">................................... </w:t>
      </w:r>
      <w:r w:rsidR="009E333F" w:rsidRPr="00D91EDF">
        <w:rPr>
          <w:rFonts w:ascii="Arial" w:hAnsi="Arial" w:cs="Arial"/>
          <w:sz w:val="22"/>
          <w:szCs w:val="22"/>
        </w:rPr>
        <w:t xml:space="preserve">actuando </w:t>
      </w:r>
      <w:r w:rsidRPr="00D91EDF">
        <w:rPr>
          <w:rFonts w:ascii="Arial" w:hAnsi="Arial" w:cs="Arial"/>
          <w:sz w:val="22"/>
          <w:szCs w:val="22"/>
        </w:rPr>
        <w:t xml:space="preserve">en nombre </w:t>
      </w:r>
      <w:r w:rsidR="0080169A" w:rsidRPr="00D91EDF">
        <w:rPr>
          <w:rFonts w:ascii="Arial" w:hAnsi="Arial" w:cs="Arial"/>
          <w:sz w:val="22"/>
          <w:szCs w:val="22"/>
        </w:rPr>
        <w:t>propio/ en representación de</w:t>
      </w:r>
      <w:r w:rsidR="009E333F" w:rsidRPr="00D91EDF">
        <w:rPr>
          <w:rFonts w:ascii="Arial" w:hAnsi="Arial" w:cs="Arial"/>
          <w:sz w:val="22"/>
          <w:szCs w:val="22"/>
        </w:rPr>
        <w:t xml:space="preserve"> (el licitador)</w:t>
      </w:r>
      <w:r w:rsidR="00236857" w:rsidRPr="00D91EDF">
        <w:rPr>
          <w:rFonts w:ascii="Arial" w:hAnsi="Arial" w:cs="Arial"/>
          <w:sz w:val="22"/>
          <w:szCs w:val="22"/>
        </w:rPr>
        <w:t xml:space="preserve"> </w:t>
      </w:r>
      <w:r w:rsidRPr="00D91EDF">
        <w:rPr>
          <w:rFonts w:ascii="Arial" w:hAnsi="Arial" w:cs="Arial"/>
          <w:sz w:val="22"/>
          <w:szCs w:val="22"/>
        </w:rPr>
        <w:t>.............................................</w:t>
      </w:r>
      <w:r w:rsidR="009E333F" w:rsidRPr="00D91EDF">
        <w:rPr>
          <w:rFonts w:ascii="Arial" w:hAnsi="Arial" w:cs="Arial"/>
          <w:sz w:val="22"/>
          <w:szCs w:val="22"/>
        </w:rPr>
        <w:t>..................................................</w:t>
      </w:r>
      <w:r w:rsidRPr="00D91EDF">
        <w:rPr>
          <w:rFonts w:ascii="Arial" w:hAnsi="Arial" w:cs="Arial"/>
          <w:sz w:val="22"/>
          <w:szCs w:val="22"/>
        </w:rPr>
        <w:t>..........</w:t>
      </w:r>
      <w:r w:rsidR="00157C66" w:rsidRPr="00D91EDF">
        <w:rPr>
          <w:rFonts w:ascii="Arial" w:hAnsi="Arial" w:cs="Arial"/>
          <w:sz w:val="22"/>
          <w:szCs w:val="22"/>
        </w:rPr>
        <w:t>...........................................</w:t>
      </w:r>
      <w:r w:rsidRPr="00D91EDF">
        <w:rPr>
          <w:rFonts w:ascii="Arial" w:hAnsi="Arial" w:cs="Arial"/>
          <w:sz w:val="22"/>
          <w:szCs w:val="22"/>
        </w:rPr>
        <w:t xml:space="preserve">... </w:t>
      </w:r>
      <w:r w:rsidR="00157C66" w:rsidRPr="00D91EDF">
        <w:rPr>
          <w:rFonts w:ascii="Arial" w:hAnsi="Arial" w:cs="Arial"/>
          <w:sz w:val="22"/>
          <w:szCs w:val="22"/>
        </w:rPr>
        <w:t>con N</w:t>
      </w:r>
      <w:r w:rsidR="00A52371" w:rsidRPr="00D91EDF">
        <w:rPr>
          <w:rFonts w:ascii="Arial" w:hAnsi="Arial" w:cs="Arial"/>
          <w:sz w:val="22"/>
          <w:szCs w:val="22"/>
        </w:rPr>
        <w:t>.</w:t>
      </w:r>
      <w:r w:rsidR="00157C66" w:rsidRPr="00D91EDF">
        <w:rPr>
          <w:rFonts w:ascii="Arial" w:hAnsi="Arial" w:cs="Arial"/>
          <w:sz w:val="22"/>
          <w:szCs w:val="22"/>
        </w:rPr>
        <w:t>I</w:t>
      </w:r>
      <w:r w:rsidR="00A52371" w:rsidRPr="00D91EDF">
        <w:rPr>
          <w:rFonts w:ascii="Arial" w:hAnsi="Arial" w:cs="Arial"/>
          <w:sz w:val="22"/>
          <w:szCs w:val="22"/>
        </w:rPr>
        <w:t>.</w:t>
      </w:r>
      <w:r w:rsidR="00157C66" w:rsidRPr="00D91EDF">
        <w:rPr>
          <w:rFonts w:ascii="Arial" w:hAnsi="Arial" w:cs="Arial"/>
          <w:sz w:val="22"/>
          <w:szCs w:val="22"/>
        </w:rPr>
        <w:t>F</w:t>
      </w:r>
      <w:r w:rsidR="00A52371" w:rsidRPr="00D91EDF">
        <w:rPr>
          <w:rFonts w:ascii="Arial" w:hAnsi="Arial" w:cs="Arial"/>
          <w:sz w:val="22"/>
          <w:szCs w:val="22"/>
        </w:rPr>
        <w:t xml:space="preserve">. ………………, </w:t>
      </w:r>
      <w:r w:rsidRPr="00D91EDF">
        <w:rPr>
          <w:rFonts w:ascii="Arial" w:hAnsi="Arial" w:cs="Arial"/>
          <w:sz w:val="22"/>
          <w:szCs w:val="22"/>
        </w:rPr>
        <w:t xml:space="preserve">con domicilio </w:t>
      </w:r>
      <w:r w:rsidR="00A52371" w:rsidRPr="00D91EDF">
        <w:rPr>
          <w:rFonts w:ascii="Arial" w:hAnsi="Arial" w:cs="Arial"/>
          <w:sz w:val="22"/>
          <w:szCs w:val="22"/>
        </w:rPr>
        <w:t xml:space="preserve">(del licitador) </w:t>
      </w:r>
      <w:r w:rsidRPr="00D91EDF">
        <w:rPr>
          <w:rFonts w:ascii="Arial" w:hAnsi="Arial" w:cs="Arial"/>
          <w:sz w:val="22"/>
          <w:szCs w:val="22"/>
        </w:rPr>
        <w:t xml:space="preserve">en </w:t>
      </w:r>
      <w:r w:rsidR="0081546A" w:rsidRPr="00D91EDF">
        <w:rPr>
          <w:rFonts w:ascii="Arial" w:hAnsi="Arial" w:cs="Arial"/>
          <w:sz w:val="22"/>
          <w:szCs w:val="22"/>
        </w:rPr>
        <w:t xml:space="preserve">(calle / plaza / </w:t>
      </w:r>
      <w:proofErr w:type="spellStart"/>
      <w:r w:rsidR="0081546A" w:rsidRPr="00D91EDF">
        <w:rPr>
          <w:rFonts w:ascii="Arial" w:hAnsi="Arial" w:cs="Arial"/>
          <w:sz w:val="22"/>
          <w:szCs w:val="22"/>
        </w:rPr>
        <w:t>etc</w:t>
      </w:r>
      <w:proofErr w:type="spellEnd"/>
      <w:r w:rsidR="0081546A" w:rsidRPr="00D91EDF">
        <w:rPr>
          <w:rFonts w:ascii="Arial" w:hAnsi="Arial" w:cs="Arial"/>
          <w:sz w:val="22"/>
          <w:szCs w:val="22"/>
        </w:rPr>
        <w:t>)</w:t>
      </w:r>
      <w:r w:rsidR="00F50AD4" w:rsidRPr="00D91EDF">
        <w:rPr>
          <w:rFonts w:ascii="Arial" w:hAnsi="Arial" w:cs="Arial"/>
          <w:sz w:val="22"/>
          <w:szCs w:val="22"/>
        </w:rPr>
        <w:t xml:space="preserve"> ……………………………………………</w:t>
      </w:r>
      <w:r w:rsidRPr="00D91EDF">
        <w:rPr>
          <w:rFonts w:ascii="Arial" w:hAnsi="Arial" w:cs="Arial"/>
          <w:sz w:val="22"/>
          <w:szCs w:val="22"/>
        </w:rPr>
        <w:t>.............................................</w:t>
      </w:r>
      <w:r w:rsidR="00F50AD4" w:rsidRPr="00D91ED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50AD4" w:rsidRPr="00D91EDF">
        <w:rPr>
          <w:rFonts w:ascii="Arial" w:hAnsi="Arial" w:cs="Arial"/>
          <w:sz w:val="22"/>
          <w:szCs w:val="22"/>
        </w:rPr>
        <w:t>nº</w:t>
      </w:r>
      <w:proofErr w:type="spellEnd"/>
      <w:r w:rsidR="00F50AD4" w:rsidRPr="00D91EDF">
        <w:rPr>
          <w:rFonts w:ascii="Arial" w:hAnsi="Arial" w:cs="Arial"/>
          <w:sz w:val="22"/>
          <w:szCs w:val="22"/>
        </w:rPr>
        <w:t xml:space="preserve"> …….., población</w:t>
      </w:r>
      <w:r w:rsidR="00E82102" w:rsidRPr="00D91EDF">
        <w:rPr>
          <w:rFonts w:ascii="Arial" w:hAnsi="Arial" w:cs="Arial"/>
          <w:sz w:val="22"/>
          <w:szCs w:val="22"/>
        </w:rPr>
        <w:t xml:space="preserve">: ………………………………………………….., </w:t>
      </w:r>
      <w:r w:rsidRPr="00D91EDF">
        <w:rPr>
          <w:rFonts w:ascii="Arial" w:hAnsi="Arial" w:cs="Arial"/>
          <w:sz w:val="22"/>
          <w:szCs w:val="22"/>
        </w:rPr>
        <w:t xml:space="preserve"> provincia de .....</w:t>
      </w:r>
      <w:r w:rsidR="00E82102" w:rsidRPr="00D91EDF">
        <w:rPr>
          <w:rFonts w:ascii="Arial" w:hAnsi="Arial" w:cs="Arial"/>
          <w:sz w:val="22"/>
          <w:szCs w:val="22"/>
        </w:rPr>
        <w:t>...........................</w:t>
      </w:r>
      <w:r w:rsidRPr="00D91EDF">
        <w:rPr>
          <w:rFonts w:ascii="Arial" w:hAnsi="Arial" w:cs="Arial"/>
          <w:sz w:val="22"/>
          <w:szCs w:val="22"/>
        </w:rPr>
        <w:t xml:space="preserve">........, </w:t>
      </w:r>
      <w:r w:rsidR="00644E78" w:rsidRPr="00D91EDF">
        <w:rPr>
          <w:rFonts w:ascii="Arial" w:hAnsi="Arial" w:cs="Arial"/>
          <w:sz w:val="22"/>
          <w:szCs w:val="22"/>
        </w:rPr>
        <w:t>y código postal ……….., en relación con el expediente de contratación</w:t>
      </w:r>
      <w:r w:rsidR="00F16E91">
        <w:rPr>
          <w:rFonts w:ascii="Arial" w:hAnsi="Arial" w:cs="Arial"/>
          <w:sz w:val="22"/>
          <w:szCs w:val="22"/>
        </w:rPr>
        <w:t xml:space="preserve"> </w:t>
      </w:r>
      <w:r w:rsidR="00BC304E" w:rsidRPr="00BC304E">
        <w:rPr>
          <w:rFonts w:ascii="Arial" w:hAnsi="Arial" w:cs="Arial"/>
          <w:sz w:val="22"/>
          <w:szCs w:val="22"/>
        </w:rPr>
        <w:t>de los SERVICIOS NECESARIOS PARA REALIZAR TRABAJOS Y ACCIONES EN EL ÁMBITO DEL MARKETING Y LA VENTA DE PRODUCTOS Y SERVICIOS CARTOGRÁFICOS, COMERCIALIZADOS POR EL CENTRO NACIONAL DE INFORMACIÓN GEOGRÁFICA (CNIG)</w:t>
      </w:r>
      <w:r w:rsidR="00BC304E">
        <w:rPr>
          <w:rFonts w:ascii="Arial" w:hAnsi="Arial" w:cs="Arial"/>
          <w:sz w:val="22"/>
          <w:szCs w:val="22"/>
        </w:rPr>
        <w:t>,</w:t>
      </w:r>
      <w:r w:rsidR="002D2343" w:rsidRPr="00D91EDF">
        <w:rPr>
          <w:rFonts w:ascii="Arial" w:hAnsi="Arial" w:cs="Arial"/>
          <w:sz w:val="22"/>
          <w:szCs w:val="22"/>
        </w:rPr>
        <w:t xml:space="preserve"> y de conformidad con lo dispuesto en el pliego de cláusulas administrativas particulares:</w:t>
      </w:r>
    </w:p>
    <w:p w14:paraId="1ED0E9CA" w14:textId="1795A4DB" w:rsidR="005C2D3A" w:rsidRPr="00D91EDF" w:rsidRDefault="001402CD" w:rsidP="00D91EDF">
      <w:pPr>
        <w:pStyle w:val="Prrafo"/>
        <w:tabs>
          <w:tab w:val="left" w:pos="8789"/>
        </w:tabs>
        <w:spacing w:before="240" w:line="276" w:lineRule="auto"/>
        <w:jc w:val="center"/>
        <w:rPr>
          <w:rFonts w:cs="Arial"/>
          <w:b/>
          <w:bCs/>
          <w:szCs w:val="22"/>
        </w:rPr>
      </w:pPr>
      <w:r w:rsidRPr="00D91EDF">
        <w:rPr>
          <w:rFonts w:cs="Arial"/>
          <w:b/>
          <w:bCs/>
          <w:szCs w:val="22"/>
        </w:rPr>
        <w:t>DECLARA RESPONSABLEMENTE:</w:t>
      </w:r>
    </w:p>
    <w:p w14:paraId="203FF9E9" w14:textId="2C41EFA1" w:rsidR="008E2897" w:rsidRPr="00D91EDF" w:rsidRDefault="008C0C3B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ind w:left="357" w:hanging="357"/>
        <w:rPr>
          <w:rFonts w:cs="Arial"/>
          <w:szCs w:val="22"/>
        </w:rPr>
      </w:pPr>
      <w:r>
        <w:rPr>
          <w:rFonts w:cs="Arial"/>
          <w:szCs w:val="22"/>
        </w:rPr>
        <w:t>Q</w:t>
      </w:r>
      <w:r w:rsidR="00AF24A7" w:rsidRPr="00D91EDF">
        <w:rPr>
          <w:rFonts w:cs="Arial"/>
          <w:szCs w:val="22"/>
        </w:rPr>
        <w:t>ue la empresa cuenta con las habilitaciones y autorizaciones necesarias para ejercer la actividad objeto de este contrato requeridas en el apartado II.3 del Cuadro de Características.</w:t>
      </w:r>
    </w:p>
    <w:p w14:paraId="1BF1DA2A" w14:textId="77777777" w:rsidR="004A34AE" w:rsidRDefault="001E6A3C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ind w:left="357" w:hanging="357"/>
        <w:rPr>
          <w:rFonts w:cs="Arial"/>
          <w:szCs w:val="22"/>
        </w:rPr>
      </w:pPr>
      <w:r w:rsidRPr="00D91EDF">
        <w:rPr>
          <w:rFonts w:cs="Arial"/>
          <w:szCs w:val="22"/>
        </w:rPr>
        <w:t>Que se compromete a cumplir todas las condiciones especiales de ejecución establecidas en el apartado IV.3 del Cuadro de Características.</w:t>
      </w:r>
      <w:r w:rsidR="008E2897" w:rsidRPr="00D91EDF">
        <w:rPr>
          <w:rFonts w:cs="Arial"/>
          <w:szCs w:val="22"/>
        </w:rPr>
        <w:t xml:space="preserve"> </w:t>
      </w:r>
    </w:p>
    <w:p w14:paraId="301520A4" w14:textId="03462F41" w:rsidR="00665297" w:rsidRPr="00D91EDF" w:rsidRDefault="00455DB5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ind w:left="357" w:hanging="357"/>
        <w:rPr>
          <w:rFonts w:cs="Arial"/>
          <w:szCs w:val="22"/>
        </w:rPr>
      </w:pPr>
      <w:r>
        <w:rPr>
          <w:rFonts w:cs="Arial"/>
          <w:szCs w:val="22"/>
        </w:rPr>
        <w:t>Que se compromete a adscribir los medios exigidos en el apartado II.3 del Cuadro de características</w:t>
      </w:r>
      <w:r w:rsidR="005F6546">
        <w:rPr>
          <w:rFonts w:cs="Arial"/>
          <w:szCs w:val="22"/>
        </w:rPr>
        <w:t>.</w:t>
      </w:r>
    </w:p>
    <w:p w14:paraId="68E6DEF7" w14:textId="77777777" w:rsidR="004A34AE" w:rsidRPr="00D91EDF" w:rsidRDefault="008E2897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ind w:left="357" w:hanging="357"/>
        <w:rPr>
          <w:rFonts w:cs="Arial"/>
          <w:szCs w:val="22"/>
        </w:rPr>
      </w:pPr>
      <w:r w:rsidRPr="00D91EDF">
        <w:rPr>
          <w:rFonts w:cs="Arial"/>
          <w:szCs w:val="22"/>
        </w:rPr>
        <w:t>Que ni el firmante de la declaración, ni la persona física/jurídica a la que representa, ni ninguno de sus administradores o representantes se hallan incursos en supuesto alguno de prohibición de contratar a los que se refiere el artículo 71 de la LCSP.</w:t>
      </w:r>
      <w:r w:rsidR="004A34AE" w:rsidRPr="00D91EDF">
        <w:rPr>
          <w:rFonts w:cs="Arial"/>
          <w:szCs w:val="22"/>
        </w:rPr>
        <w:t xml:space="preserve"> </w:t>
      </w:r>
    </w:p>
    <w:p w14:paraId="7B42FE5B" w14:textId="77777777" w:rsidR="002E7B27" w:rsidRPr="00D91EDF" w:rsidRDefault="004A34AE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ind w:left="357" w:hanging="357"/>
        <w:rPr>
          <w:rFonts w:cs="Arial"/>
          <w:szCs w:val="22"/>
        </w:rPr>
      </w:pPr>
      <w:r w:rsidRPr="00D91EDF">
        <w:rPr>
          <w:rFonts w:cs="Arial"/>
          <w:szCs w:val="22"/>
        </w:rPr>
        <w:t>(En el caso de que el licitador sea extranjero) Que se somete a la jurisdicción de los juzgados y tribunales españoles, con renuncia al fuero extranjero que pudiera corresponderle.</w:t>
      </w:r>
    </w:p>
    <w:p w14:paraId="20335706" w14:textId="3BDBD339" w:rsidR="001E6A3C" w:rsidRPr="00D91EDF" w:rsidRDefault="002E7B27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ind w:left="357" w:hanging="357"/>
        <w:rPr>
          <w:rFonts w:cs="Arial"/>
          <w:szCs w:val="22"/>
        </w:rPr>
      </w:pPr>
      <w:r w:rsidRPr="00D91EDF">
        <w:rPr>
          <w:rFonts w:cs="Arial"/>
          <w:szCs w:val="22"/>
        </w:rPr>
        <w:t>Que (señalar una de las opciones):</w:t>
      </w:r>
    </w:p>
    <w:p w14:paraId="468B8DAC" w14:textId="701C0DE3" w:rsidR="00D53918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271784724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7F09DE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D53918" w:rsidRPr="00D91EDF">
        <w:rPr>
          <w:rFonts w:ascii="Arial" w:hAnsi="Arial" w:cs="Arial"/>
          <w:color w:val="000000"/>
          <w:sz w:val="22"/>
          <w:szCs w:val="22"/>
        </w:rPr>
        <w:tab/>
      </w:r>
      <w:r w:rsidR="00D53918" w:rsidRPr="00D91EDF">
        <w:rPr>
          <w:rFonts w:ascii="Arial" w:hAnsi="Arial" w:cs="Arial"/>
          <w:i/>
          <w:iCs/>
          <w:sz w:val="22"/>
          <w:szCs w:val="22"/>
        </w:rPr>
        <w:t xml:space="preserve"> Que </w:t>
      </w:r>
      <w:r w:rsidR="00D53918" w:rsidRPr="00D91EDF">
        <w:rPr>
          <w:rFonts w:ascii="Arial" w:hAnsi="Arial" w:cs="Arial"/>
          <w:b/>
          <w:bCs/>
          <w:i/>
          <w:iCs/>
          <w:sz w:val="22"/>
          <w:szCs w:val="22"/>
        </w:rPr>
        <w:t xml:space="preserve">no </w:t>
      </w:r>
      <w:r w:rsidR="00D53918" w:rsidRPr="00D91EDF">
        <w:rPr>
          <w:rFonts w:ascii="Arial" w:hAnsi="Arial" w:cs="Arial"/>
          <w:i/>
          <w:iCs/>
          <w:sz w:val="22"/>
          <w:szCs w:val="22"/>
        </w:rPr>
        <w:t>pertenece a ningún grupo empresarial*.</w:t>
      </w:r>
    </w:p>
    <w:p w14:paraId="72C6CAEF" w14:textId="7416F2F2" w:rsidR="00D53918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342755436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7F09DE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D53918" w:rsidRPr="00D91EDF">
        <w:rPr>
          <w:rFonts w:ascii="Arial" w:hAnsi="Arial" w:cs="Arial"/>
          <w:color w:val="000000"/>
          <w:sz w:val="22"/>
          <w:szCs w:val="22"/>
        </w:rPr>
        <w:tab/>
      </w:r>
      <w:r w:rsidR="00D53918" w:rsidRPr="00D91EDF">
        <w:rPr>
          <w:rFonts w:ascii="Arial" w:hAnsi="Arial" w:cs="Arial"/>
          <w:i/>
          <w:iCs/>
          <w:sz w:val="22"/>
          <w:szCs w:val="22"/>
        </w:rPr>
        <w:t xml:space="preserve"> Que </w:t>
      </w:r>
      <w:r w:rsidR="00D53918" w:rsidRPr="00D91EDF">
        <w:rPr>
          <w:rFonts w:ascii="Arial" w:hAnsi="Arial" w:cs="Arial"/>
          <w:b/>
          <w:bCs/>
          <w:i/>
          <w:iCs/>
          <w:sz w:val="22"/>
          <w:szCs w:val="22"/>
        </w:rPr>
        <w:t xml:space="preserve">no presenta oferta ninguna otra empresa perteneciente al mismo grupo </w:t>
      </w:r>
      <w:r w:rsidR="00D53918" w:rsidRPr="00D91EDF">
        <w:rPr>
          <w:rFonts w:ascii="Arial" w:hAnsi="Arial" w:cs="Arial"/>
          <w:i/>
          <w:iCs/>
          <w:sz w:val="22"/>
          <w:szCs w:val="22"/>
        </w:rPr>
        <w:t>empresarial</w:t>
      </w:r>
    </w:p>
    <w:p w14:paraId="3C2BDDA4" w14:textId="4BECAD78" w:rsidR="007F09DE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1693183572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7F09DE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7F09DE" w:rsidRPr="00D91EDF">
        <w:rPr>
          <w:rFonts w:ascii="Arial" w:hAnsi="Arial" w:cs="Arial"/>
          <w:color w:val="000000"/>
          <w:sz w:val="22"/>
          <w:szCs w:val="22"/>
        </w:rPr>
        <w:tab/>
      </w:r>
      <w:r w:rsidR="007F09DE" w:rsidRPr="00D91EDF">
        <w:rPr>
          <w:rFonts w:ascii="Arial" w:hAnsi="Arial" w:cs="Arial"/>
          <w:i/>
          <w:iCs/>
          <w:sz w:val="22"/>
          <w:szCs w:val="22"/>
        </w:rPr>
        <w:t xml:space="preserve"> </w:t>
      </w:r>
      <w:r w:rsidR="00D53918" w:rsidRPr="00D91EDF">
        <w:rPr>
          <w:rFonts w:ascii="Arial" w:hAnsi="Arial" w:cs="Arial"/>
          <w:i/>
          <w:iCs/>
          <w:sz w:val="22"/>
          <w:szCs w:val="22"/>
        </w:rPr>
        <w:t xml:space="preserve">Que </w:t>
      </w:r>
      <w:r w:rsidR="00D53918" w:rsidRPr="00D91EDF">
        <w:rPr>
          <w:rFonts w:ascii="Arial" w:hAnsi="Arial" w:cs="Arial"/>
          <w:b/>
          <w:bCs/>
          <w:i/>
          <w:iCs/>
          <w:sz w:val="22"/>
          <w:szCs w:val="22"/>
        </w:rPr>
        <w:t xml:space="preserve">también presentan oferta </w:t>
      </w:r>
      <w:r w:rsidR="00D53918" w:rsidRPr="00D91EDF">
        <w:rPr>
          <w:rFonts w:ascii="Arial" w:hAnsi="Arial" w:cs="Arial"/>
          <w:i/>
          <w:iCs/>
          <w:sz w:val="22"/>
          <w:szCs w:val="22"/>
        </w:rPr>
        <w:t xml:space="preserve">la/s empresa/s </w:t>
      </w:r>
    </w:p>
    <w:p w14:paraId="51850B2F" w14:textId="77777777" w:rsidR="00D53918" w:rsidRPr="00D91EDF" w:rsidRDefault="00D53918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D91EDF">
        <w:rPr>
          <w:rFonts w:ascii="Arial" w:hAnsi="Arial" w:cs="Arial"/>
          <w:i/>
          <w:iCs/>
          <w:sz w:val="22"/>
          <w:szCs w:val="22"/>
        </w:rPr>
        <w:t>(indicar nombres) pertenecientes al mismo grupo empresarial,</w:t>
      </w:r>
    </w:p>
    <w:p w14:paraId="2CDB75FA" w14:textId="77777777" w:rsidR="00AB5EE7" w:rsidRPr="00D91EDF" w:rsidRDefault="00AB5EE7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</w:p>
    <w:p w14:paraId="780AEB07" w14:textId="77777777" w:rsidR="00D53918" w:rsidRPr="00D91EDF" w:rsidRDefault="00D53918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(*Se entiende por grupo empresarial el definido en el artículo 42.1 del Código de Comercio).</w:t>
      </w:r>
    </w:p>
    <w:p w14:paraId="2763C494" w14:textId="1CEFF0A8" w:rsidR="004E2795" w:rsidRPr="004E2795" w:rsidRDefault="00D53918" w:rsidP="004E6944">
      <w:pPr>
        <w:pStyle w:val="Prrafo"/>
        <w:keepNext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360" w:line="276" w:lineRule="auto"/>
        <w:rPr>
          <w:rFonts w:cs="Arial"/>
          <w:szCs w:val="22"/>
        </w:rPr>
      </w:pPr>
      <w:r w:rsidRPr="00D91EDF">
        <w:rPr>
          <w:rFonts w:cs="Arial"/>
          <w:szCs w:val="22"/>
        </w:rPr>
        <w:lastRenderedPageBreak/>
        <w:t>Que acepta recibir comunicaciones y notificaciones a través del sistema de comunicaciones por</w:t>
      </w:r>
      <w:r w:rsidR="00800C7C" w:rsidRPr="00D91EDF">
        <w:rPr>
          <w:rFonts w:cs="Arial"/>
          <w:szCs w:val="22"/>
        </w:rPr>
        <w:t xml:space="preserve"> </w:t>
      </w:r>
      <w:r w:rsidRPr="00D91EDF">
        <w:rPr>
          <w:rFonts w:cs="Arial"/>
          <w:szCs w:val="22"/>
        </w:rPr>
        <w:t>comparecencia electrónica de la Plataforma de Contratación del Sector Público, designando la</w:t>
      </w:r>
      <w:r w:rsidR="00800C7C" w:rsidRPr="00D91EDF">
        <w:rPr>
          <w:rFonts w:cs="Arial"/>
          <w:szCs w:val="22"/>
        </w:rPr>
        <w:t xml:space="preserve"> </w:t>
      </w:r>
      <w:r w:rsidRPr="00D91EDF">
        <w:rPr>
          <w:rFonts w:cs="Arial"/>
          <w:szCs w:val="22"/>
        </w:rPr>
        <w:t>dirección de correo electrónico para la recepción de los correspondientes avisos de</w:t>
      </w:r>
      <w:r w:rsidR="00800C7C" w:rsidRPr="00D91EDF">
        <w:rPr>
          <w:rFonts w:cs="Arial"/>
          <w:szCs w:val="22"/>
        </w:rPr>
        <w:t xml:space="preserve"> </w:t>
      </w:r>
      <w:r w:rsidRPr="00D91EDF">
        <w:rPr>
          <w:rFonts w:cs="Arial"/>
          <w:szCs w:val="22"/>
        </w:rPr>
        <w:t>comunicación y notificación que se efectúen</w:t>
      </w:r>
      <w:r w:rsidR="00B7123A" w:rsidRPr="00D91EDF">
        <w:rPr>
          <w:rFonts w:cs="Arial"/>
          <w:szCs w:val="22"/>
        </w:rPr>
        <w:t xml:space="preserve"> incluida en el punto 1</w:t>
      </w:r>
      <w:r w:rsidR="00533830">
        <w:rPr>
          <w:rFonts w:cs="Arial"/>
          <w:szCs w:val="22"/>
        </w:rPr>
        <w:t>6</w:t>
      </w:r>
      <w:r w:rsidR="00B7123A" w:rsidRPr="00D91EDF">
        <w:rPr>
          <w:rFonts w:cs="Arial"/>
          <w:szCs w:val="22"/>
        </w:rPr>
        <w:t xml:space="preserve"> de esta declaración.</w:t>
      </w:r>
    </w:p>
    <w:p w14:paraId="7339D9B4" w14:textId="46A7B485" w:rsidR="00AD7DD6" w:rsidRDefault="00D53918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Que, asimismo, ha registrado un usuario en la Plataforma de Contratación del Sector Público con</w:t>
      </w:r>
      <w:r w:rsidR="007D2A42" w:rsidRPr="00D91EDF">
        <w:rPr>
          <w:rFonts w:ascii="Arial" w:hAnsi="Arial" w:cs="Arial"/>
          <w:sz w:val="22"/>
          <w:szCs w:val="22"/>
        </w:rPr>
        <w:t xml:space="preserve"> </w:t>
      </w:r>
      <w:r w:rsidRPr="00D91EDF">
        <w:rPr>
          <w:rFonts w:ascii="Arial" w:hAnsi="Arial" w:cs="Arial"/>
          <w:sz w:val="22"/>
          <w:szCs w:val="22"/>
        </w:rPr>
        <w:t>la dirección de correo electrónico señalada y dispone de un certificado electrónico acepta</w:t>
      </w:r>
      <w:r w:rsidR="00AD7DD6" w:rsidRPr="00D91EDF">
        <w:rPr>
          <w:rFonts w:ascii="Arial" w:hAnsi="Arial" w:cs="Arial"/>
          <w:sz w:val="22"/>
          <w:szCs w:val="22"/>
        </w:rPr>
        <w:t>d</w:t>
      </w:r>
      <w:r w:rsidRPr="00D91EDF">
        <w:rPr>
          <w:rFonts w:ascii="Arial" w:hAnsi="Arial" w:cs="Arial"/>
          <w:sz w:val="22"/>
          <w:szCs w:val="22"/>
        </w:rPr>
        <w:t>o por</w:t>
      </w:r>
      <w:r w:rsidR="00AD7DD6" w:rsidRPr="00D91EDF">
        <w:rPr>
          <w:rFonts w:ascii="Arial" w:hAnsi="Arial" w:cs="Arial"/>
          <w:sz w:val="22"/>
          <w:szCs w:val="22"/>
        </w:rPr>
        <w:t xml:space="preserve"> </w:t>
      </w:r>
      <w:r w:rsidRPr="00D91EDF">
        <w:rPr>
          <w:rFonts w:ascii="Arial" w:hAnsi="Arial" w:cs="Arial"/>
          <w:sz w:val="22"/>
          <w:szCs w:val="22"/>
        </w:rPr>
        <w:t>la plataforma @firma para acceder al contenido de las comunicaciones y notificaciones electrónicas.</w:t>
      </w:r>
    </w:p>
    <w:p w14:paraId="6952CB2B" w14:textId="77777777" w:rsidR="004E2795" w:rsidRPr="004E2795" w:rsidRDefault="004E2795" w:rsidP="004E2795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519918A" w14:textId="398FBC11" w:rsidR="00D53918" w:rsidRPr="00D91EDF" w:rsidRDefault="00D53918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Que la empresa:</w:t>
      </w:r>
    </w:p>
    <w:p w14:paraId="771006FE" w14:textId="77777777" w:rsidR="00AD7DD6" w:rsidRPr="00D91EDF" w:rsidRDefault="00AD7DD6" w:rsidP="00D91EDF">
      <w:pPr>
        <w:pStyle w:val="Prrafodelist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F11C06" w14:textId="4AE0871A" w:rsidR="00D53918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83889563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BB28D4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BB28D4" w:rsidRPr="00D91EDF">
        <w:rPr>
          <w:rFonts w:ascii="Arial" w:hAnsi="Arial" w:cs="Arial"/>
          <w:color w:val="000000"/>
          <w:sz w:val="22"/>
          <w:szCs w:val="22"/>
        </w:rPr>
        <w:tab/>
      </w:r>
      <w:r w:rsidR="00BB28D4" w:rsidRPr="00D91EDF">
        <w:rPr>
          <w:rFonts w:ascii="Arial" w:hAnsi="Arial" w:cs="Arial"/>
          <w:i/>
          <w:iCs/>
          <w:sz w:val="22"/>
          <w:szCs w:val="22"/>
        </w:rPr>
        <w:t xml:space="preserve"> </w:t>
      </w:r>
      <w:r w:rsidR="00D53918" w:rsidRPr="00D91EDF">
        <w:rPr>
          <w:rFonts w:ascii="Arial" w:hAnsi="Arial" w:cs="Arial"/>
          <w:sz w:val="22"/>
          <w:szCs w:val="22"/>
        </w:rPr>
        <w:t>Está registra</w:t>
      </w:r>
      <w:r w:rsidR="00901C01" w:rsidRPr="00D91EDF">
        <w:rPr>
          <w:rFonts w:ascii="Arial" w:hAnsi="Arial" w:cs="Arial"/>
          <w:sz w:val="22"/>
          <w:szCs w:val="22"/>
        </w:rPr>
        <w:t>da</w:t>
      </w:r>
      <w:r w:rsidR="00D53918" w:rsidRPr="00D91EDF">
        <w:rPr>
          <w:rFonts w:ascii="Arial" w:hAnsi="Arial" w:cs="Arial"/>
          <w:sz w:val="22"/>
          <w:szCs w:val="22"/>
        </w:rPr>
        <w:t xml:space="preserve"> en el Registro Oficial de Licitadores y Empresas Clasificadas del Sector Público.</w:t>
      </w:r>
    </w:p>
    <w:p w14:paraId="5825D37D" w14:textId="77777777" w:rsidR="00653257" w:rsidRPr="00D91EDF" w:rsidRDefault="00653257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A2AFC7E" w14:textId="77777777" w:rsidR="00DA2985" w:rsidRDefault="00000000" w:rsidP="00980EE3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14999517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901C01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BB28D4" w:rsidRPr="00D91EDF">
        <w:rPr>
          <w:rFonts w:ascii="Arial" w:hAnsi="Arial" w:cs="Arial"/>
          <w:color w:val="000000"/>
          <w:sz w:val="22"/>
          <w:szCs w:val="22"/>
        </w:rPr>
        <w:tab/>
      </w:r>
      <w:r w:rsidR="00BB28D4" w:rsidRPr="00D91EDF">
        <w:rPr>
          <w:rFonts w:ascii="Arial" w:hAnsi="Arial" w:cs="Arial"/>
          <w:i/>
          <w:iCs/>
          <w:sz w:val="22"/>
          <w:szCs w:val="22"/>
        </w:rPr>
        <w:t xml:space="preserve"> </w:t>
      </w:r>
      <w:r w:rsidR="00D53918" w:rsidRPr="00D91EDF">
        <w:rPr>
          <w:rFonts w:ascii="Arial" w:hAnsi="Arial" w:cs="Arial"/>
          <w:sz w:val="22"/>
          <w:szCs w:val="22"/>
        </w:rPr>
        <w:t>Que ha presentado la solicitud de inscripción en el Registro Oficial de Licitadores y Empresas</w:t>
      </w:r>
      <w:r w:rsidR="00901C01" w:rsidRPr="00D91EDF">
        <w:rPr>
          <w:rFonts w:ascii="Arial" w:hAnsi="Arial" w:cs="Arial"/>
          <w:sz w:val="22"/>
          <w:szCs w:val="22"/>
        </w:rPr>
        <w:t xml:space="preserve"> </w:t>
      </w:r>
      <w:r w:rsidR="00D53918" w:rsidRPr="00D91EDF">
        <w:rPr>
          <w:rFonts w:ascii="Arial" w:hAnsi="Arial" w:cs="Arial"/>
          <w:sz w:val="22"/>
          <w:szCs w:val="22"/>
        </w:rPr>
        <w:t>Clasificadas del Sector Público junto con la documentación preceptiva para ello (</w:t>
      </w:r>
      <w:r w:rsidR="00D53918" w:rsidRPr="00D91EDF">
        <w:rPr>
          <w:rFonts w:ascii="Arial" w:hAnsi="Arial" w:cs="Arial"/>
          <w:b/>
          <w:bCs/>
          <w:sz w:val="22"/>
          <w:szCs w:val="22"/>
        </w:rPr>
        <w:t>siempre que</w:t>
      </w:r>
      <w:r w:rsidR="00901C01" w:rsidRPr="00D91EDF">
        <w:rPr>
          <w:rFonts w:ascii="Arial" w:hAnsi="Arial" w:cs="Arial"/>
          <w:b/>
          <w:bCs/>
          <w:sz w:val="22"/>
          <w:szCs w:val="22"/>
        </w:rPr>
        <w:t xml:space="preserve"> </w:t>
      </w:r>
      <w:r w:rsidR="00D53918" w:rsidRPr="00D91EDF">
        <w:rPr>
          <w:rFonts w:ascii="Arial" w:hAnsi="Arial" w:cs="Arial"/>
          <w:b/>
          <w:bCs/>
          <w:sz w:val="22"/>
          <w:szCs w:val="22"/>
        </w:rPr>
        <w:t xml:space="preserve">tal solicitud sea de fecha anterior a la fecha final de presentación de las ofertas) </w:t>
      </w:r>
      <w:r w:rsidR="00D53918" w:rsidRPr="00D91EDF">
        <w:rPr>
          <w:rFonts w:ascii="Arial" w:hAnsi="Arial" w:cs="Arial"/>
          <w:sz w:val="22"/>
          <w:szCs w:val="22"/>
        </w:rPr>
        <w:t>y que</w:t>
      </w:r>
      <w:r w:rsidR="00901C01" w:rsidRPr="00D91EDF">
        <w:rPr>
          <w:rFonts w:ascii="Arial" w:hAnsi="Arial" w:cs="Arial"/>
          <w:sz w:val="22"/>
          <w:szCs w:val="22"/>
        </w:rPr>
        <w:t xml:space="preserve"> </w:t>
      </w:r>
      <w:r w:rsidR="00D53918" w:rsidRPr="00D91EDF">
        <w:rPr>
          <w:rFonts w:ascii="Arial" w:hAnsi="Arial" w:cs="Arial"/>
          <w:sz w:val="22"/>
          <w:szCs w:val="22"/>
        </w:rPr>
        <w:t xml:space="preserve">no ha recibido requerimiento de subsanación de </w:t>
      </w:r>
      <w:proofErr w:type="gramStart"/>
      <w:r w:rsidR="00D53918" w:rsidRPr="00D91EDF">
        <w:rPr>
          <w:rFonts w:ascii="Arial" w:hAnsi="Arial" w:cs="Arial"/>
          <w:sz w:val="22"/>
          <w:szCs w:val="22"/>
        </w:rPr>
        <w:t>la misma</w:t>
      </w:r>
      <w:proofErr w:type="gramEnd"/>
      <w:r w:rsidR="00D53918" w:rsidRPr="00D91EDF">
        <w:rPr>
          <w:rFonts w:ascii="Arial" w:hAnsi="Arial" w:cs="Arial"/>
          <w:sz w:val="22"/>
          <w:szCs w:val="22"/>
        </w:rPr>
        <w:t>.</w:t>
      </w:r>
    </w:p>
    <w:p w14:paraId="61B8A313" w14:textId="77777777" w:rsidR="00DA2985" w:rsidRDefault="00DA2985" w:rsidP="00980EE3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61C4441" w14:textId="77777777" w:rsidR="00684DFA" w:rsidRDefault="00000000" w:rsidP="00684DFA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325481849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980EE3" w:rsidRPr="00980EE3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980EE3" w:rsidRPr="00980EE3">
        <w:rPr>
          <w:rFonts w:ascii="Arial" w:hAnsi="Arial" w:cs="Arial"/>
          <w:color w:val="000000"/>
          <w:sz w:val="22"/>
          <w:szCs w:val="22"/>
        </w:rPr>
        <w:tab/>
      </w:r>
      <w:r w:rsidR="00980EE3" w:rsidRPr="00980EE3">
        <w:rPr>
          <w:rFonts w:ascii="Arial" w:hAnsi="Arial" w:cs="Arial"/>
          <w:i/>
          <w:iCs/>
          <w:sz w:val="22"/>
          <w:szCs w:val="22"/>
        </w:rPr>
        <w:t xml:space="preserve"> </w:t>
      </w:r>
      <w:r w:rsidR="00D53918" w:rsidRPr="00980EE3">
        <w:rPr>
          <w:rFonts w:ascii="Arial" w:hAnsi="Arial" w:cs="Arial"/>
          <w:sz w:val="22"/>
          <w:szCs w:val="22"/>
        </w:rPr>
        <w:t>Que las circunstancias reflejadas en el Registro Oficial de Licitadores y Empresas Clasificadas del</w:t>
      </w:r>
      <w:r w:rsidR="00BD289A" w:rsidRPr="00980EE3">
        <w:rPr>
          <w:rFonts w:ascii="Arial" w:hAnsi="Arial" w:cs="Arial"/>
          <w:sz w:val="22"/>
          <w:szCs w:val="22"/>
        </w:rPr>
        <w:t xml:space="preserve"> </w:t>
      </w:r>
      <w:r w:rsidR="00D53918" w:rsidRPr="00980EE3">
        <w:rPr>
          <w:rFonts w:ascii="Arial" w:hAnsi="Arial" w:cs="Arial"/>
          <w:sz w:val="22"/>
          <w:szCs w:val="22"/>
        </w:rPr>
        <w:t>Sector Público no han experimentado variación alguna.</w:t>
      </w:r>
    </w:p>
    <w:p w14:paraId="28AB930E" w14:textId="77777777" w:rsidR="00684DFA" w:rsidRDefault="00684DFA" w:rsidP="00684DFA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06BF1F2" w14:textId="35737065" w:rsidR="008405C8" w:rsidRPr="00684DFA" w:rsidRDefault="00D14073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4DFA">
        <w:rPr>
          <w:rFonts w:ascii="Arial" w:hAnsi="Arial" w:cs="Arial"/>
          <w:sz w:val="22"/>
          <w:szCs w:val="22"/>
        </w:rPr>
        <w:t>Que en caso de empate en la valoración de ofertas y a efectos de desempate (señalar lo</w:t>
      </w:r>
      <w:r w:rsidR="00AB4986" w:rsidRPr="00684DFA">
        <w:rPr>
          <w:rFonts w:ascii="Arial" w:hAnsi="Arial" w:cs="Arial"/>
          <w:sz w:val="22"/>
          <w:szCs w:val="22"/>
        </w:rPr>
        <w:t xml:space="preserve"> </w:t>
      </w:r>
      <w:r w:rsidRPr="00684DFA">
        <w:rPr>
          <w:rFonts w:ascii="Arial" w:hAnsi="Arial" w:cs="Arial"/>
          <w:sz w:val="22"/>
          <w:szCs w:val="22"/>
        </w:rPr>
        <w:t>que proceda)</w:t>
      </w:r>
      <w:r w:rsidR="00AE7678" w:rsidRPr="00684DFA">
        <w:rPr>
          <w:rFonts w:ascii="Arial" w:hAnsi="Arial" w:cs="Arial"/>
          <w:sz w:val="22"/>
          <w:szCs w:val="22"/>
        </w:rPr>
        <w:t>:</w:t>
      </w:r>
    </w:p>
    <w:p w14:paraId="6BC28CB9" w14:textId="77777777" w:rsidR="008405C8" w:rsidRPr="00D91EDF" w:rsidRDefault="008405C8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A8958B4" w14:textId="60CE7745" w:rsidR="00D14073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193859707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8405C8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AE7678" w:rsidRPr="00D91EDF">
        <w:rPr>
          <w:rFonts w:ascii="Arial" w:hAnsi="Arial" w:cs="Arial"/>
          <w:color w:val="000000"/>
          <w:sz w:val="22"/>
          <w:szCs w:val="22"/>
        </w:rPr>
        <w:tab/>
      </w:r>
      <w:r w:rsidR="00AE7678" w:rsidRPr="00D91EDF">
        <w:rPr>
          <w:rFonts w:ascii="Arial" w:hAnsi="Arial" w:cs="Arial"/>
          <w:sz w:val="22"/>
          <w:szCs w:val="22"/>
        </w:rPr>
        <w:t xml:space="preserve"> </w:t>
      </w:r>
      <w:r w:rsidR="00D14073" w:rsidRPr="00D91EDF">
        <w:rPr>
          <w:rFonts w:ascii="Arial" w:hAnsi="Arial" w:cs="Arial"/>
          <w:sz w:val="22"/>
          <w:szCs w:val="22"/>
        </w:rPr>
        <w:t>tiene en su plantilla un número de trabajadores con discapacidad superior al que impong</w:t>
      </w:r>
      <w:r w:rsidR="00B62C6C" w:rsidRPr="00D91EDF">
        <w:rPr>
          <w:rFonts w:ascii="Arial" w:hAnsi="Arial" w:cs="Arial"/>
          <w:sz w:val="22"/>
          <w:szCs w:val="22"/>
        </w:rPr>
        <w:t xml:space="preserve">a </w:t>
      </w:r>
      <w:r w:rsidR="00D14073" w:rsidRPr="00D91EDF">
        <w:rPr>
          <w:rFonts w:ascii="Arial" w:hAnsi="Arial" w:cs="Arial"/>
          <w:sz w:val="22"/>
          <w:szCs w:val="22"/>
        </w:rPr>
        <w:t>la normativa.</w:t>
      </w:r>
    </w:p>
    <w:p w14:paraId="3FBDAA30" w14:textId="77777777" w:rsidR="00ED416F" w:rsidRPr="00D91EDF" w:rsidRDefault="00ED416F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C89B93D" w14:textId="7C00EC1C" w:rsidR="00D14073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571928070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B62C6C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B62C6C" w:rsidRPr="00D91EDF">
        <w:rPr>
          <w:rFonts w:ascii="Arial" w:hAnsi="Arial" w:cs="Arial"/>
          <w:color w:val="000000"/>
          <w:sz w:val="22"/>
          <w:szCs w:val="22"/>
        </w:rPr>
        <w:tab/>
      </w:r>
      <w:r w:rsidR="00B62C6C" w:rsidRPr="00D91EDF">
        <w:rPr>
          <w:rFonts w:ascii="Arial" w:hAnsi="Arial" w:cs="Arial"/>
          <w:sz w:val="22"/>
          <w:szCs w:val="22"/>
        </w:rPr>
        <w:t xml:space="preserve"> </w:t>
      </w:r>
      <w:r w:rsidR="00D14073" w:rsidRPr="00D91EDF">
        <w:rPr>
          <w:rFonts w:ascii="Arial" w:hAnsi="Arial" w:cs="Arial"/>
          <w:sz w:val="22"/>
          <w:szCs w:val="22"/>
        </w:rPr>
        <w:t>la empresa a la que representa tiene la condición de empresas de inserción según la Le</w:t>
      </w:r>
      <w:r w:rsidR="00ED416F" w:rsidRPr="00D91EDF">
        <w:rPr>
          <w:rFonts w:ascii="Arial" w:hAnsi="Arial" w:cs="Arial"/>
          <w:sz w:val="22"/>
          <w:szCs w:val="22"/>
        </w:rPr>
        <w:t xml:space="preserve">y </w:t>
      </w:r>
      <w:r w:rsidR="00D14073" w:rsidRPr="00D91EDF">
        <w:rPr>
          <w:rFonts w:ascii="Arial" w:hAnsi="Arial" w:cs="Arial"/>
          <w:sz w:val="22"/>
          <w:szCs w:val="22"/>
        </w:rPr>
        <w:t>44/2007, de 13 de diciembre, para la regulación del régimen de las empresas de inserción.</w:t>
      </w:r>
    </w:p>
    <w:p w14:paraId="556ACE93" w14:textId="77777777" w:rsidR="00ED416F" w:rsidRPr="00D91EDF" w:rsidRDefault="00ED416F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12ED2D5" w14:textId="5C7829E5" w:rsidR="002E7B27" w:rsidRPr="00D91EDF" w:rsidRDefault="00000000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1113506353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="00B62C6C" w:rsidRPr="00D91EDF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="00B62C6C" w:rsidRPr="00D91EDF">
        <w:rPr>
          <w:rFonts w:ascii="Arial" w:hAnsi="Arial" w:cs="Arial"/>
          <w:color w:val="000000"/>
          <w:sz w:val="22"/>
          <w:szCs w:val="22"/>
        </w:rPr>
        <w:tab/>
      </w:r>
      <w:r w:rsidR="00B62C6C" w:rsidRPr="00D91EDF">
        <w:rPr>
          <w:rFonts w:ascii="Arial" w:hAnsi="Arial" w:cs="Arial"/>
          <w:sz w:val="22"/>
          <w:szCs w:val="22"/>
        </w:rPr>
        <w:t xml:space="preserve"> </w:t>
      </w:r>
      <w:r w:rsidR="00D14073" w:rsidRPr="00D91EDF">
        <w:rPr>
          <w:rFonts w:ascii="Arial" w:hAnsi="Arial" w:cs="Arial"/>
          <w:sz w:val="22"/>
          <w:szCs w:val="22"/>
        </w:rPr>
        <w:t>la empresa a la que representa promueve medidas de carácter social y laboral que favorezcan</w:t>
      </w:r>
      <w:r w:rsidR="00B62C6C" w:rsidRPr="00D91EDF">
        <w:rPr>
          <w:rFonts w:ascii="Arial" w:hAnsi="Arial" w:cs="Arial"/>
          <w:sz w:val="22"/>
          <w:szCs w:val="22"/>
        </w:rPr>
        <w:t xml:space="preserve"> </w:t>
      </w:r>
      <w:r w:rsidR="00D14073" w:rsidRPr="00D91EDF">
        <w:rPr>
          <w:rFonts w:ascii="Arial" w:hAnsi="Arial" w:cs="Arial"/>
          <w:sz w:val="22"/>
          <w:szCs w:val="22"/>
        </w:rPr>
        <w:t>la igualdad de oportunidades entre hombres y mujeres, conforme a lo previsto en el</w:t>
      </w:r>
      <w:r w:rsidR="00D42249" w:rsidRPr="00D91EDF">
        <w:rPr>
          <w:rFonts w:ascii="Arial" w:hAnsi="Arial" w:cs="Arial"/>
          <w:sz w:val="22"/>
          <w:szCs w:val="22"/>
        </w:rPr>
        <w:t xml:space="preserve"> </w:t>
      </w:r>
      <w:r w:rsidR="00D14073" w:rsidRPr="00D91EDF">
        <w:rPr>
          <w:rFonts w:ascii="Arial" w:hAnsi="Arial" w:cs="Arial"/>
          <w:sz w:val="22"/>
          <w:szCs w:val="22"/>
        </w:rPr>
        <w:t>apartado 2 del artículo 34 de la Ley Orgánica 3/2007, de 22 de marzo, para la igualdad efectiva</w:t>
      </w:r>
      <w:r w:rsidR="00CE3F6C" w:rsidRPr="00D91EDF">
        <w:rPr>
          <w:rFonts w:ascii="Arial" w:hAnsi="Arial" w:cs="Arial"/>
          <w:sz w:val="22"/>
          <w:szCs w:val="22"/>
        </w:rPr>
        <w:t xml:space="preserve"> </w:t>
      </w:r>
      <w:r w:rsidR="00D14073" w:rsidRPr="00D91EDF">
        <w:rPr>
          <w:rFonts w:ascii="Arial" w:hAnsi="Arial" w:cs="Arial"/>
          <w:sz w:val="22"/>
          <w:szCs w:val="22"/>
        </w:rPr>
        <w:t>de hombres y mujeres.</w:t>
      </w:r>
    </w:p>
    <w:p w14:paraId="291EDDF1" w14:textId="77777777" w:rsidR="007A61FB" w:rsidRPr="00D91EDF" w:rsidRDefault="007A61FB" w:rsidP="00D91EDF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333CDB0" w14:textId="12928517" w:rsidR="007A61FB" w:rsidRPr="00D91EDF" w:rsidRDefault="007A61FB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Que</w:t>
      </w:r>
      <w:r w:rsidR="00CF77A7" w:rsidRPr="00D91EDF">
        <w:rPr>
          <w:rFonts w:ascii="Arial" w:hAnsi="Arial" w:cs="Arial"/>
          <w:sz w:val="22"/>
          <w:szCs w:val="22"/>
        </w:rPr>
        <w:t xml:space="preserve"> (señalar lo que proceda):</w:t>
      </w:r>
    </w:p>
    <w:p w14:paraId="24E96242" w14:textId="77777777" w:rsidR="007A61FB" w:rsidRPr="00D91EDF" w:rsidRDefault="007A61FB" w:rsidP="00D91EDF">
      <w:pPr>
        <w:pStyle w:val="Prrafodelist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0DD4A1C" w14:textId="2CA902FD" w:rsidR="007A61FB" w:rsidRPr="00D91EDF" w:rsidRDefault="00000000" w:rsidP="00D91EDF">
      <w:pPr>
        <w:pStyle w:val="Prrafodelista"/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480763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61FB" w:rsidRPr="00D91ED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A61FB" w:rsidRPr="00D91EDF">
        <w:rPr>
          <w:rFonts w:ascii="Arial" w:hAnsi="Arial" w:cs="Arial"/>
          <w:sz w:val="22"/>
          <w:szCs w:val="22"/>
        </w:rPr>
        <w:tab/>
      </w:r>
      <w:r w:rsidR="007A61FB" w:rsidRPr="00D91EDF">
        <w:rPr>
          <w:rFonts w:ascii="Arial" w:hAnsi="Arial" w:cs="Arial"/>
          <w:b/>
          <w:sz w:val="22"/>
          <w:szCs w:val="22"/>
        </w:rPr>
        <w:t>NO constituirá</w:t>
      </w:r>
      <w:r w:rsidR="007A61FB" w:rsidRPr="00D91EDF">
        <w:rPr>
          <w:rFonts w:ascii="Arial" w:hAnsi="Arial" w:cs="Arial"/>
          <w:sz w:val="22"/>
          <w:szCs w:val="22"/>
        </w:rPr>
        <w:t>, ni participará en ninguna UTE para la licitación de referencia.</w:t>
      </w:r>
    </w:p>
    <w:p w14:paraId="4470D6EF" w14:textId="77777777" w:rsidR="007A61FB" w:rsidRPr="00D91EDF" w:rsidRDefault="007A61FB" w:rsidP="00D91EDF">
      <w:pPr>
        <w:pStyle w:val="Prrafodelista"/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0B4876C" w14:textId="723458AA" w:rsidR="007A61FB" w:rsidRPr="00D91EDF" w:rsidRDefault="00000000" w:rsidP="00D91EDF">
      <w:pPr>
        <w:pStyle w:val="Prrafodelista"/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80886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61FB" w:rsidRPr="00D91ED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A61FB" w:rsidRPr="00D91EDF">
        <w:rPr>
          <w:rFonts w:ascii="Arial" w:hAnsi="Arial" w:cs="Arial"/>
          <w:sz w:val="22"/>
          <w:szCs w:val="22"/>
        </w:rPr>
        <w:tab/>
      </w:r>
      <w:r w:rsidR="007A61FB" w:rsidRPr="00D91EDF">
        <w:rPr>
          <w:rFonts w:ascii="Arial" w:hAnsi="Arial" w:cs="Arial"/>
          <w:b/>
          <w:sz w:val="22"/>
          <w:szCs w:val="22"/>
        </w:rPr>
        <w:t>Que manifiesta su voluntad de constituir una unión temporal de empresas (UTE)</w:t>
      </w:r>
      <w:r w:rsidR="007A61FB" w:rsidRPr="00D91EDF">
        <w:rPr>
          <w:rFonts w:ascii="Arial" w:hAnsi="Arial" w:cs="Arial"/>
          <w:sz w:val="22"/>
          <w:szCs w:val="22"/>
        </w:rPr>
        <w:t xml:space="preserve"> comprometiéndose, en caso de resultar adjudicatarios del contrato objeto de licitación, a formalizar la constitución de dicha UTE en escritura pública.</w:t>
      </w:r>
      <w:r w:rsidR="00E073D5" w:rsidRPr="00D91EDF">
        <w:rPr>
          <w:rFonts w:ascii="Arial" w:hAnsi="Arial" w:cs="Arial"/>
          <w:sz w:val="22"/>
          <w:szCs w:val="22"/>
        </w:rPr>
        <w:t xml:space="preserve"> L</w:t>
      </w:r>
      <w:r w:rsidR="007A61FB" w:rsidRPr="00D91EDF">
        <w:rPr>
          <w:rFonts w:ascii="Arial" w:hAnsi="Arial" w:cs="Arial"/>
          <w:sz w:val="22"/>
          <w:szCs w:val="22"/>
        </w:rPr>
        <w:t>a participación que cada empresa ostentará en la Unión Temporal de Empresas será la siguiente (expresada en porcentaje):</w:t>
      </w:r>
    </w:p>
    <w:p w14:paraId="68BBFFC4" w14:textId="77777777" w:rsidR="007A61FB" w:rsidRPr="00D91EDF" w:rsidRDefault="007A61FB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6"/>
        <w:gridCol w:w="1983"/>
      </w:tblGrid>
      <w:tr w:rsidR="007A61FB" w:rsidRPr="00D91EDF" w14:paraId="43689106" w14:textId="77777777" w:rsidTr="00860AAC">
        <w:trPr>
          <w:jc w:val="center"/>
        </w:trPr>
        <w:tc>
          <w:tcPr>
            <w:tcW w:w="7656" w:type="dxa"/>
          </w:tcPr>
          <w:p w14:paraId="0F4FF1A0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1EDF">
              <w:rPr>
                <w:rFonts w:ascii="Arial" w:hAnsi="Arial" w:cs="Arial"/>
                <w:sz w:val="22"/>
                <w:szCs w:val="22"/>
              </w:rPr>
              <w:lastRenderedPageBreak/>
              <w:t>EMPRESA</w:t>
            </w:r>
          </w:p>
        </w:tc>
        <w:tc>
          <w:tcPr>
            <w:tcW w:w="1983" w:type="dxa"/>
          </w:tcPr>
          <w:p w14:paraId="08F53E6D" w14:textId="3DC310D0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1EDF">
              <w:rPr>
                <w:rFonts w:ascii="Arial" w:hAnsi="Arial" w:cs="Arial"/>
                <w:sz w:val="22"/>
                <w:szCs w:val="22"/>
              </w:rPr>
              <w:t>% DE PARTIC</w:t>
            </w:r>
            <w:r w:rsidR="00E073D5" w:rsidRPr="00D91EDF">
              <w:rPr>
                <w:rFonts w:ascii="Arial" w:hAnsi="Arial" w:cs="Arial"/>
                <w:sz w:val="22"/>
                <w:szCs w:val="22"/>
              </w:rPr>
              <w:t>I</w:t>
            </w:r>
            <w:r w:rsidRPr="00D91EDF">
              <w:rPr>
                <w:rFonts w:ascii="Arial" w:hAnsi="Arial" w:cs="Arial"/>
                <w:sz w:val="22"/>
                <w:szCs w:val="22"/>
              </w:rPr>
              <w:t>PACIÓN</w:t>
            </w:r>
          </w:p>
        </w:tc>
      </w:tr>
      <w:tr w:rsidR="007A61FB" w:rsidRPr="00D91EDF" w14:paraId="7D68043D" w14:textId="77777777" w:rsidTr="00860AAC">
        <w:trPr>
          <w:jc w:val="center"/>
        </w:trPr>
        <w:tc>
          <w:tcPr>
            <w:tcW w:w="7656" w:type="dxa"/>
          </w:tcPr>
          <w:p w14:paraId="1D905A37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45E1AAF3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1FB" w:rsidRPr="00D91EDF" w14:paraId="2E45D4FD" w14:textId="77777777" w:rsidTr="00860AAC">
        <w:trPr>
          <w:jc w:val="center"/>
        </w:trPr>
        <w:tc>
          <w:tcPr>
            <w:tcW w:w="7656" w:type="dxa"/>
          </w:tcPr>
          <w:p w14:paraId="1A77A1CE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7A87293C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BE" w:rsidRPr="00D91EDF" w14:paraId="08C38CD8" w14:textId="77777777" w:rsidTr="00860AAC">
        <w:trPr>
          <w:jc w:val="center"/>
        </w:trPr>
        <w:tc>
          <w:tcPr>
            <w:tcW w:w="7656" w:type="dxa"/>
          </w:tcPr>
          <w:p w14:paraId="3358D36A" w14:textId="77777777" w:rsidR="000D6FBE" w:rsidRPr="00D91EDF" w:rsidRDefault="000D6FBE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71B35B54" w14:textId="77777777" w:rsidR="000D6FBE" w:rsidRPr="00D91EDF" w:rsidRDefault="000D6FBE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BE" w:rsidRPr="00D91EDF" w14:paraId="204C3933" w14:textId="77777777" w:rsidTr="00860AAC">
        <w:trPr>
          <w:jc w:val="center"/>
        </w:trPr>
        <w:tc>
          <w:tcPr>
            <w:tcW w:w="7656" w:type="dxa"/>
          </w:tcPr>
          <w:p w14:paraId="33949513" w14:textId="77777777" w:rsidR="000D6FBE" w:rsidRPr="00D91EDF" w:rsidRDefault="000D6FBE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6627CF65" w14:textId="77777777" w:rsidR="000D6FBE" w:rsidRPr="00D91EDF" w:rsidRDefault="000D6FBE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1FB" w:rsidRPr="00D91EDF" w14:paraId="072414B0" w14:textId="77777777" w:rsidTr="00860AAC">
        <w:trPr>
          <w:jc w:val="center"/>
        </w:trPr>
        <w:tc>
          <w:tcPr>
            <w:tcW w:w="7656" w:type="dxa"/>
          </w:tcPr>
          <w:p w14:paraId="4808C0DB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</w:tcPr>
          <w:p w14:paraId="12DB6E53" w14:textId="77777777" w:rsidR="007A61FB" w:rsidRPr="00D91EDF" w:rsidRDefault="007A61FB" w:rsidP="00D91E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103C7F" w14:textId="77777777" w:rsidR="007A61FB" w:rsidRPr="00D91EDF" w:rsidRDefault="007A61FB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1A84FEB5" w14:textId="48200E34" w:rsidR="00D5202A" w:rsidRPr="00D91EDF" w:rsidRDefault="007A61FB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Que, a los efectos mencionados, designan como representante único de la UTE a:</w:t>
      </w:r>
      <w:r w:rsidR="00D5202A" w:rsidRPr="00D91EDF">
        <w:rPr>
          <w:rFonts w:ascii="Arial" w:hAnsi="Arial" w:cs="Arial"/>
          <w:sz w:val="22"/>
          <w:szCs w:val="22"/>
        </w:rPr>
        <w:t xml:space="preserve"> ……………………………</w:t>
      </w:r>
      <w:proofErr w:type="gramStart"/>
      <w:r w:rsidR="00D5202A" w:rsidRPr="00D91EDF">
        <w:rPr>
          <w:rFonts w:ascii="Arial" w:hAnsi="Arial" w:cs="Arial"/>
          <w:sz w:val="22"/>
          <w:szCs w:val="22"/>
        </w:rPr>
        <w:t>…….</w:t>
      </w:r>
      <w:proofErr w:type="gramEnd"/>
      <w:r w:rsidR="00D5202A" w:rsidRPr="00D91ED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1EB06B0D" w14:textId="77777777" w:rsidR="007A61FB" w:rsidRPr="00D91EDF" w:rsidRDefault="007A61FB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7107826C" w14:textId="2BEA24A4" w:rsidR="007A61FB" w:rsidRPr="00D91EDF" w:rsidRDefault="007A61FB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 xml:space="preserve">Que igualmente designan como domicilio único y válido para las notificaciones </w:t>
      </w:r>
      <w:r w:rsidR="004D6D97" w:rsidRPr="00D91EDF">
        <w:rPr>
          <w:rFonts w:ascii="Arial" w:hAnsi="Arial" w:cs="Arial"/>
          <w:sz w:val="22"/>
          <w:szCs w:val="22"/>
        </w:rPr>
        <w:t>a la UTE</w:t>
      </w:r>
      <w:r w:rsidR="00B72AAD" w:rsidRPr="00D91EDF">
        <w:rPr>
          <w:rFonts w:ascii="Arial" w:hAnsi="Arial" w:cs="Arial"/>
          <w:sz w:val="22"/>
          <w:szCs w:val="22"/>
        </w:rPr>
        <w:t xml:space="preserve">, </w:t>
      </w:r>
      <w:r w:rsidRPr="00D91EDF">
        <w:rPr>
          <w:rFonts w:ascii="Arial" w:hAnsi="Arial" w:cs="Arial"/>
          <w:sz w:val="22"/>
          <w:szCs w:val="22"/>
        </w:rPr>
        <w:t xml:space="preserve">que les curse la </w:t>
      </w:r>
      <w:r w:rsidR="004D6D97" w:rsidRPr="00D91EDF">
        <w:rPr>
          <w:rFonts w:ascii="Arial" w:hAnsi="Arial" w:cs="Arial"/>
          <w:sz w:val="22"/>
          <w:szCs w:val="22"/>
        </w:rPr>
        <w:t>A</w:t>
      </w:r>
      <w:r w:rsidRPr="00D91EDF">
        <w:rPr>
          <w:rFonts w:ascii="Arial" w:hAnsi="Arial" w:cs="Arial"/>
          <w:sz w:val="22"/>
          <w:szCs w:val="22"/>
        </w:rPr>
        <w:t>dministración el siguiente:</w:t>
      </w:r>
    </w:p>
    <w:p w14:paraId="405A668F" w14:textId="77777777" w:rsidR="00ED4B38" w:rsidRPr="00D91EDF" w:rsidRDefault="00ED4B38" w:rsidP="00D91EDF">
      <w:pPr>
        <w:pStyle w:val="Prrafodelista"/>
        <w:spacing w:line="276" w:lineRule="auto"/>
        <w:rPr>
          <w:rFonts w:ascii="Arial" w:hAnsi="Arial" w:cs="Arial"/>
          <w:sz w:val="22"/>
          <w:szCs w:val="22"/>
        </w:rPr>
      </w:pPr>
    </w:p>
    <w:p w14:paraId="39565728" w14:textId="08C86046" w:rsidR="00ED4B38" w:rsidRPr="00D91EDF" w:rsidRDefault="00ED4B38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48236BFC" w14:textId="77777777" w:rsidR="007A61FB" w:rsidRPr="00D91EDF" w:rsidRDefault="007A61FB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85F9048" w14:textId="64EBDB6D" w:rsidR="008C2D5F" w:rsidRPr="00D91EDF" w:rsidRDefault="008C2D5F" w:rsidP="004E6944">
      <w:pPr>
        <w:pStyle w:val="Prrafodelista"/>
        <w:numPr>
          <w:ilvl w:val="0"/>
          <w:numId w:val="36"/>
        </w:numPr>
        <w:tabs>
          <w:tab w:val="left" w:pos="5670"/>
          <w:tab w:val="right" w:pos="7938"/>
          <w:tab w:val="left" w:pos="8505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>Que la empresa a la que representa tiene las siguientes características</w:t>
      </w:r>
      <w:r w:rsidR="006162D7" w:rsidRPr="00D91EDF">
        <w:rPr>
          <w:rFonts w:ascii="Arial" w:hAnsi="Arial" w:cs="Arial"/>
          <w:color w:val="000000"/>
          <w:sz w:val="22"/>
          <w:szCs w:val="22"/>
        </w:rPr>
        <w:t xml:space="preserve"> (cumplimentar a efectos informativos de la Junta Consultiva de Contratación Administrativa, art. 328.4 LCSP):</w:t>
      </w:r>
    </w:p>
    <w:p w14:paraId="574A58AD" w14:textId="77777777" w:rsidR="008C2D5F" w:rsidRPr="00D91EDF" w:rsidRDefault="008C2D5F" w:rsidP="00D91EDF">
      <w:pPr>
        <w:pStyle w:val="Prrafodelista"/>
        <w:tabs>
          <w:tab w:val="left" w:pos="5670"/>
          <w:tab w:val="right" w:pos="7938"/>
          <w:tab w:val="left" w:pos="8505"/>
        </w:tabs>
        <w:spacing w:line="276" w:lineRule="auto"/>
        <w:ind w:left="360" w:right="-66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6"/>
        <w:gridCol w:w="3969"/>
      </w:tblGrid>
      <w:tr w:rsidR="008C2D5F" w:rsidRPr="00D91EDF" w14:paraId="0F285475" w14:textId="77777777" w:rsidTr="00593443">
        <w:trPr>
          <w:jc w:val="center"/>
        </w:trPr>
        <w:tc>
          <w:tcPr>
            <w:tcW w:w="4406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A38C5F4" w14:textId="77777777" w:rsidR="008C2D5F" w:rsidRPr="00D91EDF" w:rsidRDefault="008C2D5F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EDF">
              <w:rPr>
                <w:rFonts w:ascii="Arial" w:hAnsi="Arial" w:cs="Arial"/>
                <w:color w:val="000000"/>
                <w:sz w:val="22"/>
                <w:szCs w:val="22"/>
              </w:rPr>
              <w:t>Número de empleados.</w:t>
            </w:r>
          </w:p>
        </w:tc>
        <w:tc>
          <w:tcPr>
            <w:tcW w:w="396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0F0B10" w14:textId="77777777" w:rsidR="008C2D5F" w:rsidRPr="00D91EDF" w:rsidRDefault="008C2D5F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2D5F" w:rsidRPr="00D91EDF" w14:paraId="4A4D17DE" w14:textId="77777777" w:rsidTr="00593443">
        <w:trPr>
          <w:jc w:val="center"/>
        </w:trPr>
        <w:tc>
          <w:tcPr>
            <w:tcW w:w="4406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93CD8B5" w14:textId="77777777" w:rsidR="008C2D5F" w:rsidRPr="00D91EDF" w:rsidRDefault="008C2D5F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EDF">
              <w:rPr>
                <w:rFonts w:ascii="Arial" w:hAnsi="Arial" w:cs="Arial"/>
                <w:color w:val="000000"/>
                <w:sz w:val="22"/>
                <w:szCs w:val="22"/>
              </w:rPr>
              <w:t>Volumen de negocios anual (en euros)</w:t>
            </w:r>
          </w:p>
        </w:tc>
        <w:tc>
          <w:tcPr>
            <w:tcW w:w="396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52672D" w14:textId="77777777" w:rsidR="008C2D5F" w:rsidRPr="00D91EDF" w:rsidRDefault="008C2D5F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2D5F" w:rsidRPr="00D91EDF" w14:paraId="63024380" w14:textId="77777777" w:rsidTr="00593443">
        <w:trPr>
          <w:jc w:val="center"/>
        </w:trPr>
        <w:tc>
          <w:tcPr>
            <w:tcW w:w="4406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A99766B" w14:textId="77777777" w:rsidR="008C2D5F" w:rsidRPr="00D91EDF" w:rsidRDefault="008C2D5F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EDF">
              <w:rPr>
                <w:rFonts w:ascii="Arial" w:hAnsi="Arial" w:cs="Arial"/>
                <w:color w:val="000000"/>
                <w:sz w:val="22"/>
                <w:szCs w:val="22"/>
              </w:rPr>
              <w:t>Balance general (en euros)</w:t>
            </w:r>
          </w:p>
        </w:tc>
        <w:tc>
          <w:tcPr>
            <w:tcW w:w="396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60A763" w14:textId="77777777" w:rsidR="008C2D5F" w:rsidRPr="00D91EDF" w:rsidRDefault="008C2D5F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8E46ABA" w14:textId="77777777" w:rsidR="008C2D5F" w:rsidRPr="00D91EDF" w:rsidRDefault="008C2D5F" w:rsidP="00D91EDF">
      <w:pPr>
        <w:pStyle w:val="Prrafodelista"/>
        <w:tabs>
          <w:tab w:val="left" w:pos="5670"/>
          <w:tab w:val="right" w:pos="7938"/>
          <w:tab w:val="left" w:pos="8505"/>
        </w:tabs>
        <w:spacing w:line="276" w:lineRule="auto"/>
        <w:ind w:left="360" w:right="-660"/>
        <w:jc w:val="both"/>
        <w:rPr>
          <w:rFonts w:ascii="Arial" w:hAnsi="Arial" w:cs="Arial"/>
          <w:color w:val="000000"/>
          <w:sz w:val="22"/>
          <w:szCs w:val="22"/>
        </w:rPr>
      </w:pPr>
    </w:p>
    <w:p w14:paraId="6FF82441" w14:textId="77777777" w:rsidR="00340180" w:rsidRPr="00D91EDF" w:rsidRDefault="00340180" w:rsidP="000C30EE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>En el caso de licitación en unión temporal de empresarios, deberá presentarse una declaración</w:t>
      </w:r>
    </w:p>
    <w:p w14:paraId="1D93B39F" w14:textId="77777777" w:rsidR="00340180" w:rsidRPr="00D91EDF" w:rsidRDefault="00340180" w:rsidP="000C30EE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>responsable por cada una de las empresas componentes de la UTE.</w:t>
      </w:r>
    </w:p>
    <w:p w14:paraId="2C21A5CB" w14:textId="77777777" w:rsidR="00F62D14" w:rsidRPr="00D91EDF" w:rsidRDefault="00F62D14" w:rsidP="00D91ED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65EA4B7" w14:textId="7EBC6581" w:rsidR="00340180" w:rsidRPr="00D91EDF" w:rsidRDefault="00340180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Que tiene previsto subcontratar (marque lo que proceda):</w:t>
      </w:r>
    </w:p>
    <w:p w14:paraId="19902CBA" w14:textId="77777777" w:rsidR="000D6FBE" w:rsidRPr="00D91EDF" w:rsidRDefault="000D6FBE" w:rsidP="00D91EDF">
      <w:pPr>
        <w:autoSpaceDE w:val="0"/>
        <w:autoSpaceDN w:val="0"/>
        <w:adjustRightInd w:val="0"/>
        <w:spacing w:line="276" w:lineRule="auto"/>
        <w:rPr>
          <w:rFonts w:ascii="Arial" w:eastAsia="MS Gothic" w:hAnsi="Arial" w:cs="Arial"/>
          <w:sz w:val="22"/>
          <w:szCs w:val="22"/>
        </w:rPr>
      </w:pPr>
    </w:p>
    <w:p w14:paraId="37E1E509" w14:textId="28A33E0C" w:rsidR="00340180" w:rsidRPr="00D91EDF" w:rsidRDefault="00000000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568395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6FBE" w:rsidRPr="00D91ED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7CB5" w:rsidRPr="00D91EDF">
        <w:rPr>
          <w:rFonts w:ascii="Arial" w:hAnsi="Arial" w:cs="Arial"/>
          <w:sz w:val="22"/>
          <w:szCs w:val="22"/>
        </w:rPr>
        <w:tab/>
      </w:r>
      <w:r w:rsidR="001A7CB5" w:rsidRPr="00D91EDF">
        <w:rPr>
          <w:rFonts w:ascii="Arial" w:hAnsi="Arial" w:cs="Arial"/>
          <w:color w:val="000000"/>
          <w:sz w:val="22"/>
          <w:szCs w:val="22"/>
        </w:rPr>
        <w:t xml:space="preserve"> </w:t>
      </w:r>
      <w:r w:rsidR="00340180" w:rsidRPr="00D91EDF">
        <w:rPr>
          <w:rFonts w:ascii="Arial" w:hAnsi="Arial" w:cs="Arial"/>
          <w:color w:val="000000"/>
          <w:sz w:val="22"/>
          <w:szCs w:val="22"/>
        </w:rPr>
        <w:t>SI</w:t>
      </w:r>
    </w:p>
    <w:p w14:paraId="701C5AF7" w14:textId="4B10914B" w:rsidR="00340180" w:rsidRPr="00D91EDF" w:rsidRDefault="00000000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1643035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CB5" w:rsidRPr="00D91ED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7CB5" w:rsidRPr="00D91EDF">
        <w:rPr>
          <w:rFonts w:ascii="Arial" w:hAnsi="Arial" w:cs="Arial"/>
          <w:sz w:val="22"/>
          <w:szCs w:val="22"/>
        </w:rPr>
        <w:tab/>
      </w:r>
      <w:r w:rsidR="001A7CB5" w:rsidRPr="00D91EDF">
        <w:rPr>
          <w:rFonts w:ascii="Arial" w:hAnsi="Arial" w:cs="Arial"/>
          <w:color w:val="000000"/>
          <w:sz w:val="22"/>
          <w:szCs w:val="22"/>
        </w:rPr>
        <w:t xml:space="preserve"> </w:t>
      </w:r>
      <w:r w:rsidR="00340180" w:rsidRPr="00D91EDF">
        <w:rPr>
          <w:rFonts w:ascii="Arial" w:hAnsi="Arial" w:cs="Arial"/>
          <w:color w:val="000000"/>
          <w:sz w:val="22"/>
          <w:szCs w:val="22"/>
        </w:rPr>
        <w:t>NO</w:t>
      </w:r>
    </w:p>
    <w:p w14:paraId="1716CCEC" w14:textId="77777777" w:rsidR="000D6FBE" w:rsidRPr="00D91EDF" w:rsidRDefault="000D6FBE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75A6D768" w14:textId="6A85FDB7" w:rsidR="00340180" w:rsidRPr="00D91EDF" w:rsidRDefault="00340180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 xml:space="preserve">En caso afirmativo, la parte del contrato previsto subcontratar es la </w:t>
      </w:r>
      <w:r w:rsidR="00A95E0A" w:rsidRPr="00D91EDF">
        <w:rPr>
          <w:rFonts w:ascii="Arial" w:hAnsi="Arial" w:cs="Arial"/>
          <w:color w:val="000000"/>
          <w:sz w:val="22"/>
          <w:szCs w:val="22"/>
        </w:rPr>
        <w:t xml:space="preserve">siguiente: </w:t>
      </w:r>
      <w:r w:rsidR="000D6FBE" w:rsidRPr="00D91EDF">
        <w:rPr>
          <w:rFonts w:ascii="Arial" w:hAnsi="Arial" w:cs="Arial"/>
          <w:color w:val="000000"/>
          <w:sz w:val="22"/>
          <w:szCs w:val="22"/>
        </w:rPr>
        <w:t>………………………………………</w:t>
      </w:r>
      <w:r w:rsidRPr="00D91EDF">
        <w:rPr>
          <w:rFonts w:ascii="Arial" w:hAnsi="Arial" w:cs="Arial"/>
          <w:color w:val="000000"/>
          <w:sz w:val="22"/>
          <w:szCs w:val="22"/>
        </w:rPr>
        <w:t>por el siguiente importe y nombre o</w:t>
      </w:r>
      <w:r w:rsidR="00C41C01" w:rsidRPr="00D91E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D91EDF">
        <w:rPr>
          <w:rFonts w:ascii="Arial" w:hAnsi="Arial" w:cs="Arial"/>
          <w:color w:val="000000"/>
          <w:sz w:val="22"/>
          <w:szCs w:val="22"/>
        </w:rPr>
        <w:t>perfil empresarial</w:t>
      </w:r>
      <w:r w:rsidR="00A95E0A" w:rsidRPr="00D91EDF">
        <w:rPr>
          <w:rFonts w:ascii="Arial" w:hAnsi="Arial" w:cs="Arial"/>
          <w:color w:val="000000"/>
          <w:sz w:val="22"/>
          <w:szCs w:val="22"/>
        </w:rPr>
        <w:t xml:space="preserve">: </w:t>
      </w:r>
      <w:r w:rsidR="00C41C01" w:rsidRPr="00D91EDF">
        <w:rPr>
          <w:rFonts w:ascii="Arial" w:hAnsi="Arial" w:cs="Arial"/>
          <w:color w:val="000000"/>
          <w:sz w:val="22"/>
          <w:szCs w:val="22"/>
        </w:rPr>
        <w:t>…………………………………………….</w:t>
      </w:r>
    </w:p>
    <w:p w14:paraId="139173A6" w14:textId="77777777" w:rsidR="00C41C01" w:rsidRPr="00D91EDF" w:rsidRDefault="00C41C01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1CA2AA8B" w14:textId="00727947" w:rsidR="00340180" w:rsidRPr="00D91EDF" w:rsidRDefault="00340180" w:rsidP="004E6944">
      <w:pPr>
        <w:pStyle w:val="Prrafodelista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>Que se designa como persona de contacto:</w:t>
      </w:r>
    </w:p>
    <w:p w14:paraId="0E3460DE" w14:textId="77777777" w:rsidR="00C41C01" w:rsidRPr="00D91EDF" w:rsidRDefault="00C41C01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021"/>
        <w:gridCol w:w="3046"/>
      </w:tblGrid>
      <w:tr w:rsidR="00593443" w:rsidRPr="00D91EDF" w14:paraId="71D0357B" w14:textId="77777777" w:rsidTr="00593443">
        <w:trPr>
          <w:trHeight w:val="330"/>
          <w:jc w:val="center"/>
        </w:trPr>
        <w:tc>
          <w:tcPr>
            <w:tcW w:w="368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BB1F20" w14:textId="4BAF9C12" w:rsidR="00593443" w:rsidRPr="00D91EDF" w:rsidRDefault="00593443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EDF">
              <w:rPr>
                <w:rFonts w:ascii="Arial" w:hAnsi="Arial" w:cs="Arial"/>
                <w:color w:val="000000"/>
                <w:sz w:val="22"/>
                <w:szCs w:val="22"/>
              </w:rPr>
              <w:t>NOMBRE Y APELLIDOS.</w:t>
            </w:r>
          </w:p>
        </w:tc>
        <w:tc>
          <w:tcPr>
            <w:tcW w:w="3021" w:type="dxa"/>
            <w:vAlign w:val="center"/>
          </w:tcPr>
          <w:p w14:paraId="5F8B1C59" w14:textId="74CD608F" w:rsidR="00593443" w:rsidRPr="00D91EDF" w:rsidRDefault="00593443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EDF">
              <w:rPr>
                <w:rFonts w:ascii="Arial" w:hAnsi="Arial" w:cs="Arial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30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A609BB" w14:textId="77190983" w:rsidR="00593443" w:rsidRPr="00D91EDF" w:rsidRDefault="00593443" w:rsidP="00D91E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1EDF">
              <w:rPr>
                <w:rFonts w:ascii="Arial" w:hAnsi="Arial" w:cs="Arial"/>
                <w:color w:val="000000"/>
                <w:sz w:val="22"/>
                <w:szCs w:val="22"/>
              </w:rPr>
              <w:t>CORREO ELECTRÓNICO</w:t>
            </w:r>
          </w:p>
        </w:tc>
      </w:tr>
      <w:tr w:rsidR="00593443" w:rsidRPr="00D91EDF" w14:paraId="7F343455" w14:textId="77777777" w:rsidTr="00593443">
        <w:trPr>
          <w:trHeight w:val="490"/>
          <w:jc w:val="center"/>
        </w:trPr>
        <w:tc>
          <w:tcPr>
            <w:tcW w:w="368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A094E9" w14:textId="0031A3D9" w:rsidR="00593443" w:rsidRPr="00D91EDF" w:rsidRDefault="00593443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04252637" w14:textId="77777777" w:rsidR="00593443" w:rsidRPr="00D91EDF" w:rsidRDefault="00593443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D97C5" w14:textId="627380E8" w:rsidR="00593443" w:rsidRPr="00D91EDF" w:rsidRDefault="00593443" w:rsidP="00D91EDF">
            <w:pPr>
              <w:tabs>
                <w:tab w:val="left" w:pos="5670"/>
                <w:tab w:val="right" w:pos="7938"/>
                <w:tab w:val="left" w:pos="8505"/>
              </w:tabs>
              <w:spacing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996A414" w14:textId="77777777" w:rsidR="00593443" w:rsidRPr="00D91EDF" w:rsidRDefault="00593443" w:rsidP="00D91EDF">
      <w:pPr>
        <w:pStyle w:val="Prrafodelista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C558817" w14:textId="13E08AA6" w:rsidR="00340180" w:rsidRPr="00D91EDF" w:rsidRDefault="00340180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>Y para que así conste y surta los efectos oportunos, expido y firmo la presente declaración en</w:t>
      </w:r>
    </w:p>
    <w:p w14:paraId="5852BC23" w14:textId="77777777" w:rsidR="00340180" w:rsidRPr="00D91EDF" w:rsidRDefault="00340180" w:rsidP="00D91EDF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>…………………, a.... de………………………………………de 2023</w:t>
      </w:r>
    </w:p>
    <w:p w14:paraId="3ED9FC33" w14:textId="2C0D01F9" w:rsidR="00175D76" w:rsidRPr="0026645E" w:rsidRDefault="00340180" w:rsidP="0026645E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91EDF">
        <w:rPr>
          <w:rFonts w:ascii="Arial" w:hAnsi="Arial" w:cs="Arial"/>
          <w:color w:val="000000"/>
          <w:sz w:val="22"/>
          <w:szCs w:val="22"/>
        </w:rPr>
        <w:t>Fdo.………………………………………………………</w:t>
      </w:r>
    </w:p>
    <w:sectPr w:rsidR="00175D76" w:rsidRPr="0026645E" w:rsidSect="003C204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566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3C119" w14:textId="77777777" w:rsidR="00D1590F" w:rsidRDefault="00D1590F">
      <w:r>
        <w:separator/>
      </w:r>
    </w:p>
  </w:endnote>
  <w:endnote w:type="continuationSeparator" w:id="0">
    <w:p w14:paraId="43560E5A" w14:textId="77777777" w:rsidR="00D1590F" w:rsidRDefault="00D1590F">
      <w:r>
        <w:continuationSeparator/>
      </w:r>
    </w:p>
  </w:endnote>
  <w:endnote w:type="continuationNotice" w:id="1">
    <w:p w14:paraId="37EA1816" w14:textId="77777777" w:rsidR="00D1590F" w:rsidRDefault="00D15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">
    <w:altName w:val="Times New Roman"/>
    <w:panose1 w:val="00000000000000000000"/>
    <w:charset w:val="00"/>
    <w:family w:val="roman"/>
    <w:notTrueType/>
    <w:pitch w:val="default"/>
  </w:font>
  <w:font w:name="GillSans">
    <w:altName w:val="Calibri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FC6D" w14:textId="77777777" w:rsidR="007853CF" w:rsidRPr="006B7E15" w:rsidRDefault="007853CF">
    <w:pPr>
      <w:rPr>
        <w:rFonts w:ascii="Arial" w:hAnsi="Arial" w:cs="Arial"/>
        <w:sz w:val="16"/>
        <w:szCs w:val="16"/>
      </w:rPr>
    </w:pPr>
  </w:p>
  <w:tbl>
    <w:tblPr>
      <w:tblW w:w="9980" w:type="dxa"/>
      <w:tblCellMar>
        <w:top w:w="28" w:type="dxa"/>
        <w:left w:w="57" w:type="dxa"/>
        <w:bottom w:w="28" w:type="dxa"/>
        <w:right w:w="57" w:type="dxa"/>
      </w:tblCellMar>
      <w:tblLook w:val="01E0" w:firstRow="1" w:lastRow="1" w:firstColumn="1" w:lastColumn="1" w:noHBand="0" w:noVBand="0"/>
    </w:tblPr>
    <w:tblGrid>
      <w:gridCol w:w="7428"/>
      <w:gridCol w:w="2552"/>
    </w:tblGrid>
    <w:tr w:rsidR="007853CF" w:rsidRPr="005D2374" w14:paraId="3ED9FC71" w14:textId="77777777" w:rsidTr="003C204C">
      <w:tc>
        <w:tcPr>
          <w:tcW w:w="7428" w:type="dxa"/>
          <w:shd w:val="clear" w:color="auto" w:fill="auto"/>
        </w:tcPr>
        <w:p w14:paraId="3ED9FC6E" w14:textId="65063BD4" w:rsidR="007853CF" w:rsidRPr="005D2374" w:rsidRDefault="00B56FD1" w:rsidP="005D2374">
          <w:pPr>
            <w:pStyle w:val="Piedepgina"/>
            <w:widowControl w:val="0"/>
            <w:jc w:val="center"/>
            <w:rPr>
              <w:rFonts w:ascii="Gill Sans" w:hAnsi="Gill Sans"/>
              <w:sz w:val="16"/>
              <w:szCs w:val="16"/>
              <w:lang w:val="es-ES_tradnl"/>
            </w:rPr>
          </w:pPr>
          <w:r>
            <w:rPr>
              <w:rFonts w:ascii="Arial" w:hAnsi="Arial" w:cs="Arial"/>
              <w:sz w:val="18"/>
              <w:szCs w:val="18"/>
            </w:rPr>
            <w:t xml:space="preserve">                 </w:t>
          </w:r>
          <w:r w:rsidR="007853CF" w:rsidRPr="005D2374">
            <w:rPr>
              <w:rFonts w:ascii="Arial" w:hAnsi="Arial" w:cs="Arial"/>
              <w:sz w:val="18"/>
              <w:szCs w:val="18"/>
            </w:rPr>
            <w:fldChar w:fldCharType="begin"/>
          </w:r>
          <w:r w:rsidR="007853CF" w:rsidRPr="005D2374">
            <w:rPr>
              <w:rFonts w:ascii="Arial" w:hAnsi="Arial" w:cs="Arial"/>
              <w:sz w:val="18"/>
              <w:szCs w:val="18"/>
            </w:rPr>
            <w:instrText>PAGE   \* MERGEFORMAT</w:instrText>
          </w:r>
          <w:r w:rsidR="007853CF" w:rsidRPr="005D2374">
            <w:rPr>
              <w:rFonts w:ascii="Arial" w:hAnsi="Arial" w:cs="Arial"/>
              <w:sz w:val="18"/>
              <w:szCs w:val="18"/>
            </w:rPr>
            <w:fldChar w:fldCharType="separate"/>
          </w:r>
          <w:r w:rsidR="007D1085">
            <w:rPr>
              <w:rFonts w:ascii="Arial" w:hAnsi="Arial" w:cs="Arial"/>
              <w:noProof/>
              <w:sz w:val="18"/>
              <w:szCs w:val="18"/>
            </w:rPr>
            <w:t>4</w:t>
          </w:r>
          <w:r w:rsidR="007853CF" w:rsidRPr="005D2374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2552" w:type="dxa"/>
          <w:shd w:val="clear" w:color="auto" w:fill="auto"/>
        </w:tcPr>
        <w:p w14:paraId="04476FD3" w14:textId="77777777" w:rsidR="00B56FD1" w:rsidRPr="00F0738A" w:rsidRDefault="00B56FD1" w:rsidP="00B56FD1">
          <w:pPr>
            <w:rPr>
              <w:rFonts w:ascii="GillSans" w:hAnsi="GillSans"/>
              <w:sz w:val="16"/>
              <w:szCs w:val="16"/>
              <w:lang w:val="es-ES_tradnl"/>
            </w:rPr>
          </w:pPr>
          <w:r w:rsidRPr="00F0738A">
            <w:rPr>
              <w:rFonts w:ascii="GillSans" w:hAnsi="GillSans"/>
              <w:sz w:val="16"/>
              <w:szCs w:val="16"/>
              <w:lang w:val="es-ES_tradnl"/>
            </w:rPr>
            <w:t>MINISTERIO</w:t>
          </w:r>
        </w:p>
        <w:p w14:paraId="4399B649" w14:textId="77777777" w:rsidR="00B56FD1" w:rsidRPr="00F0738A" w:rsidRDefault="00B56FD1" w:rsidP="00B56FD1">
          <w:pPr>
            <w:rPr>
              <w:rFonts w:ascii="GillSans" w:hAnsi="GillSans"/>
              <w:sz w:val="16"/>
              <w:szCs w:val="16"/>
              <w:lang w:val="es-ES_tradnl"/>
            </w:rPr>
          </w:pPr>
          <w:r w:rsidRPr="00F0738A">
            <w:rPr>
              <w:rFonts w:ascii="GillSans" w:hAnsi="GillSans"/>
              <w:sz w:val="16"/>
              <w:szCs w:val="16"/>
              <w:lang w:val="es-ES_tradnl"/>
            </w:rPr>
            <w:t>DE TRANSPORTES, MOVILIDAD</w:t>
          </w:r>
        </w:p>
        <w:p w14:paraId="3ED9FC70" w14:textId="7AF2F70B" w:rsidR="007853CF" w:rsidRPr="005D2374" w:rsidRDefault="00B56FD1" w:rsidP="00B56FD1">
          <w:pPr>
            <w:pStyle w:val="Piedepgina"/>
            <w:widowControl w:val="0"/>
            <w:rPr>
              <w:rFonts w:ascii="Arial" w:hAnsi="Arial" w:cs="Arial"/>
              <w:sz w:val="12"/>
              <w:szCs w:val="12"/>
            </w:rPr>
          </w:pPr>
          <w:r w:rsidRPr="00F0738A">
            <w:rPr>
              <w:rFonts w:ascii="GillSans" w:hAnsi="GillSans"/>
              <w:sz w:val="16"/>
              <w:szCs w:val="16"/>
              <w:lang w:val="es-ES_tradnl"/>
            </w:rPr>
            <w:t>Y AGENDA URBANA</w:t>
          </w:r>
        </w:p>
      </w:tc>
    </w:tr>
  </w:tbl>
  <w:p w14:paraId="3ED9FC72" w14:textId="77777777" w:rsidR="007853CF" w:rsidRPr="00122C5B" w:rsidRDefault="007853CF" w:rsidP="00122C5B">
    <w:pPr>
      <w:pStyle w:val="Piedepgina"/>
      <w:jc w:val="center"/>
      <w:rPr>
        <w:rFonts w:ascii="Arial" w:hAnsi="Arial" w:cs="Arial"/>
        <w:sz w:val="16"/>
        <w:szCs w:val="16"/>
        <w:lang w:val="es-ES_tradn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80" w:type="dxa"/>
      <w:tblCellMar>
        <w:top w:w="28" w:type="dxa"/>
        <w:left w:w="57" w:type="dxa"/>
        <w:bottom w:w="28" w:type="dxa"/>
        <w:right w:w="57" w:type="dxa"/>
      </w:tblCellMar>
      <w:tblLook w:val="01E0" w:firstRow="1" w:lastRow="1" w:firstColumn="1" w:lastColumn="1" w:noHBand="0" w:noVBand="0"/>
    </w:tblPr>
    <w:tblGrid>
      <w:gridCol w:w="7854"/>
      <w:gridCol w:w="2126"/>
    </w:tblGrid>
    <w:tr w:rsidR="007853CF" w:rsidRPr="005D2374" w14:paraId="3ED9FC84" w14:textId="77777777" w:rsidTr="00A069FD">
      <w:tc>
        <w:tcPr>
          <w:tcW w:w="7854" w:type="dxa"/>
          <w:shd w:val="clear" w:color="auto" w:fill="auto"/>
        </w:tcPr>
        <w:p w14:paraId="3ED9FC81" w14:textId="43068FAE" w:rsidR="007853CF" w:rsidRPr="005D2374" w:rsidRDefault="00A069FD" w:rsidP="00A069FD">
          <w:pPr>
            <w:pStyle w:val="Piedepgina"/>
            <w:widowControl w:val="0"/>
            <w:tabs>
              <w:tab w:val="clear" w:pos="4252"/>
              <w:tab w:val="center" w:pos="4820"/>
            </w:tabs>
            <w:jc w:val="center"/>
            <w:rPr>
              <w:rFonts w:ascii="Gill Sans" w:hAnsi="Gill Sans"/>
              <w:sz w:val="16"/>
              <w:szCs w:val="16"/>
              <w:lang w:val="es-ES_tradnl"/>
            </w:rPr>
          </w:pPr>
          <w:r>
            <w:rPr>
              <w:rFonts w:ascii="Arial" w:hAnsi="Arial" w:cs="Arial"/>
              <w:sz w:val="18"/>
              <w:szCs w:val="18"/>
            </w:rPr>
            <w:t xml:space="preserve">                                   </w:t>
          </w:r>
          <w:r w:rsidR="007853CF" w:rsidRPr="005D2374">
            <w:rPr>
              <w:rFonts w:ascii="Arial" w:hAnsi="Arial" w:cs="Arial"/>
              <w:sz w:val="18"/>
              <w:szCs w:val="18"/>
            </w:rPr>
            <w:fldChar w:fldCharType="begin"/>
          </w:r>
          <w:r w:rsidR="007853CF" w:rsidRPr="005D2374">
            <w:rPr>
              <w:rFonts w:ascii="Arial" w:hAnsi="Arial" w:cs="Arial"/>
              <w:sz w:val="18"/>
              <w:szCs w:val="18"/>
            </w:rPr>
            <w:instrText>PAGE   \* MERGEFORMAT</w:instrText>
          </w:r>
          <w:r w:rsidR="007853CF" w:rsidRPr="005D2374">
            <w:rPr>
              <w:rFonts w:ascii="Arial" w:hAnsi="Arial" w:cs="Arial"/>
              <w:sz w:val="18"/>
              <w:szCs w:val="18"/>
            </w:rPr>
            <w:fldChar w:fldCharType="separate"/>
          </w:r>
          <w:r w:rsidR="007D1085">
            <w:rPr>
              <w:rFonts w:ascii="Arial" w:hAnsi="Arial" w:cs="Arial"/>
              <w:noProof/>
              <w:sz w:val="18"/>
              <w:szCs w:val="18"/>
            </w:rPr>
            <w:t>1</w:t>
          </w:r>
          <w:r w:rsidR="007853CF" w:rsidRPr="005D2374">
            <w:rPr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2126" w:type="dxa"/>
          <w:shd w:val="clear" w:color="auto" w:fill="auto"/>
        </w:tcPr>
        <w:p w14:paraId="65600F94" w14:textId="77777777" w:rsidR="00A069FD" w:rsidRPr="00F0738A" w:rsidRDefault="00A069FD" w:rsidP="00A069FD">
          <w:pPr>
            <w:rPr>
              <w:rFonts w:ascii="GillSans" w:hAnsi="GillSans"/>
              <w:sz w:val="16"/>
              <w:szCs w:val="16"/>
              <w:lang w:val="es-ES_tradnl"/>
            </w:rPr>
          </w:pPr>
          <w:r w:rsidRPr="00F0738A">
            <w:rPr>
              <w:rFonts w:ascii="GillSans" w:hAnsi="GillSans"/>
              <w:sz w:val="16"/>
              <w:szCs w:val="16"/>
              <w:lang w:val="es-ES_tradnl"/>
            </w:rPr>
            <w:t>MINISTERIO</w:t>
          </w:r>
        </w:p>
        <w:p w14:paraId="31429B33" w14:textId="77777777" w:rsidR="00A069FD" w:rsidRPr="00F0738A" w:rsidRDefault="00A069FD" w:rsidP="00A069FD">
          <w:pPr>
            <w:rPr>
              <w:rFonts w:ascii="GillSans" w:hAnsi="GillSans"/>
              <w:sz w:val="16"/>
              <w:szCs w:val="16"/>
              <w:lang w:val="es-ES_tradnl"/>
            </w:rPr>
          </w:pPr>
          <w:r w:rsidRPr="00F0738A">
            <w:rPr>
              <w:rFonts w:ascii="GillSans" w:hAnsi="GillSans"/>
              <w:sz w:val="16"/>
              <w:szCs w:val="16"/>
              <w:lang w:val="es-ES_tradnl"/>
            </w:rPr>
            <w:t>DE TRANSPORTES, MOVILIDAD</w:t>
          </w:r>
        </w:p>
        <w:p w14:paraId="3ED9FC83" w14:textId="3C400739" w:rsidR="007853CF" w:rsidRPr="00A069FD" w:rsidRDefault="00A069FD" w:rsidP="00A069FD">
          <w:pPr>
            <w:rPr>
              <w:sz w:val="16"/>
              <w:szCs w:val="16"/>
              <w:lang w:val="es-ES_tradnl"/>
            </w:rPr>
          </w:pPr>
          <w:r w:rsidRPr="00F0738A">
            <w:rPr>
              <w:rFonts w:ascii="GillSans" w:hAnsi="GillSans"/>
              <w:sz w:val="16"/>
              <w:szCs w:val="16"/>
              <w:lang w:val="es-ES_tradnl"/>
            </w:rPr>
            <w:t>Y AGENDA URBANA</w:t>
          </w:r>
        </w:p>
      </w:tc>
    </w:tr>
  </w:tbl>
  <w:p w14:paraId="3ED9FC85" w14:textId="77777777" w:rsidR="007853CF" w:rsidRDefault="007853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8F96" w14:textId="77777777" w:rsidR="00D1590F" w:rsidRDefault="00D1590F">
      <w:r>
        <w:separator/>
      </w:r>
    </w:p>
  </w:footnote>
  <w:footnote w:type="continuationSeparator" w:id="0">
    <w:p w14:paraId="6D906208" w14:textId="77777777" w:rsidR="00D1590F" w:rsidRDefault="00D1590F">
      <w:r>
        <w:continuationSeparator/>
      </w:r>
    </w:p>
  </w:footnote>
  <w:footnote w:type="continuationNotice" w:id="1">
    <w:p w14:paraId="45BF314C" w14:textId="77777777" w:rsidR="00D1590F" w:rsidRDefault="00D159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FC6C" w14:textId="5298F399" w:rsidR="007853CF" w:rsidRPr="00B3717B" w:rsidRDefault="00A069FD" w:rsidP="00B3717B">
    <w:pPr>
      <w:pStyle w:val="Encabezado"/>
    </w:pPr>
    <w:r>
      <w:rPr>
        <w:noProof/>
      </w:rPr>
      <w:drawing>
        <wp:anchor distT="0" distB="0" distL="114300" distR="114300" simplePos="0" relativeHeight="251658243" behindDoc="0" locked="0" layoutInCell="0" allowOverlap="1" wp14:anchorId="50C60F65" wp14:editId="2FCB49BE">
          <wp:simplePos x="0" y="0"/>
          <wp:positionH relativeFrom="page">
            <wp:posOffset>6101715</wp:posOffset>
          </wp:positionH>
          <wp:positionV relativeFrom="page">
            <wp:posOffset>360045</wp:posOffset>
          </wp:positionV>
          <wp:extent cx="763905" cy="814070"/>
          <wp:effectExtent l="0" t="0" r="0" b="508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5CAC" w14:textId="2EDB908B" w:rsidR="00673028" w:rsidRDefault="00673028" w:rsidP="00673028">
    <w:pPr>
      <w:pStyle w:val="Encabezado"/>
    </w:pPr>
    <w:r>
      <w:rPr>
        <w:noProof/>
      </w:rPr>
      <w:drawing>
        <wp:anchor distT="0" distB="0" distL="114300" distR="114300" simplePos="0" relativeHeight="251658242" behindDoc="0" locked="0" layoutInCell="0" allowOverlap="1" wp14:anchorId="7A374D2D" wp14:editId="78C7A2EC">
          <wp:simplePos x="0" y="0"/>
          <wp:positionH relativeFrom="page">
            <wp:posOffset>467995</wp:posOffset>
          </wp:positionH>
          <wp:positionV relativeFrom="page">
            <wp:posOffset>521970</wp:posOffset>
          </wp:positionV>
          <wp:extent cx="763905" cy="814070"/>
          <wp:effectExtent l="0" t="0" r="0" b="508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63ED9A" w14:textId="77777777" w:rsidR="00673028" w:rsidRDefault="00673028" w:rsidP="00673028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0" allowOverlap="1" wp14:anchorId="2F3ED62C" wp14:editId="1F59622E">
              <wp:simplePos x="0" y="0"/>
              <wp:positionH relativeFrom="page">
                <wp:posOffset>6000750</wp:posOffset>
              </wp:positionH>
              <wp:positionV relativeFrom="page">
                <wp:posOffset>571500</wp:posOffset>
              </wp:positionV>
              <wp:extent cx="1597660" cy="933335"/>
              <wp:effectExtent l="0" t="0" r="2540" b="635"/>
              <wp:wrapNone/>
              <wp:docPr id="2" name="Gru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97660" cy="933335"/>
                        <a:chOff x="9465" y="825"/>
                        <a:chExt cx="2516" cy="1003"/>
                      </a:xfrm>
                    </wpg:grpSpPr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9555" y="825"/>
                          <a:ext cx="2426" cy="17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465" y="1108"/>
                          <a:ext cx="1984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6FED2" w14:textId="77777777" w:rsidR="00673028" w:rsidRDefault="00673028" w:rsidP="00673028">
                            <w:pP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>ORGANISMO AUTÓNOMO</w:t>
                            </w:r>
                          </w:p>
                          <w:p w14:paraId="1DBA9E33" w14:textId="77777777" w:rsidR="00673028" w:rsidRDefault="00673028" w:rsidP="00673028">
                            <w:pP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>CENTRO NACIONAL</w:t>
                            </w:r>
                          </w:p>
                          <w:p w14:paraId="1B53D130" w14:textId="77777777" w:rsidR="00673028" w:rsidRDefault="00673028" w:rsidP="00673028">
                            <w:pP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>DE INFORMACIÓN</w:t>
                            </w:r>
                          </w:p>
                          <w:p w14:paraId="798CDCED" w14:textId="77777777" w:rsidR="00673028" w:rsidRDefault="00673028" w:rsidP="00673028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>GEOGRÁFICA</w:t>
                            </w:r>
                          </w:p>
                        </w:txbxContent>
                      </wps:txbx>
                      <wps:bodyPr rot="0" vert="horz" wrap="square" lIns="7200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3ED62C" id="Grupo 2" o:spid="_x0000_s1026" style="position:absolute;margin-left:472.5pt;margin-top:45pt;width:125.8pt;height:73.5pt;z-index:251658241;mso-position-horizontal-relative:page;mso-position-vertical-relative:page" coordorigin="9465,825" coordsize="2516,1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" o:allowincell="f">
              <v:rect id="Rectangle 4" o:spid="_x0000_s1027" style="position:absolute;left:9555;top:825;width:242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" fillcolor="silver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9465;top:1108;width:198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" filled="f" stroked="f">
                <v:textbox inset="2mm">
                  <w:txbxContent>
                    <w:p w14:paraId="4A96FED2" w14:textId="77777777" w:rsidR="00673028" w:rsidRDefault="00673028" w:rsidP="00673028">
                      <w:pPr>
                        <w:rPr>
                          <w:rFonts w:ascii="GillSans" w:hAnsi="GillSans"/>
                          <w:sz w:val="14"/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>ORGANISMO AUTÓNOMO</w:t>
                      </w:r>
                    </w:p>
                    <w:p w14:paraId="1DBA9E33" w14:textId="77777777" w:rsidR="00673028" w:rsidRDefault="00673028" w:rsidP="00673028">
                      <w:pPr>
                        <w:rPr>
                          <w:rFonts w:ascii="GillSans" w:hAnsi="GillSans"/>
                          <w:sz w:val="14"/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>CENTRO NACIONAL</w:t>
                      </w:r>
                    </w:p>
                    <w:p w14:paraId="1B53D130" w14:textId="77777777" w:rsidR="00673028" w:rsidRDefault="00673028" w:rsidP="00673028">
                      <w:pPr>
                        <w:rPr>
                          <w:rFonts w:ascii="GillSans" w:hAnsi="GillSans"/>
                          <w:sz w:val="14"/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>DE INFORMACIÓN</w:t>
                      </w:r>
                    </w:p>
                    <w:p w14:paraId="798CDCED" w14:textId="77777777" w:rsidR="00673028" w:rsidRDefault="00673028" w:rsidP="00673028">
                      <w:pPr>
                        <w:rPr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>GEOGRÁFICA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14:paraId="1A9F12DA" w14:textId="77777777" w:rsidR="00673028" w:rsidRDefault="00673028" w:rsidP="00673028"/>
  <w:p w14:paraId="3ED9FC80" w14:textId="3844E203" w:rsidR="007853CF" w:rsidRDefault="00345736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3A2E9DE" wp14:editId="7EB564FB">
              <wp:simplePos x="0" y="0"/>
              <wp:positionH relativeFrom="page">
                <wp:posOffset>1333500</wp:posOffset>
              </wp:positionH>
              <wp:positionV relativeFrom="page">
                <wp:posOffset>810260</wp:posOffset>
              </wp:positionV>
              <wp:extent cx="1628775" cy="50101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8C1BE" w14:textId="77777777" w:rsidR="00673028" w:rsidRPr="00F0738A" w:rsidRDefault="00673028" w:rsidP="00673028">
                          <w:pPr>
                            <w:rPr>
                              <w:rFonts w:ascii="GillSans" w:hAnsi="GillSans"/>
                              <w:sz w:val="16"/>
                              <w:szCs w:val="16"/>
                              <w:lang w:val="es-ES_tradnl"/>
                            </w:rPr>
                          </w:pPr>
                          <w:r w:rsidRPr="00F0738A">
                            <w:rPr>
                              <w:rFonts w:ascii="GillSans" w:hAnsi="GillSans"/>
                              <w:sz w:val="16"/>
                              <w:szCs w:val="16"/>
                              <w:lang w:val="es-ES_tradnl"/>
                            </w:rPr>
                            <w:t>MINISTERIO</w:t>
                          </w:r>
                        </w:p>
                        <w:p w14:paraId="1D4D5C62" w14:textId="77777777" w:rsidR="00673028" w:rsidRPr="00F0738A" w:rsidRDefault="00673028" w:rsidP="00673028">
                          <w:pPr>
                            <w:rPr>
                              <w:rFonts w:ascii="GillSans" w:hAnsi="GillSans"/>
                              <w:sz w:val="16"/>
                              <w:szCs w:val="16"/>
                              <w:lang w:val="es-ES_tradnl"/>
                            </w:rPr>
                          </w:pPr>
                          <w:r w:rsidRPr="00F0738A">
                            <w:rPr>
                              <w:rFonts w:ascii="GillSans" w:hAnsi="GillSans"/>
                              <w:sz w:val="16"/>
                              <w:szCs w:val="16"/>
                              <w:lang w:val="es-ES_tradnl"/>
                            </w:rPr>
                            <w:t>DE TRANSPORTES, MOVILIDAD</w:t>
                          </w:r>
                        </w:p>
                        <w:p w14:paraId="3BDDE495" w14:textId="77777777" w:rsidR="00673028" w:rsidRPr="00F0738A" w:rsidRDefault="00673028" w:rsidP="00673028">
                          <w:pPr>
                            <w:rPr>
                              <w:sz w:val="16"/>
                              <w:szCs w:val="16"/>
                              <w:lang w:val="es-ES_tradnl"/>
                            </w:rPr>
                          </w:pPr>
                          <w:r w:rsidRPr="00F0738A">
                            <w:rPr>
                              <w:rFonts w:ascii="GillSans" w:hAnsi="GillSans"/>
                              <w:sz w:val="16"/>
                              <w:szCs w:val="16"/>
                              <w:lang w:val="es-ES_tradnl"/>
                            </w:rPr>
                            <w:t>Y AGENDA URBANA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A2E9DE" id="Cuadro de texto 9" o:spid="_x0000_s1029" type="#_x0000_t202" style="position:absolute;margin-left:105pt;margin-top:63.8pt;width:128.25pt;height:39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" o:allowincell="f" filled="f" stroked="f">
              <v:textbox inset="0,0">
                <w:txbxContent>
                  <w:p w14:paraId="3698C1BE" w14:textId="77777777" w:rsidR="00673028" w:rsidRPr="00F0738A" w:rsidRDefault="00673028" w:rsidP="00673028">
                    <w:pPr>
                      <w:rPr>
                        <w:rFonts w:ascii="GillSans" w:hAnsi="GillSans"/>
                        <w:sz w:val="16"/>
                        <w:szCs w:val="16"/>
                        <w:lang w:val="es-ES_tradnl"/>
                      </w:rPr>
                    </w:pPr>
                    <w:r w:rsidRPr="00F0738A">
                      <w:rPr>
                        <w:rFonts w:ascii="GillSans" w:hAnsi="GillSans"/>
                        <w:sz w:val="16"/>
                        <w:szCs w:val="16"/>
                        <w:lang w:val="es-ES_tradnl"/>
                      </w:rPr>
                      <w:t>MINISTERIO</w:t>
                    </w:r>
                  </w:p>
                  <w:p w14:paraId="1D4D5C62" w14:textId="77777777" w:rsidR="00673028" w:rsidRPr="00F0738A" w:rsidRDefault="00673028" w:rsidP="00673028">
                    <w:pPr>
                      <w:rPr>
                        <w:rFonts w:ascii="GillSans" w:hAnsi="GillSans"/>
                        <w:sz w:val="16"/>
                        <w:szCs w:val="16"/>
                        <w:lang w:val="es-ES_tradnl"/>
                      </w:rPr>
                    </w:pPr>
                    <w:r w:rsidRPr="00F0738A">
                      <w:rPr>
                        <w:rFonts w:ascii="GillSans" w:hAnsi="GillSans"/>
                        <w:sz w:val="16"/>
                        <w:szCs w:val="16"/>
                        <w:lang w:val="es-ES_tradnl"/>
                      </w:rPr>
                      <w:t>DE TRANSPORTES, MOVILIDAD</w:t>
                    </w:r>
                  </w:p>
                  <w:p w14:paraId="3BDDE495" w14:textId="77777777" w:rsidR="00673028" w:rsidRPr="00F0738A" w:rsidRDefault="00673028" w:rsidP="00673028">
                    <w:pPr>
                      <w:rPr>
                        <w:sz w:val="16"/>
                        <w:szCs w:val="16"/>
                        <w:lang w:val="es-ES_tradnl"/>
                      </w:rPr>
                    </w:pPr>
                    <w:r w:rsidRPr="00F0738A">
                      <w:rPr>
                        <w:rFonts w:ascii="GillSans" w:hAnsi="GillSans"/>
                        <w:sz w:val="16"/>
                        <w:szCs w:val="16"/>
                        <w:lang w:val="es-ES_tradnl"/>
                      </w:rPr>
                      <w:t>Y AGENDA URBANA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C7CBA"/>
    <w:multiLevelType w:val="hybridMultilevel"/>
    <w:tmpl w:val="E228A702"/>
    <w:lvl w:ilvl="0" w:tplc="0C0A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6F3273B"/>
    <w:multiLevelType w:val="hybridMultilevel"/>
    <w:tmpl w:val="800E3D54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24871"/>
    <w:multiLevelType w:val="hybridMultilevel"/>
    <w:tmpl w:val="5186DB6E"/>
    <w:lvl w:ilvl="0" w:tplc="65EA19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8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73149B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9A55B0"/>
    <w:multiLevelType w:val="hybridMultilevel"/>
    <w:tmpl w:val="17E27D68"/>
    <w:lvl w:ilvl="0" w:tplc="AE72E3FC"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92EED"/>
    <w:multiLevelType w:val="hybridMultilevel"/>
    <w:tmpl w:val="FB5EDA94"/>
    <w:lvl w:ilvl="0" w:tplc="6F241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C5193"/>
    <w:multiLevelType w:val="hybridMultilevel"/>
    <w:tmpl w:val="610803DE"/>
    <w:lvl w:ilvl="0" w:tplc="1150AD6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3254DB"/>
    <w:multiLevelType w:val="hybridMultilevel"/>
    <w:tmpl w:val="7C1E2A10"/>
    <w:lvl w:ilvl="0" w:tplc="3AC29346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26257B"/>
    <w:multiLevelType w:val="hybridMultilevel"/>
    <w:tmpl w:val="B24CC0AC"/>
    <w:lvl w:ilvl="0" w:tplc="64BE52F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0EF5280"/>
    <w:multiLevelType w:val="multilevel"/>
    <w:tmpl w:val="25EE9E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.º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49770CC8"/>
    <w:multiLevelType w:val="hybridMultilevel"/>
    <w:tmpl w:val="1406A0D6"/>
    <w:lvl w:ilvl="0" w:tplc="0C0A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2" w15:restartNumberingAfterBreak="0">
    <w:nsid w:val="505D49A2"/>
    <w:multiLevelType w:val="hybridMultilevel"/>
    <w:tmpl w:val="0142BC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4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A2E81"/>
    <w:multiLevelType w:val="hybridMultilevel"/>
    <w:tmpl w:val="9F5AB468"/>
    <w:lvl w:ilvl="0" w:tplc="543E680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i w:val="0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72D22"/>
    <w:multiLevelType w:val="hybridMultilevel"/>
    <w:tmpl w:val="AF3C2B2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13FE4D9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14083EA">
      <w:start w:val="1"/>
      <w:numFmt w:val="decimal"/>
      <w:lvlText w:val="%3."/>
      <w:lvlJc w:val="left"/>
      <w:pPr>
        <w:ind w:left="1800" w:hanging="180"/>
      </w:pPr>
      <w:rPr>
        <w:rFonts w:hint="default"/>
      </w:rPr>
    </w:lvl>
    <w:lvl w:ilvl="3" w:tplc="040A001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169E6"/>
    <w:multiLevelType w:val="hybridMultilevel"/>
    <w:tmpl w:val="4C7203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A7EDE"/>
    <w:multiLevelType w:val="hybridMultilevel"/>
    <w:tmpl w:val="DFBA820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26601"/>
    <w:multiLevelType w:val="hybridMultilevel"/>
    <w:tmpl w:val="C248D91E"/>
    <w:lvl w:ilvl="0" w:tplc="6F241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241F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1B2513"/>
    <w:multiLevelType w:val="hybridMultilevel"/>
    <w:tmpl w:val="5558994C"/>
    <w:lvl w:ilvl="0" w:tplc="9C18AE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3956D79"/>
    <w:multiLevelType w:val="hybridMultilevel"/>
    <w:tmpl w:val="E4866F76"/>
    <w:lvl w:ilvl="0" w:tplc="AE72E3FC"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36FC1"/>
    <w:multiLevelType w:val="hybridMultilevel"/>
    <w:tmpl w:val="A82AE14C"/>
    <w:lvl w:ilvl="0" w:tplc="886055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B704A38"/>
    <w:multiLevelType w:val="hybridMultilevel"/>
    <w:tmpl w:val="B64E879A"/>
    <w:lvl w:ilvl="0" w:tplc="C4AE0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225FA"/>
    <w:multiLevelType w:val="hybridMultilevel"/>
    <w:tmpl w:val="67520AE0"/>
    <w:lvl w:ilvl="0" w:tplc="6F241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1787860">
    <w:abstractNumId w:val="0"/>
  </w:num>
  <w:num w:numId="2" w16cid:durableId="1366052931">
    <w:abstractNumId w:val="16"/>
  </w:num>
  <w:num w:numId="3" w16cid:durableId="1238445207">
    <w:abstractNumId w:val="2"/>
  </w:num>
  <w:num w:numId="4" w16cid:durableId="131870231">
    <w:abstractNumId w:val="11"/>
  </w:num>
  <w:num w:numId="5" w16cid:durableId="1572499842">
    <w:abstractNumId w:val="34"/>
  </w:num>
  <w:num w:numId="6" w16cid:durableId="1546944479">
    <w:abstractNumId w:val="24"/>
  </w:num>
  <w:num w:numId="7" w16cid:durableId="499976633">
    <w:abstractNumId w:val="23"/>
  </w:num>
  <w:num w:numId="8" w16cid:durableId="87821395">
    <w:abstractNumId w:val="31"/>
  </w:num>
  <w:num w:numId="9" w16cid:durableId="85881213">
    <w:abstractNumId w:val="14"/>
  </w:num>
  <w:num w:numId="10" w16cid:durableId="368144514">
    <w:abstractNumId w:val="1"/>
  </w:num>
  <w:num w:numId="11" w16cid:durableId="810439514">
    <w:abstractNumId w:val="12"/>
  </w:num>
  <w:num w:numId="12" w16cid:durableId="1118139269">
    <w:abstractNumId w:val="10"/>
  </w:num>
  <w:num w:numId="13" w16cid:durableId="1020357290">
    <w:abstractNumId w:val="32"/>
  </w:num>
  <w:num w:numId="14" w16cid:durableId="1749233352">
    <w:abstractNumId w:val="38"/>
  </w:num>
  <w:num w:numId="15" w16cid:durableId="719859419">
    <w:abstractNumId w:val="13"/>
  </w:num>
  <w:num w:numId="16" w16cid:durableId="1075207582">
    <w:abstractNumId w:val="28"/>
  </w:num>
  <w:num w:numId="17" w16cid:durableId="315765787">
    <w:abstractNumId w:val="15"/>
  </w:num>
  <w:num w:numId="18" w16cid:durableId="1719548150">
    <w:abstractNumId w:val="37"/>
  </w:num>
  <w:num w:numId="19" w16cid:durableId="2062094093">
    <w:abstractNumId w:val="19"/>
  </w:num>
  <w:num w:numId="20" w16cid:durableId="1801191799">
    <w:abstractNumId w:val="22"/>
  </w:num>
  <w:num w:numId="21" w16cid:durableId="204412862">
    <w:abstractNumId w:val="26"/>
  </w:num>
  <w:num w:numId="22" w16cid:durableId="176389217">
    <w:abstractNumId w:val="4"/>
  </w:num>
  <w:num w:numId="23" w16cid:durableId="1869831038">
    <w:abstractNumId w:val="9"/>
  </w:num>
  <w:num w:numId="24" w16cid:durableId="183519422">
    <w:abstractNumId w:val="20"/>
  </w:num>
  <w:num w:numId="25" w16cid:durableId="1599950005">
    <w:abstractNumId w:val="17"/>
  </w:num>
  <w:num w:numId="26" w16cid:durableId="1574854599">
    <w:abstractNumId w:val="27"/>
  </w:num>
  <w:num w:numId="27" w16cid:durableId="1465541932">
    <w:abstractNumId w:val="30"/>
  </w:num>
  <w:num w:numId="28" w16cid:durableId="1913656089">
    <w:abstractNumId w:val="3"/>
  </w:num>
  <w:num w:numId="29" w16cid:durableId="629016138">
    <w:abstractNumId w:val="21"/>
  </w:num>
  <w:num w:numId="30" w16cid:durableId="2093157291">
    <w:abstractNumId w:val="33"/>
  </w:num>
  <w:num w:numId="31" w16cid:durableId="1715618046">
    <w:abstractNumId w:val="5"/>
  </w:num>
  <w:num w:numId="32" w16cid:durableId="1742025223">
    <w:abstractNumId w:val="29"/>
  </w:num>
  <w:num w:numId="33" w16cid:durableId="1930693541">
    <w:abstractNumId w:val="36"/>
  </w:num>
  <w:num w:numId="34" w16cid:durableId="1922837846">
    <w:abstractNumId w:val="18"/>
  </w:num>
  <w:num w:numId="35" w16cid:durableId="516578603">
    <w:abstractNumId w:val="8"/>
  </w:num>
  <w:num w:numId="36" w16cid:durableId="2011255677">
    <w:abstractNumId w:val="6"/>
  </w:num>
  <w:num w:numId="37" w16cid:durableId="61176327">
    <w:abstractNumId w:val="35"/>
  </w:num>
  <w:num w:numId="38" w16cid:durableId="1208100442">
    <w:abstractNumId w:val="7"/>
  </w:num>
  <w:num w:numId="39" w16cid:durableId="6685118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 stroke="f">
      <v:fill color="white"/>
      <v:stroke weight=".05pt"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EFE"/>
    <w:rsid w:val="000010BB"/>
    <w:rsid w:val="00001D5F"/>
    <w:rsid w:val="000022DD"/>
    <w:rsid w:val="00002647"/>
    <w:rsid w:val="0000452C"/>
    <w:rsid w:val="0000494A"/>
    <w:rsid w:val="000113F1"/>
    <w:rsid w:val="000115F7"/>
    <w:rsid w:val="00012B3B"/>
    <w:rsid w:val="00013582"/>
    <w:rsid w:val="00015A20"/>
    <w:rsid w:val="0001648F"/>
    <w:rsid w:val="0001661C"/>
    <w:rsid w:val="0001722F"/>
    <w:rsid w:val="000173BF"/>
    <w:rsid w:val="000173DF"/>
    <w:rsid w:val="00020C8E"/>
    <w:rsid w:val="00022002"/>
    <w:rsid w:val="000239F2"/>
    <w:rsid w:val="00025A16"/>
    <w:rsid w:val="00025F39"/>
    <w:rsid w:val="000267A5"/>
    <w:rsid w:val="00030F8D"/>
    <w:rsid w:val="00033100"/>
    <w:rsid w:val="00034E0A"/>
    <w:rsid w:val="00040B93"/>
    <w:rsid w:val="00041EB3"/>
    <w:rsid w:val="000425BF"/>
    <w:rsid w:val="00045621"/>
    <w:rsid w:val="000456D8"/>
    <w:rsid w:val="00047D43"/>
    <w:rsid w:val="0005074F"/>
    <w:rsid w:val="00050B46"/>
    <w:rsid w:val="00052148"/>
    <w:rsid w:val="00052D2E"/>
    <w:rsid w:val="00052E71"/>
    <w:rsid w:val="0005527C"/>
    <w:rsid w:val="00055A0F"/>
    <w:rsid w:val="00056825"/>
    <w:rsid w:val="0005792A"/>
    <w:rsid w:val="00060501"/>
    <w:rsid w:val="000627D6"/>
    <w:rsid w:val="00063C04"/>
    <w:rsid w:val="000645BE"/>
    <w:rsid w:val="0006677C"/>
    <w:rsid w:val="00071663"/>
    <w:rsid w:val="00071B1D"/>
    <w:rsid w:val="000733CA"/>
    <w:rsid w:val="0007508C"/>
    <w:rsid w:val="000761D0"/>
    <w:rsid w:val="00076F9F"/>
    <w:rsid w:val="00077C03"/>
    <w:rsid w:val="00077F44"/>
    <w:rsid w:val="000816B8"/>
    <w:rsid w:val="00081CD9"/>
    <w:rsid w:val="0008368C"/>
    <w:rsid w:val="00083FFB"/>
    <w:rsid w:val="00085924"/>
    <w:rsid w:val="00085941"/>
    <w:rsid w:val="00091C40"/>
    <w:rsid w:val="000962EE"/>
    <w:rsid w:val="00096CBD"/>
    <w:rsid w:val="00097AE2"/>
    <w:rsid w:val="000A00E6"/>
    <w:rsid w:val="000A1ED2"/>
    <w:rsid w:val="000A2801"/>
    <w:rsid w:val="000A5BFE"/>
    <w:rsid w:val="000A6565"/>
    <w:rsid w:val="000A6987"/>
    <w:rsid w:val="000A703D"/>
    <w:rsid w:val="000B2E85"/>
    <w:rsid w:val="000B3F09"/>
    <w:rsid w:val="000B435E"/>
    <w:rsid w:val="000B6426"/>
    <w:rsid w:val="000B75AD"/>
    <w:rsid w:val="000B7741"/>
    <w:rsid w:val="000B7CE9"/>
    <w:rsid w:val="000C00A0"/>
    <w:rsid w:val="000C30EE"/>
    <w:rsid w:val="000C350E"/>
    <w:rsid w:val="000C630A"/>
    <w:rsid w:val="000C77CC"/>
    <w:rsid w:val="000D0AEC"/>
    <w:rsid w:val="000D170F"/>
    <w:rsid w:val="000D1EB1"/>
    <w:rsid w:val="000D39B0"/>
    <w:rsid w:val="000D54C9"/>
    <w:rsid w:val="000D5CD9"/>
    <w:rsid w:val="000D6FBE"/>
    <w:rsid w:val="000D7168"/>
    <w:rsid w:val="000D7F2C"/>
    <w:rsid w:val="000E1707"/>
    <w:rsid w:val="000E2018"/>
    <w:rsid w:val="000E3287"/>
    <w:rsid w:val="000E6222"/>
    <w:rsid w:val="000E7AA3"/>
    <w:rsid w:val="000F00D6"/>
    <w:rsid w:val="000F1252"/>
    <w:rsid w:val="000F183B"/>
    <w:rsid w:val="000F23B3"/>
    <w:rsid w:val="000F2914"/>
    <w:rsid w:val="000F3625"/>
    <w:rsid w:val="000F3BE0"/>
    <w:rsid w:val="000F3C37"/>
    <w:rsid w:val="000F41F9"/>
    <w:rsid w:val="000F464D"/>
    <w:rsid w:val="000F5A6C"/>
    <w:rsid w:val="00102875"/>
    <w:rsid w:val="00102B15"/>
    <w:rsid w:val="00105992"/>
    <w:rsid w:val="00105A36"/>
    <w:rsid w:val="00106CCC"/>
    <w:rsid w:val="001113DD"/>
    <w:rsid w:val="00112636"/>
    <w:rsid w:val="001127CC"/>
    <w:rsid w:val="0011405F"/>
    <w:rsid w:val="001147CA"/>
    <w:rsid w:val="0011491C"/>
    <w:rsid w:val="001154E2"/>
    <w:rsid w:val="00115905"/>
    <w:rsid w:val="0011673D"/>
    <w:rsid w:val="00117C23"/>
    <w:rsid w:val="001201AF"/>
    <w:rsid w:val="00122C5B"/>
    <w:rsid w:val="00124410"/>
    <w:rsid w:val="00124783"/>
    <w:rsid w:val="00124820"/>
    <w:rsid w:val="00124AEC"/>
    <w:rsid w:val="00130B5D"/>
    <w:rsid w:val="00130F0D"/>
    <w:rsid w:val="00136BB7"/>
    <w:rsid w:val="00136F62"/>
    <w:rsid w:val="001402CD"/>
    <w:rsid w:val="001415F6"/>
    <w:rsid w:val="001422FA"/>
    <w:rsid w:val="00142330"/>
    <w:rsid w:val="0014296C"/>
    <w:rsid w:val="00142CC6"/>
    <w:rsid w:val="00142CDA"/>
    <w:rsid w:val="00144B49"/>
    <w:rsid w:val="00144C7B"/>
    <w:rsid w:val="0014567C"/>
    <w:rsid w:val="00146196"/>
    <w:rsid w:val="001462A4"/>
    <w:rsid w:val="001506FA"/>
    <w:rsid w:val="00150C3D"/>
    <w:rsid w:val="00150D02"/>
    <w:rsid w:val="0015198E"/>
    <w:rsid w:val="001536D8"/>
    <w:rsid w:val="0015511D"/>
    <w:rsid w:val="00155679"/>
    <w:rsid w:val="00157C66"/>
    <w:rsid w:val="00157CD3"/>
    <w:rsid w:val="00160BE0"/>
    <w:rsid w:val="00160EC5"/>
    <w:rsid w:val="0016159A"/>
    <w:rsid w:val="0016164E"/>
    <w:rsid w:val="0016191A"/>
    <w:rsid w:val="00162A65"/>
    <w:rsid w:val="00163C07"/>
    <w:rsid w:val="00163E27"/>
    <w:rsid w:val="001640CF"/>
    <w:rsid w:val="0016450C"/>
    <w:rsid w:val="00167140"/>
    <w:rsid w:val="0017050A"/>
    <w:rsid w:val="00170C38"/>
    <w:rsid w:val="00172000"/>
    <w:rsid w:val="00172BAC"/>
    <w:rsid w:val="00174774"/>
    <w:rsid w:val="00175D76"/>
    <w:rsid w:val="00177FD9"/>
    <w:rsid w:val="0018045B"/>
    <w:rsid w:val="00180636"/>
    <w:rsid w:val="001807AC"/>
    <w:rsid w:val="00181E19"/>
    <w:rsid w:val="00185DFA"/>
    <w:rsid w:val="001860B7"/>
    <w:rsid w:val="001872C1"/>
    <w:rsid w:val="0018796A"/>
    <w:rsid w:val="00187F27"/>
    <w:rsid w:val="001914A1"/>
    <w:rsid w:val="00192ADD"/>
    <w:rsid w:val="0019349D"/>
    <w:rsid w:val="001963C7"/>
    <w:rsid w:val="0019758C"/>
    <w:rsid w:val="00197667"/>
    <w:rsid w:val="001A0591"/>
    <w:rsid w:val="001A146B"/>
    <w:rsid w:val="001A23FA"/>
    <w:rsid w:val="001A2518"/>
    <w:rsid w:val="001A2B7A"/>
    <w:rsid w:val="001A343E"/>
    <w:rsid w:val="001A3E31"/>
    <w:rsid w:val="001A5291"/>
    <w:rsid w:val="001A5903"/>
    <w:rsid w:val="001A7CB5"/>
    <w:rsid w:val="001B0592"/>
    <w:rsid w:val="001B5FA3"/>
    <w:rsid w:val="001B6047"/>
    <w:rsid w:val="001B6304"/>
    <w:rsid w:val="001C0011"/>
    <w:rsid w:val="001C025F"/>
    <w:rsid w:val="001C0D90"/>
    <w:rsid w:val="001C16BE"/>
    <w:rsid w:val="001C1DDE"/>
    <w:rsid w:val="001C4942"/>
    <w:rsid w:val="001C666C"/>
    <w:rsid w:val="001D0BA0"/>
    <w:rsid w:val="001D1384"/>
    <w:rsid w:val="001D3A77"/>
    <w:rsid w:val="001D3AFA"/>
    <w:rsid w:val="001D59E5"/>
    <w:rsid w:val="001E0D03"/>
    <w:rsid w:val="001E1D0F"/>
    <w:rsid w:val="001E37EF"/>
    <w:rsid w:val="001E43FE"/>
    <w:rsid w:val="001E6A3C"/>
    <w:rsid w:val="001F0708"/>
    <w:rsid w:val="001F0ED5"/>
    <w:rsid w:val="001F0F7D"/>
    <w:rsid w:val="001F1106"/>
    <w:rsid w:val="001F2E69"/>
    <w:rsid w:val="001F3020"/>
    <w:rsid w:val="001F4C0C"/>
    <w:rsid w:val="001F4FE7"/>
    <w:rsid w:val="001F51FF"/>
    <w:rsid w:val="001F5DEB"/>
    <w:rsid w:val="001F78B6"/>
    <w:rsid w:val="001F7C9F"/>
    <w:rsid w:val="0020010A"/>
    <w:rsid w:val="00201047"/>
    <w:rsid w:val="002013AA"/>
    <w:rsid w:val="00201E69"/>
    <w:rsid w:val="00201EB0"/>
    <w:rsid w:val="0020235F"/>
    <w:rsid w:val="00202756"/>
    <w:rsid w:val="00202B51"/>
    <w:rsid w:val="00202F72"/>
    <w:rsid w:val="00206B71"/>
    <w:rsid w:val="00207702"/>
    <w:rsid w:val="002103B8"/>
    <w:rsid w:val="0021073C"/>
    <w:rsid w:val="0021222C"/>
    <w:rsid w:val="002129C5"/>
    <w:rsid w:val="00212F5A"/>
    <w:rsid w:val="00213CA3"/>
    <w:rsid w:val="0021543F"/>
    <w:rsid w:val="00216F35"/>
    <w:rsid w:val="002177B0"/>
    <w:rsid w:val="002203D4"/>
    <w:rsid w:val="00222396"/>
    <w:rsid w:val="00224877"/>
    <w:rsid w:val="00230AF2"/>
    <w:rsid w:val="0023126C"/>
    <w:rsid w:val="00234B13"/>
    <w:rsid w:val="00235D8D"/>
    <w:rsid w:val="00236857"/>
    <w:rsid w:val="002371DC"/>
    <w:rsid w:val="00240099"/>
    <w:rsid w:val="002413CA"/>
    <w:rsid w:val="00242E57"/>
    <w:rsid w:val="0025262D"/>
    <w:rsid w:val="0025330F"/>
    <w:rsid w:val="00253921"/>
    <w:rsid w:val="00254E7E"/>
    <w:rsid w:val="00255194"/>
    <w:rsid w:val="00255BBB"/>
    <w:rsid w:val="002631D3"/>
    <w:rsid w:val="0026397B"/>
    <w:rsid w:val="00264C08"/>
    <w:rsid w:val="0026593A"/>
    <w:rsid w:val="0026645E"/>
    <w:rsid w:val="002703F9"/>
    <w:rsid w:val="00270B41"/>
    <w:rsid w:val="00271158"/>
    <w:rsid w:val="002742F0"/>
    <w:rsid w:val="00276C78"/>
    <w:rsid w:val="00282137"/>
    <w:rsid w:val="00283490"/>
    <w:rsid w:val="00283501"/>
    <w:rsid w:val="002840D4"/>
    <w:rsid w:val="002852FC"/>
    <w:rsid w:val="00285D02"/>
    <w:rsid w:val="00285DD1"/>
    <w:rsid w:val="002860A6"/>
    <w:rsid w:val="00286799"/>
    <w:rsid w:val="00286D49"/>
    <w:rsid w:val="0028711A"/>
    <w:rsid w:val="002914CD"/>
    <w:rsid w:val="00293620"/>
    <w:rsid w:val="002943D4"/>
    <w:rsid w:val="002943DC"/>
    <w:rsid w:val="00294E93"/>
    <w:rsid w:val="0029689B"/>
    <w:rsid w:val="00296CAA"/>
    <w:rsid w:val="002A0CA2"/>
    <w:rsid w:val="002A17AD"/>
    <w:rsid w:val="002A4AD0"/>
    <w:rsid w:val="002A5F84"/>
    <w:rsid w:val="002A6F81"/>
    <w:rsid w:val="002A78D6"/>
    <w:rsid w:val="002A7C4F"/>
    <w:rsid w:val="002B187E"/>
    <w:rsid w:val="002B1FB4"/>
    <w:rsid w:val="002B211C"/>
    <w:rsid w:val="002B415B"/>
    <w:rsid w:val="002B4261"/>
    <w:rsid w:val="002B44D4"/>
    <w:rsid w:val="002B4636"/>
    <w:rsid w:val="002B6802"/>
    <w:rsid w:val="002B6AA0"/>
    <w:rsid w:val="002B6AAD"/>
    <w:rsid w:val="002B7355"/>
    <w:rsid w:val="002C0031"/>
    <w:rsid w:val="002C1F69"/>
    <w:rsid w:val="002C62CF"/>
    <w:rsid w:val="002C6604"/>
    <w:rsid w:val="002C6AB7"/>
    <w:rsid w:val="002C6F6C"/>
    <w:rsid w:val="002D0829"/>
    <w:rsid w:val="002D165B"/>
    <w:rsid w:val="002D2343"/>
    <w:rsid w:val="002D3E3B"/>
    <w:rsid w:val="002D4A88"/>
    <w:rsid w:val="002D60AD"/>
    <w:rsid w:val="002D69A6"/>
    <w:rsid w:val="002D69D2"/>
    <w:rsid w:val="002D7319"/>
    <w:rsid w:val="002D7E6A"/>
    <w:rsid w:val="002E006D"/>
    <w:rsid w:val="002E0A4A"/>
    <w:rsid w:val="002E0C19"/>
    <w:rsid w:val="002E2396"/>
    <w:rsid w:val="002E3EA4"/>
    <w:rsid w:val="002E3F26"/>
    <w:rsid w:val="002E4566"/>
    <w:rsid w:val="002E45FD"/>
    <w:rsid w:val="002E4971"/>
    <w:rsid w:val="002E4974"/>
    <w:rsid w:val="002E5835"/>
    <w:rsid w:val="002E583E"/>
    <w:rsid w:val="002E774F"/>
    <w:rsid w:val="002E7959"/>
    <w:rsid w:val="002E7B27"/>
    <w:rsid w:val="002F56C6"/>
    <w:rsid w:val="002F5D15"/>
    <w:rsid w:val="00301957"/>
    <w:rsid w:val="00302D41"/>
    <w:rsid w:val="0030332C"/>
    <w:rsid w:val="00303A23"/>
    <w:rsid w:val="003045C4"/>
    <w:rsid w:val="00305BB3"/>
    <w:rsid w:val="00305BE9"/>
    <w:rsid w:val="00306774"/>
    <w:rsid w:val="00307337"/>
    <w:rsid w:val="003107E9"/>
    <w:rsid w:val="003110D7"/>
    <w:rsid w:val="003111C0"/>
    <w:rsid w:val="00311AA6"/>
    <w:rsid w:val="003127FC"/>
    <w:rsid w:val="00313393"/>
    <w:rsid w:val="00313819"/>
    <w:rsid w:val="00314500"/>
    <w:rsid w:val="003148FB"/>
    <w:rsid w:val="00315FE4"/>
    <w:rsid w:val="00317C4F"/>
    <w:rsid w:val="00321CDF"/>
    <w:rsid w:val="00323562"/>
    <w:rsid w:val="00324F8B"/>
    <w:rsid w:val="003256A4"/>
    <w:rsid w:val="00325C28"/>
    <w:rsid w:val="00327396"/>
    <w:rsid w:val="00327CD1"/>
    <w:rsid w:val="00331979"/>
    <w:rsid w:val="003330D4"/>
    <w:rsid w:val="00335DE4"/>
    <w:rsid w:val="00340180"/>
    <w:rsid w:val="00340D30"/>
    <w:rsid w:val="00342B4C"/>
    <w:rsid w:val="00342FD5"/>
    <w:rsid w:val="003443F1"/>
    <w:rsid w:val="003444F0"/>
    <w:rsid w:val="00344C36"/>
    <w:rsid w:val="00344DDB"/>
    <w:rsid w:val="00345736"/>
    <w:rsid w:val="00347F35"/>
    <w:rsid w:val="00350A72"/>
    <w:rsid w:val="003512CC"/>
    <w:rsid w:val="0035130C"/>
    <w:rsid w:val="003527DF"/>
    <w:rsid w:val="0035408A"/>
    <w:rsid w:val="003542E3"/>
    <w:rsid w:val="0035454B"/>
    <w:rsid w:val="0035491F"/>
    <w:rsid w:val="00354A22"/>
    <w:rsid w:val="00354C33"/>
    <w:rsid w:val="0036004C"/>
    <w:rsid w:val="00360508"/>
    <w:rsid w:val="00361569"/>
    <w:rsid w:val="00361C6F"/>
    <w:rsid w:val="00361EA1"/>
    <w:rsid w:val="00362FAE"/>
    <w:rsid w:val="00363D0F"/>
    <w:rsid w:val="0036448B"/>
    <w:rsid w:val="00364D25"/>
    <w:rsid w:val="00365203"/>
    <w:rsid w:val="00366D4F"/>
    <w:rsid w:val="00367649"/>
    <w:rsid w:val="00367D8A"/>
    <w:rsid w:val="0037151D"/>
    <w:rsid w:val="00371B7F"/>
    <w:rsid w:val="003734AC"/>
    <w:rsid w:val="00374880"/>
    <w:rsid w:val="003805C9"/>
    <w:rsid w:val="00380BEB"/>
    <w:rsid w:val="00382EB3"/>
    <w:rsid w:val="0038311C"/>
    <w:rsid w:val="00383252"/>
    <w:rsid w:val="00383D68"/>
    <w:rsid w:val="00386251"/>
    <w:rsid w:val="0038671F"/>
    <w:rsid w:val="00390DB9"/>
    <w:rsid w:val="003916B3"/>
    <w:rsid w:val="00392318"/>
    <w:rsid w:val="0039265A"/>
    <w:rsid w:val="00393159"/>
    <w:rsid w:val="003937DF"/>
    <w:rsid w:val="00394273"/>
    <w:rsid w:val="0039558A"/>
    <w:rsid w:val="00396D82"/>
    <w:rsid w:val="00397CB3"/>
    <w:rsid w:val="003A25CC"/>
    <w:rsid w:val="003A34C8"/>
    <w:rsid w:val="003A43AE"/>
    <w:rsid w:val="003A4DA8"/>
    <w:rsid w:val="003A58F8"/>
    <w:rsid w:val="003A5B4C"/>
    <w:rsid w:val="003A650F"/>
    <w:rsid w:val="003A73E9"/>
    <w:rsid w:val="003A772E"/>
    <w:rsid w:val="003A7C7F"/>
    <w:rsid w:val="003B0389"/>
    <w:rsid w:val="003B2C4C"/>
    <w:rsid w:val="003C0346"/>
    <w:rsid w:val="003C15B4"/>
    <w:rsid w:val="003C1CE0"/>
    <w:rsid w:val="003C1DE4"/>
    <w:rsid w:val="003C204C"/>
    <w:rsid w:val="003C2E57"/>
    <w:rsid w:val="003C2F80"/>
    <w:rsid w:val="003C346A"/>
    <w:rsid w:val="003C34B5"/>
    <w:rsid w:val="003C34CE"/>
    <w:rsid w:val="003C48C7"/>
    <w:rsid w:val="003C7EA6"/>
    <w:rsid w:val="003D082C"/>
    <w:rsid w:val="003D1E76"/>
    <w:rsid w:val="003E3316"/>
    <w:rsid w:val="003E4D59"/>
    <w:rsid w:val="003E663C"/>
    <w:rsid w:val="003F2C83"/>
    <w:rsid w:val="003F5FFF"/>
    <w:rsid w:val="003F6635"/>
    <w:rsid w:val="003F7AD8"/>
    <w:rsid w:val="003F7BB8"/>
    <w:rsid w:val="00401109"/>
    <w:rsid w:val="00401391"/>
    <w:rsid w:val="004017F5"/>
    <w:rsid w:val="004023D6"/>
    <w:rsid w:val="004025C6"/>
    <w:rsid w:val="0040574E"/>
    <w:rsid w:val="00411F1C"/>
    <w:rsid w:val="00412BC1"/>
    <w:rsid w:val="004130D5"/>
    <w:rsid w:val="00413988"/>
    <w:rsid w:val="00413D35"/>
    <w:rsid w:val="00413E81"/>
    <w:rsid w:val="00414774"/>
    <w:rsid w:val="004174C7"/>
    <w:rsid w:val="00420167"/>
    <w:rsid w:val="0042068C"/>
    <w:rsid w:val="00421E36"/>
    <w:rsid w:val="00422F09"/>
    <w:rsid w:val="00422F3D"/>
    <w:rsid w:val="004233D4"/>
    <w:rsid w:val="00423D55"/>
    <w:rsid w:val="004267C5"/>
    <w:rsid w:val="00427162"/>
    <w:rsid w:val="00427B25"/>
    <w:rsid w:val="00430A5D"/>
    <w:rsid w:val="00430E36"/>
    <w:rsid w:val="00432729"/>
    <w:rsid w:val="00432DB2"/>
    <w:rsid w:val="00434EBE"/>
    <w:rsid w:val="004375FE"/>
    <w:rsid w:val="00437D08"/>
    <w:rsid w:val="0044017B"/>
    <w:rsid w:val="00441273"/>
    <w:rsid w:val="00441ED9"/>
    <w:rsid w:val="00444ACF"/>
    <w:rsid w:val="00447250"/>
    <w:rsid w:val="004500E7"/>
    <w:rsid w:val="00450776"/>
    <w:rsid w:val="00450A7D"/>
    <w:rsid w:val="00453F96"/>
    <w:rsid w:val="00455DB5"/>
    <w:rsid w:val="004572DD"/>
    <w:rsid w:val="004635F6"/>
    <w:rsid w:val="00463B13"/>
    <w:rsid w:val="0046563C"/>
    <w:rsid w:val="00465957"/>
    <w:rsid w:val="00466A71"/>
    <w:rsid w:val="00466D87"/>
    <w:rsid w:val="00466F33"/>
    <w:rsid w:val="0046787D"/>
    <w:rsid w:val="004706B3"/>
    <w:rsid w:val="00470E79"/>
    <w:rsid w:val="0047270F"/>
    <w:rsid w:val="00472E3A"/>
    <w:rsid w:val="00473C76"/>
    <w:rsid w:val="00474B7C"/>
    <w:rsid w:val="00474E7A"/>
    <w:rsid w:val="0047500C"/>
    <w:rsid w:val="004766EA"/>
    <w:rsid w:val="004773EB"/>
    <w:rsid w:val="00480552"/>
    <w:rsid w:val="00481850"/>
    <w:rsid w:val="00481DB0"/>
    <w:rsid w:val="00482E07"/>
    <w:rsid w:val="00485658"/>
    <w:rsid w:val="00487306"/>
    <w:rsid w:val="004874BC"/>
    <w:rsid w:val="00491E6D"/>
    <w:rsid w:val="0049377B"/>
    <w:rsid w:val="00494596"/>
    <w:rsid w:val="00494B8E"/>
    <w:rsid w:val="004A1E69"/>
    <w:rsid w:val="004A1F09"/>
    <w:rsid w:val="004A21FA"/>
    <w:rsid w:val="004A29C7"/>
    <w:rsid w:val="004A2C95"/>
    <w:rsid w:val="004A34AE"/>
    <w:rsid w:val="004A4A42"/>
    <w:rsid w:val="004A649D"/>
    <w:rsid w:val="004B1D15"/>
    <w:rsid w:val="004B1ED3"/>
    <w:rsid w:val="004B29AA"/>
    <w:rsid w:val="004B3051"/>
    <w:rsid w:val="004B44F8"/>
    <w:rsid w:val="004B46D2"/>
    <w:rsid w:val="004B62C5"/>
    <w:rsid w:val="004B7DB7"/>
    <w:rsid w:val="004C08E0"/>
    <w:rsid w:val="004C341C"/>
    <w:rsid w:val="004C3E34"/>
    <w:rsid w:val="004C46BB"/>
    <w:rsid w:val="004C4718"/>
    <w:rsid w:val="004C57E2"/>
    <w:rsid w:val="004C60DE"/>
    <w:rsid w:val="004C7378"/>
    <w:rsid w:val="004D0C7C"/>
    <w:rsid w:val="004D21F6"/>
    <w:rsid w:val="004D2FAA"/>
    <w:rsid w:val="004D4C4F"/>
    <w:rsid w:val="004D5E8E"/>
    <w:rsid w:val="004D60FD"/>
    <w:rsid w:val="004D6D97"/>
    <w:rsid w:val="004E01D5"/>
    <w:rsid w:val="004E0468"/>
    <w:rsid w:val="004E195E"/>
    <w:rsid w:val="004E197E"/>
    <w:rsid w:val="004E2795"/>
    <w:rsid w:val="004E2965"/>
    <w:rsid w:val="004E36D8"/>
    <w:rsid w:val="004E4724"/>
    <w:rsid w:val="004E4A1D"/>
    <w:rsid w:val="004E55EE"/>
    <w:rsid w:val="004E58DE"/>
    <w:rsid w:val="004E5E9A"/>
    <w:rsid w:val="004E6944"/>
    <w:rsid w:val="004E7BD2"/>
    <w:rsid w:val="004F3AD5"/>
    <w:rsid w:val="004F426B"/>
    <w:rsid w:val="004F4597"/>
    <w:rsid w:val="004F4A6A"/>
    <w:rsid w:val="004F68B9"/>
    <w:rsid w:val="005017EA"/>
    <w:rsid w:val="00502DFE"/>
    <w:rsid w:val="005040FD"/>
    <w:rsid w:val="00504C0E"/>
    <w:rsid w:val="00504E78"/>
    <w:rsid w:val="005061C0"/>
    <w:rsid w:val="00507D76"/>
    <w:rsid w:val="00507FF8"/>
    <w:rsid w:val="005100B0"/>
    <w:rsid w:val="005106DD"/>
    <w:rsid w:val="00512B75"/>
    <w:rsid w:val="00512E8A"/>
    <w:rsid w:val="00513970"/>
    <w:rsid w:val="00513B3D"/>
    <w:rsid w:val="00513E4E"/>
    <w:rsid w:val="0051468C"/>
    <w:rsid w:val="00515D4F"/>
    <w:rsid w:val="005167F6"/>
    <w:rsid w:val="00522D51"/>
    <w:rsid w:val="005237E4"/>
    <w:rsid w:val="00523CFF"/>
    <w:rsid w:val="00526269"/>
    <w:rsid w:val="00530034"/>
    <w:rsid w:val="00530E85"/>
    <w:rsid w:val="0053333D"/>
    <w:rsid w:val="00533830"/>
    <w:rsid w:val="00537320"/>
    <w:rsid w:val="00537FC1"/>
    <w:rsid w:val="0054139E"/>
    <w:rsid w:val="005414A2"/>
    <w:rsid w:val="00543AEA"/>
    <w:rsid w:val="00543E25"/>
    <w:rsid w:val="00545603"/>
    <w:rsid w:val="00546A6E"/>
    <w:rsid w:val="00551383"/>
    <w:rsid w:val="005517B6"/>
    <w:rsid w:val="005527EA"/>
    <w:rsid w:val="005534A1"/>
    <w:rsid w:val="0055483D"/>
    <w:rsid w:val="005554EC"/>
    <w:rsid w:val="00556984"/>
    <w:rsid w:val="00556E63"/>
    <w:rsid w:val="00557163"/>
    <w:rsid w:val="00557900"/>
    <w:rsid w:val="0056027D"/>
    <w:rsid w:val="00562C81"/>
    <w:rsid w:val="00562FF6"/>
    <w:rsid w:val="00564213"/>
    <w:rsid w:val="00564C1B"/>
    <w:rsid w:val="0056510D"/>
    <w:rsid w:val="00565D80"/>
    <w:rsid w:val="00567015"/>
    <w:rsid w:val="0057445F"/>
    <w:rsid w:val="005752C0"/>
    <w:rsid w:val="00575632"/>
    <w:rsid w:val="005758E1"/>
    <w:rsid w:val="00580BA4"/>
    <w:rsid w:val="00583AF8"/>
    <w:rsid w:val="00585182"/>
    <w:rsid w:val="005861B5"/>
    <w:rsid w:val="00586F4A"/>
    <w:rsid w:val="00591921"/>
    <w:rsid w:val="00592609"/>
    <w:rsid w:val="00592C1F"/>
    <w:rsid w:val="00593443"/>
    <w:rsid w:val="00593758"/>
    <w:rsid w:val="0059482C"/>
    <w:rsid w:val="00594A43"/>
    <w:rsid w:val="0059587A"/>
    <w:rsid w:val="00595B60"/>
    <w:rsid w:val="00597B2D"/>
    <w:rsid w:val="005A03C9"/>
    <w:rsid w:val="005A0792"/>
    <w:rsid w:val="005A0875"/>
    <w:rsid w:val="005A0B98"/>
    <w:rsid w:val="005A0BA0"/>
    <w:rsid w:val="005A0C24"/>
    <w:rsid w:val="005A0F11"/>
    <w:rsid w:val="005A222A"/>
    <w:rsid w:val="005A2576"/>
    <w:rsid w:val="005A25C3"/>
    <w:rsid w:val="005A6CF5"/>
    <w:rsid w:val="005A6DF8"/>
    <w:rsid w:val="005A702A"/>
    <w:rsid w:val="005A7FAA"/>
    <w:rsid w:val="005B01D2"/>
    <w:rsid w:val="005B246E"/>
    <w:rsid w:val="005B28C2"/>
    <w:rsid w:val="005B470D"/>
    <w:rsid w:val="005B474F"/>
    <w:rsid w:val="005B4CBA"/>
    <w:rsid w:val="005B710C"/>
    <w:rsid w:val="005B7DCE"/>
    <w:rsid w:val="005C1D7D"/>
    <w:rsid w:val="005C2D3A"/>
    <w:rsid w:val="005C3A37"/>
    <w:rsid w:val="005C49ED"/>
    <w:rsid w:val="005C5CF0"/>
    <w:rsid w:val="005C724B"/>
    <w:rsid w:val="005D02BD"/>
    <w:rsid w:val="005D2374"/>
    <w:rsid w:val="005D3B48"/>
    <w:rsid w:val="005D41B5"/>
    <w:rsid w:val="005D4A99"/>
    <w:rsid w:val="005D501E"/>
    <w:rsid w:val="005D5B5E"/>
    <w:rsid w:val="005D6401"/>
    <w:rsid w:val="005D7063"/>
    <w:rsid w:val="005D710B"/>
    <w:rsid w:val="005D74B0"/>
    <w:rsid w:val="005E0E3F"/>
    <w:rsid w:val="005E3963"/>
    <w:rsid w:val="005E3CAF"/>
    <w:rsid w:val="005E56D2"/>
    <w:rsid w:val="005E5790"/>
    <w:rsid w:val="005E7078"/>
    <w:rsid w:val="005F0519"/>
    <w:rsid w:val="005F11BF"/>
    <w:rsid w:val="005F2BD9"/>
    <w:rsid w:val="005F4166"/>
    <w:rsid w:val="005F6546"/>
    <w:rsid w:val="005F6BC3"/>
    <w:rsid w:val="005F6E9B"/>
    <w:rsid w:val="005F6FC4"/>
    <w:rsid w:val="005F7FCF"/>
    <w:rsid w:val="00601E42"/>
    <w:rsid w:val="0060208C"/>
    <w:rsid w:val="006028FE"/>
    <w:rsid w:val="00602B73"/>
    <w:rsid w:val="0060366B"/>
    <w:rsid w:val="00603989"/>
    <w:rsid w:val="0060423F"/>
    <w:rsid w:val="006042F3"/>
    <w:rsid w:val="00604939"/>
    <w:rsid w:val="006053BC"/>
    <w:rsid w:val="00607BC6"/>
    <w:rsid w:val="00610A0F"/>
    <w:rsid w:val="00610AE0"/>
    <w:rsid w:val="0061460C"/>
    <w:rsid w:val="006162D7"/>
    <w:rsid w:val="00616794"/>
    <w:rsid w:val="00620813"/>
    <w:rsid w:val="006239D1"/>
    <w:rsid w:val="006248E8"/>
    <w:rsid w:val="00631D72"/>
    <w:rsid w:val="006355DA"/>
    <w:rsid w:val="006368AE"/>
    <w:rsid w:val="00636A4B"/>
    <w:rsid w:val="00637524"/>
    <w:rsid w:val="006404BE"/>
    <w:rsid w:val="00640C4B"/>
    <w:rsid w:val="00642511"/>
    <w:rsid w:val="00643F75"/>
    <w:rsid w:val="00644304"/>
    <w:rsid w:val="00644E78"/>
    <w:rsid w:val="00645C8A"/>
    <w:rsid w:val="00650603"/>
    <w:rsid w:val="006514C7"/>
    <w:rsid w:val="00652B74"/>
    <w:rsid w:val="00652B98"/>
    <w:rsid w:val="00652C0A"/>
    <w:rsid w:val="00652FEC"/>
    <w:rsid w:val="00653257"/>
    <w:rsid w:val="0065408D"/>
    <w:rsid w:val="00654E5C"/>
    <w:rsid w:val="00655E91"/>
    <w:rsid w:val="00660620"/>
    <w:rsid w:val="00663438"/>
    <w:rsid w:val="006637F3"/>
    <w:rsid w:val="00663803"/>
    <w:rsid w:val="00665297"/>
    <w:rsid w:val="0066589D"/>
    <w:rsid w:val="00670AE7"/>
    <w:rsid w:val="00670E2A"/>
    <w:rsid w:val="00672187"/>
    <w:rsid w:val="0067288E"/>
    <w:rsid w:val="00673028"/>
    <w:rsid w:val="00682B08"/>
    <w:rsid w:val="00683A6B"/>
    <w:rsid w:val="00684A6B"/>
    <w:rsid w:val="00684DFA"/>
    <w:rsid w:val="006853DD"/>
    <w:rsid w:val="00686947"/>
    <w:rsid w:val="00686AFF"/>
    <w:rsid w:val="00686FCC"/>
    <w:rsid w:val="00687A7F"/>
    <w:rsid w:val="0069053C"/>
    <w:rsid w:val="00690EED"/>
    <w:rsid w:val="00692460"/>
    <w:rsid w:val="00692747"/>
    <w:rsid w:val="0069405E"/>
    <w:rsid w:val="006955FD"/>
    <w:rsid w:val="00695648"/>
    <w:rsid w:val="00696C90"/>
    <w:rsid w:val="006A0733"/>
    <w:rsid w:val="006A142C"/>
    <w:rsid w:val="006A195B"/>
    <w:rsid w:val="006A1D67"/>
    <w:rsid w:val="006A209E"/>
    <w:rsid w:val="006A2C62"/>
    <w:rsid w:val="006A54F2"/>
    <w:rsid w:val="006A5C8B"/>
    <w:rsid w:val="006A612C"/>
    <w:rsid w:val="006A6D0C"/>
    <w:rsid w:val="006A70EE"/>
    <w:rsid w:val="006B4BFC"/>
    <w:rsid w:val="006B53C3"/>
    <w:rsid w:val="006B61E9"/>
    <w:rsid w:val="006B72DE"/>
    <w:rsid w:val="006B7557"/>
    <w:rsid w:val="006B79E6"/>
    <w:rsid w:val="006B7D9B"/>
    <w:rsid w:val="006B7E15"/>
    <w:rsid w:val="006C00AD"/>
    <w:rsid w:val="006C28A5"/>
    <w:rsid w:val="006C3CBB"/>
    <w:rsid w:val="006C4161"/>
    <w:rsid w:val="006C49A0"/>
    <w:rsid w:val="006C656C"/>
    <w:rsid w:val="006C786A"/>
    <w:rsid w:val="006C7A04"/>
    <w:rsid w:val="006C7E8D"/>
    <w:rsid w:val="006D1D53"/>
    <w:rsid w:val="006D1DFE"/>
    <w:rsid w:val="006D27F5"/>
    <w:rsid w:val="006D2940"/>
    <w:rsid w:val="006D6398"/>
    <w:rsid w:val="006D66DA"/>
    <w:rsid w:val="006D6964"/>
    <w:rsid w:val="006E1268"/>
    <w:rsid w:val="006E16C0"/>
    <w:rsid w:val="006E1B1F"/>
    <w:rsid w:val="006E2D5C"/>
    <w:rsid w:val="006E46A5"/>
    <w:rsid w:val="006E5825"/>
    <w:rsid w:val="006E5B42"/>
    <w:rsid w:val="006F03F6"/>
    <w:rsid w:val="006F0FB7"/>
    <w:rsid w:val="006F4386"/>
    <w:rsid w:val="006F5332"/>
    <w:rsid w:val="00700ACD"/>
    <w:rsid w:val="00700E1E"/>
    <w:rsid w:val="00701241"/>
    <w:rsid w:val="0070366E"/>
    <w:rsid w:val="00703EDB"/>
    <w:rsid w:val="0070546C"/>
    <w:rsid w:val="00713E9E"/>
    <w:rsid w:val="0071508F"/>
    <w:rsid w:val="00716F7D"/>
    <w:rsid w:val="007173E9"/>
    <w:rsid w:val="0072018A"/>
    <w:rsid w:val="007206DC"/>
    <w:rsid w:val="00721467"/>
    <w:rsid w:val="007215AE"/>
    <w:rsid w:val="00723628"/>
    <w:rsid w:val="0072422A"/>
    <w:rsid w:val="007251AB"/>
    <w:rsid w:val="0072540D"/>
    <w:rsid w:val="00725BEA"/>
    <w:rsid w:val="00725EF2"/>
    <w:rsid w:val="00726F39"/>
    <w:rsid w:val="0072714B"/>
    <w:rsid w:val="007300FC"/>
    <w:rsid w:val="007327BC"/>
    <w:rsid w:val="00733655"/>
    <w:rsid w:val="00733C13"/>
    <w:rsid w:val="00737E7C"/>
    <w:rsid w:val="00737FE3"/>
    <w:rsid w:val="0074124D"/>
    <w:rsid w:val="00742B99"/>
    <w:rsid w:val="00743220"/>
    <w:rsid w:val="007436CC"/>
    <w:rsid w:val="0074471C"/>
    <w:rsid w:val="00744CCA"/>
    <w:rsid w:val="007468CD"/>
    <w:rsid w:val="0074731F"/>
    <w:rsid w:val="007513C5"/>
    <w:rsid w:val="00752286"/>
    <w:rsid w:val="00753559"/>
    <w:rsid w:val="0075414B"/>
    <w:rsid w:val="0075498F"/>
    <w:rsid w:val="00756575"/>
    <w:rsid w:val="00757660"/>
    <w:rsid w:val="00757F3C"/>
    <w:rsid w:val="007620F9"/>
    <w:rsid w:val="007640FD"/>
    <w:rsid w:val="00764955"/>
    <w:rsid w:val="007660AF"/>
    <w:rsid w:val="00770829"/>
    <w:rsid w:val="00770E84"/>
    <w:rsid w:val="00773C71"/>
    <w:rsid w:val="00775A43"/>
    <w:rsid w:val="00775BEB"/>
    <w:rsid w:val="0077710A"/>
    <w:rsid w:val="00780BB6"/>
    <w:rsid w:val="007831D2"/>
    <w:rsid w:val="00784C23"/>
    <w:rsid w:val="007853CF"/>
    <w:rsid w:val="00792C0B"/>
    <w:rsid w:val="0079523C"/>
    <w:rsid w:val="0079569B"/>
    <w:rsid w:val="007976E0"/>
    <w:rsid w:val="007A0801"/>
    <w:rsid w:val="007A13C2"/>
    <w:rsid w:val="007A1497"/>
    <w:rsid w:val="007A4B10"/>
    <w:rsid w:val="007A5020"/>
    <w:rsid w:val="007A57C1"/>
    <w:rsid w:val="007A5821"/>
    <w:rsid w:val="007A61FB"/>
    <w:rsid w:val="007A62FB"/>
    <w:rsid w:val="007A73E5"/>
    <w:rsid w:val="007A7B32"/>
    <w:rsid w:val="007A7B85"/>
    <w:rsid w:val="007A7EC8"/>
    <w:rsid w:val="007B180D"/>
    <w:rsid w:val="007B1962"/>
    <w:rsid w:val="007B2625"/>
    <w:rsid w:val="007C0556"/>
    <w:rsid w:val="007C1831"/>
    <w:rsid w:val="007C1E0C"/>
    <w:rsid w:val="007C28B7"/>
    <w:rsid w:val="007C3A2B"/>
    <w:rsid w:val="007C59C0"/>
    <w:rsid w:val="007C668A"/>
    <w:rsid w:val="007C7D07"/>
    <w:rsid w:val="007D1085"/>
    <w:rsid w:val="007D15A9"/>
    <w:rsid w:val="007D2A42"/>
    <w:rsid w:val="007D3C41"/>
    <w:rsid w:val="007D46A0"/>
    <w:rsid w:val="007D60B3"/>
    <w:rsid w:val="007D6A0D"/>
    <w:rsid w:val="007D7E87"/>
    <w:rsid w:val="007E008D"/>
    <w:rsid w:val="007E0C42"/>
    <w:rsid w:val="007E23F5"/>
    <w:rsid w:val="007E2F0F"/>
    <w:rsid w:val="007E3F6B"/>
    <w:rsid w:val="007E4A18"/>
    <w:rsid w:val="007E5A1A"/>
    <w:rsid w:val="007E6B61"/>
    <w:rsid w:val="007E6BA0"/>
    <w:rsid w:val="007F0532"/>
    <w:rsid w:val="007F09DE"/>
    <w:rsid w:val="007F16B9"/>
    <w:rsid w:val="007F1946"/>
    <w:rsid w:val="007F2B76"/>
    <w:rsid w:val="007F589A"/>
    <w:rsid w:val="007F6B7A"/>
    <w:rsid w:val="007F73A6"/>
    <w:rsid w:val="007F7FC1"/>
    <w:rsid w:val="00800C7C"/>
    <w:rsid w:val="00800ECD"/>
    <w:rsid w:val="0080169A"/>
    <w:rsid w:val="008024C9"/>
    <w:rsid w:val="00803BD2"/>
    <w:rsid w:val="008129C4"/>
    <w:rsid w:val="00812EC4"/>
    <w:rsid w:val="0081361D"/>
    <w:rsid w:val="0081381D"/>
    <w:rsid w:val="00813B52"/>
    <w:rsid w:val="00814163"/>
    <w:rsid w:val="0081546A"/>
    <w:rsid w:val="00815CE3"/>
    <w:rsid w:val="00816804"/>
    <w:rsid w:val="008179F8"/>
    <w:rsid w:val="00817C5B"/>
    <w:rsid w:val="00820015"/>
    <w:rsid w:val="0082027C"/>
    <w:rsid w:val="008217CD"/>
    <w:rsid w:val="00826218"/>
    <w:rsid w:val="00826B0B"/>
    <w:rsid w:val="00830298"/>
    <w:rsid w:val="008320C9"/>
    <w:rsid w:val="00832A4E"/>
    <w:rsid w:val="008355D6"/>
    <w:rsid w:val="00835DE4"/>
    <w:rsid w:val="00836A56"/>
    <w:rsid w:val="008405C8"/>
    <w:rsid w:val="00840897"/>
    <w:rsid w:val="008419D9"/>
    <w:rsid w:val="00842106"/>
    <w:rsid w:val="008423A3"/>
    <w:rsid w:val="008432E4"/>
    <w:rsid w:val="00843923"/>
    <w:rsid w:val="0084421F"/>
    <w:rsid w:val="008445E1"/>
    <w:rsid w:val="00844688"/>
    <w:rsid w:val="00844DFC"/>
    <w:rsid w:val="008455DB"/>
    <w:rsid w:val="008458FF"/>
    <w:rsid w:val="00846127"/>
    <w:rsid w:val="00852ACB"/>
    <w:rsid w:val="00852BBE"/>
    <w:rsid w:val="00852C09"/>
    <w:rsid w:val="0085369A"/>
    <w:rsid w:val="008544EF"/>
    <w:rsid w:val="0085690A"/>
    <w:rsid w:val="00856F6C"/>
    <w:rsid w:val="008571C8"/>
    <w:rsid w:val="00857BBD"/>
    <w:rsid w:val="00860B50"/>
    <w:rsid w:val="00864A9A"/>
    <w:rsid w:val="00866D7D"/>
    <w:rsid w:val="00867886"/>
    <w:rsid w:val="00867B45"/>
    <w:rsid w:val="00870100"/>
    <w:rsid w:val="00871E1B"/>
    <w:rsid w:val="00872262"/>
    <w:rsid w:val="00872ADD"/>
    <w:rsid w:val="00872C2D"/>
    <w:rsid w:val="00875CF7"/>
    <w:rsid w:val="0087643D"/>
    <w:rsid w:val="00877F3F"/>
    <w:rsid w:val="00877FA0"/>
    <w:rsid w:val="00880123"/>
    <w:rsid w:val="0088313D"/>
    <w:rsid w:val="008833FA"/>
    <w:rsid w:val="00884CF4"/>
    <w:rsid w:val="00885029"/>
    <w:rsid w:val="00885AD3"/>
    <w:rsid w:val="00887BFF"/>
    <w:rsid w:val="0089162A"/>
    <w:rsid w:val="008925EC"/>
    <w:rsid w:val="008928D9"/>
    <w:rsid w:val="0089530D"/>
    <w:rsid w:val="008955CE"/>
    <w:rsid w:val="00895F52"/>
    <w:rsid w:val="008A0767"/>
    <w:rsid w:val="008A1048"/>
    <w:rsid w:val="008A1DAE"/>
    <w:rsid w:val="008A2CC5"/>
    <w:rsid w:val="008A331F"/>
    <w:rsid w:val="008A33A4"/>
    <w:rsid w:val="008A363B"/>
    <w:rsid w:val="008A3D89"/>
    <w:rsid w:val="008A4E19"/>
    <w:rsid w:val="008A5684"/>
    <w:rsid w:val="008A5F64"/>
    <w:rsid w:val="008A60F8"/>
    <w:rsid w:val="008A7BB7"/>
    <w:rsid w:val="008A7C0D"/>
    <w:rsid w:val="008B0BCE"/>
    <w:rsid w:val="008B106E"/>
    <w:rsid w:val="008B3332"/>
    <w:rsid w:val="008B34BE"/>
    <w:rsid w:val="008B3E04"/>
    <w:rsid w:val="008B5EEB"/>
    <w:rsid w:val="008B610E"/>
    <w:rsid w:val="008B6F54"/>
    <w:rsid w:val="008B72C2"/>
    <w:rsid w:val="008B735D"/>
    <w:rsid w:val="008C07CD"/>
    <w:rsid w:val="008C0C3B"/>
    <w:rsid w:val="008C164D"/>
    <w:rsid w:val="008C1B95"/>
    <w:rsid w:val="008C254D"/>
    <w:rsid w:val="008C2D5F"/>
    <w:rsid w:val="008C5349"/>
    <w:rsid w:val="008C6302"/>
    <w:rsid w:val="008C7251"/>
    <w:rsid w:val="008C778E"/>
    <w:rsid w:val="008D0BD0"/>
    <w:rsid w:val="008D2109"/>
    <w:rsid w:val="008D24D4"/>
    <w:rsid w:val="008D2676"/>
    <w:rsid w:val="008D2927"/>
    <w:rsid w:val="008D3320"/>
    <w:rsid w:val="008D410E"/>
    <w:rsid w:val="008D45D8"/>
    <w:rsid w:val="008D76FA"/>
    <w:rsid w:val="008D794B"/>
    <w:rsid w:val="008E269E"/>
    <w:rsid w:val="008E2897"/>
    <w:rsid w:val="008E3F94"/>
    <w:rsid w:val="008E6D0E"/>
    <w:rsid w:val="008E7543"/>
    <w:rsid w:val="008F2A77"/>
    <w:rsid w:val="008F3A27"/>
    <w:rsid w:val="008F6FD9"/>
    <w:rsid w:val="00901C01"/>
    <w:rsid w:val="009029CB"/>
    <w:rsid w:val="00903DC1"/>
    <w:rsid w:val="0090640C"/>
    <w:rsid w:val="009142A9"/>
    <w:rsid w:val="00915B41"/>
    <w:rsid w:val="00916D93"/>
    <w:rsid w:val="009172AD"/>
    <w:rsid w:val="00920FC7"/>
    <w:rsid w:val="00921B72"/>
    <w:rsid w:val="00924B6F"/>
    <w:rsid w:val="00925228"/>
    <w:rsid w:val="00925260"/>
    <w:rsid w:val="009261C0"/>
    <w:rsid w:val="00930055"/>
    <w:rsid w:val="00931FD2"/>
    <w:rsid w:val="009320DA"/>
    <w:rsid w:val="00932DC0"/>
    <w:rsid w:val="00933BF8"/>
    <w:rsid w:val="00935B26"/>
    <w:rsid w:val="009369DB"/>
    <w:rsid w:val="00936A17"/>
    <w:rsid w:val="009372A4"/>
    <w:rsid w:val="00943639"/>
    <w:rsid w:val="00943849"/>
    <w:rsid w:val="00943D49"/>
    <w:rsid w:val="0094448C"/>
    <w:rsid w:val="009447AA"/>
    <w:rsid w:val="00945E4A"/>
    <w:rsid w:val="00947897"/>
    <w:rsid w:val="00950015"/>
    <w:rsid w:val="009513A4"/>
    <w:rsid w:val="0095266B"/>
    <w:rsid w:val="00952EED"/>
    <w:rsid w:val="009531A6"/>
    <w:rsid w:val="0095578D"/>
    <w:rsid w:val="00956715"/>
    <w:rsid w:val="0096095B"/>
    <w:rsid w:val="00962E59"/>
    <w:rsid w:val="00966F9A"/>
    <w:rsid w:val="0097034B"/>
    <w:rsid w:val="00971048"/>
    <w:rsid w:val="00973630"/>
    <w:rsid w:val="00973E5B"/>
    <w:rsid w:val="00974381"/>
    <w:rsid w:val="009760F3"/>
    <w:rsid w:val="009776B4"/>
    <w:rsid w:val="00980EE3"/>
    <w:rsid w:val="00981532"/>
    <w:rsid w:val="00982A02"/>
    <w:rsid w:val="00983022"/>
    <w:rsid w:val="009839DB"/>
    <w:rsid w:val="00985F82"/>
    <w:rsid w:val="009907B3"/>
    <w:rsid w:val="00992B6A"/>
    <w:rsid w:val="00993A6D"/>
    <w:rsid w:val="009942DC"/>
    <w:rsid w:val="009949A1"/>
    <w:rsid w:val="00996F23"/>
    <w:rsid w:val="009A0E94"/>
    <w:rsid w:val="009A16E4"/>
    <w:rsid w:val="009A1712"/>
    <w:rsid w:val="009A2404"/>
    <w:rsid w:val="009A4847"/>
    <w:rsid w:val="009A61F7"/>
    <w:rsid w:val="009B5FDD"/>
    <w:rsid w:val="009B69D1"/>
    <w:rsid w:val="009C0D61"/>
    <w:rsid w:val="009C0DC5"/>
    <w:rsid w:val="009C2A3B"/>
    <w:rsid w:val="009C56C7"/>
    <w:rsid w:val="009C624B"/>
    <w:rsid w:val="009C70EA"/>
    <w:rsid w:val="009C76CA"/>
    <w:rsid w:val="009D26F8"/>
    <w:rsid w:val="009D2E95"/>
    <w:rsid w:val="009D338C"/>
    <w:rsid w:val="009D3D31"/>
    <w:rsid w:val="009D4DA3"/>
    <w:rsid w:val="009D61BC"/>
    <w:rsid w:val="009D67D7"/>
    <w:rsid w:val="009D69C4"/>
    <w:rsid w:val="009D7AA8"/>
    <w:rsid w:val="009E0B22"/>
    <w:rsid w:val="009E29D3"/>
    <w:rsid w:val="009E333F"/>
    <w:rsid w:val="009E35C7"/>
    <w:rsid w:val="009E7793"/>
    <w:rsid w:val="009F0E66"/>
    <w:rsid w:val="009F1D88"/>
    <w:rsid w:val="009F35F4"/>
    <w:rsid w:val="009F4A60"/>
    <w:rsid w:val="009F51EF"/>
    <w:rsid w:val="009F66D5"/>
    <w:rsid w:val="009F6990"/>
    <w:rsid w:val="009F70ED"/>
    <w:rsid w:val="00A017FB"/>
    <w:rsid w:val="00A02414"/>
    <w:rsid w:val="00A0551F"/>
    <w:rsid w:val="00A05A0B"/>
    <w:rsid w:val="00A06413"/>
    <w:rsid w:val="00A069FD"/>
    <w:rsid w:val="00A06ADD"/>
    <w:rsid w:val="00A06FDD"/>
    <w:rsid w:val="00A07D53"/>
    <w:rsid w:val="00A10C45"/>
    <w:rsid w:val="00A130D2"/>
    <w:rsid w:val="00A13926"/>
    <w:rsid w:val="00A13940"/>
    <w:rsid w:val="00A15E15"/>
    <w:rsid w:val="00A16583"/>
    <w:rsid w:val="00A17855"/>
    <w:rsid w:val="00A17A53"/>
    <w:rsid w:val="00A21920"/>
    <w:rsid w:val="00A24B78"/>
    <w:rsid w:val="00A252D8"/>
    <w:rsid w:val="00A25A88"/>
    <w:rsid w:val="00A25B16"/>
    <w:rsid w:val="00A26EB5"/>
    <w:rsid w:val="00A31C1E"/>
    <w:rsid w:val="00A32570"/>
    <w:rsid w:val="00A32971"/>
    <w:rsid w:val="00A34337"/>
    <w:rsid w:val="00A3451F"/>
    <w:rsid w:val="00A3503D"/>
    <w:rsid w:val="00A35D56"/>
    <w:rsid w:val="00A35E1C"/>
    <w:rsid w:val="00A41383"/>
    <w:rsid w:val="00A44362"/>
    <w:rsid w:val="00A44382"/>
    <w:rsid w:val="00A4472A"/>
    <w:rsid w:val="00A451D7"/>
    <w:rsid w:val="00A45DCE"/>
    <w:rsid w:val="00A50599"/>
    <w:rsid w:val="00A5184F"/>
    <w:rsid w:val="00A51B39"/>
    <w:rsid w:val="00A52371"/>
    <w:rsid w:val="00A5286F"/>
    <w:rsid w:val="00A53B35"/>
    <w:rsid w:val="00A56D0F"/>
    <w:rsid w:val="00A579CA"/>
    <w:rsid w:val="00A611B8"/>
    <w:rsid w:val="00A62B74"/>
    <w:rsid w:val="00A6398B"/>
    <w:rsid w:val="00A64DDB"/>
    <w:rsid w:val="00A64FCD"/>
    <w:rsid w:val="00A675F5"/>
    <w:rsid w:val="00A7022F"/>
    <w:rsid w:val="00A73206"/>
    <w:rsid w:val="00A736ED"/>
    <w:rsid w:val="00A73B8A"/>
    <w:rsid w:val="00A74561"/>
    <w:rsid w:val="00A74C27"/>
    <w:rsid w:val="00A80EDF"/>
    <w:rsid w:val="00A818E4"/>
    <w:rsid w:val="00A825B7"/>
    <w:rsid w:val="00A82DE7"/>
    <w:rsid w:val="00A83BBF"/>
    <w:rsid w:val="00A85020"/>
    <w:rsid w:val="00A860BD"/>
    <w:rsid w:val="00A90DBA"/>
    <w:rsid w:val="00A93B1B"/>
    <w:rsid w:val="00A94F5D"/>
    <w:rsid w:val="00A95BC6"/>
    <w:rsid w:val="00A95E0A"/>
    <w:rsid w:val="00A9632C"/>
    <w:rsid w:val="00A97C21"/>
    <w:rsid w:val="00AA05EF"/>
    <w:rsid w:val="00AA1539"/>
    <w:rsid w:val="00AA153B"/>
    <w:rsid w:val="00AA40EA"/>
    <w:rsid w:val="00AA65E8"/>
    <w:rsid w:val="00AA6653"/>
    <w:rsid w:val="00AA793E"/>
    <w:rsid w:val="00AB02A8"/>
    <w:rsid w:val="00AB124D"/>
    <w:rsid w:val="00AB12B6"/>
    <w:rsid w:val="00AB141C"/>
    <w:rsid w:val="00AB202A"/>
    <w:rsid w:val="00AB21DE"/>
    <w:rsid w:val="00AB3467"/>
    <w:rsid w:val="00AB3D99"/>
    <w:rsid w:val="00AB401E"/>
    <w:rsid w:val="00AB4986"/>
    <w:rsid w:val="00AB5EE7"/>
    <w:rsid w:val="00AB7412"/>
    <w:rsid w:val="00AB748C"/>
    <w:rsid w:val="00AB7EEB"/>
    <w:rsid w:val="00AC0A13"/>
    <w:rsid w:val="00AC2ED6"/>
    <w:rsid w:val="00AC522C"/>
    <w:rsid w:val="00AC6D8F"/>
    <w:rsid w:val="00AC721C"/>
    <w:rsid w:val="00AD094B"/>
    <w:rsid w:val="00AD22FF"/>
    <w:rsid w:val="00AD2CC0"/>
    <w:rsid w:val="00AD2EB4"/>
    <w:rsid w:val="00AD3EA5"/>
    <w:rsid w:val="00AD3F1F"/>
    <w:rsid w:val="00AD52A0"/>
    <w:rsid w:val="00AD6293"/>
    <w:rsid w:val="00AD6C5F"/>
    <w:rsid w:val="00AD7DD6"/>
    <w:rsid w:val="00AE0489"/>
    <w:rsid w:val="00AE07CF"/>
    <w:rsid w:val="00AE1849"/>
    <w:rsid w:val="00AE58DC"/>
    <w:rsid w:val="00AE5D62"/>
    <w:rsid w:val="00AE72F9"/>
    <w:rsid w:val="00AE7626"/>
    <w:rsid w:val="00AE7678"/>
    <w:rsid w:val="00AE7965"/>
    <w:rsid w:val="00AF0B3E"/>
    <w:rsid w:val="00AF133E"/>
    <w:rsid w:val="00AF1E67"/>
    <w:rsid w:val="00AF24A7"/>
    <w:rsid w:val="00AF4188"/>
    <w:rsid w:val="00AF5512"/>
    <w:rsid w:val="00AF7120"/>
    <w:rsid w:val="00B005CE"/>
    <w:rsid w:val="00B007C8"/>
    <w:rsid w:val="00B014B2"/>
    <w:rsid w:val="00B03441"/>
    <w:rsid w:val="00B03897"/>
    <w:rsid w:val="00B04C0E"/>
    <w:rsid w:val="00B06629"/>
    <w:rsid w:val="00B07094"/>
    <w:rsid w:val="00B07E5E"/>
    <w:rsid w:val="00B10C61"/>
    <w:rsid w:val="00B1113C"/>
    <w:rsid w:val="00B15371"/>
    <w:rsid w:val="00B178B3"/>
    <w:rsid w:val="00B22832"/>
    <w:rsid w:val="00B22D3B"/>
    <w:rsid w:val="00B2419A"/>
    <w:rsid w:val="00B25146"/>
    <w:rsid w:val="00B25B49"/>
    <w:rsid w:val="00B26E16"/>
    <w:rsid w:val="00B26E86"/>
    <w:rsid w:val="00B27922"/>
    <w:rsid w:val="00B3088C"/>
    <w:rsid w:val="00B33404"/>
    <w:rsid w:val="00B33BB8"/>
    <w:rsid w:val="00B342BF"/>
    <w:rsid w:val="00B350C3"/>
    <w:rsid w:val="00B3717B"/>
    <w:rsid w:val="00B40393"/>
    <w:rsid w:val="00B41026"/>
    <w:rsid w:val="00B425DA"/>
    <w:rsid w:val="00B45813"/>
    <w:rsid w:val="00B47E18"/>
    <w:rsid w:val="00B512F6"/>
    <w:rsid w:val="00B51582"/>
    <w:rsid w:val="00B52C83"/>
    <w:rsid w:val="00B52DF9"/>
    <w:rsid w:val="00B54470"/>
    <w:rsid w:val="00B54CD3"/>
    <w:rsid w:val="00B55FF2"/>
    <w:rsid w:val="00B56FD1"/>
    <w:rsid w:val="00B62C6C"/>
    <w:rsid w:val="00B62FB2"/>
    <w:rsid w:val="00B63555"/>
    <w:rsid w:val="00B64C0B"/>
    <w:rsid w:val="00B650E4"/>
    <w:rsid w:val="00B669B6"/>
    <w:rsid w:val="00B7123A"/>
    <w:rsid w:val="00B72AAD"/>
    <w:rsid w:val="00B74117"/>
    <w:rsid w:val="00B7513A"/>
    <w:rsid w:val="00B7742A"/>
    <w:rsid w:val="00B81A45"/>
    <w:rsid w:val="00B83471"/>
    <w:rsid w:val="00B83DBC"/>
    <w:rsid w:val="00B85AE8"/>
    <w:rsid w:val="00B85F58"/>
    <w:rsid w:val="00B86548"/>
    <w:rsid w:val="00B86609"/>
    <w:rsid w:val="00B917BD"/>
    <w:rsid w:val="00B95A55"/>
    <w:rsid w:val="00B966A4"/>
    <w:rsid w:val="00B97A1C"/>
    <w:rsid w:val="00B97E89"/>
    <w:rsid w:val="00BA06C7"/>
    <w:rsid w:val="00BA07A0"/>
    <w:rsid w:val="00BA0A69"/>
    <w:rsid w:val="00BA29AC"/>
    <w:rsid w:val="00BA52E2"/>
    <w:rsid w:val="00BA7FE5"/>
    <w:rsid w:val="00BB24D2"/>
    <w:rsid w:val="00BB28D4"/>
    <w:rsid w:val="00BB425C"/>
    <w:rsid w:val="00BB618C"/>
    <w:rsid w:val="00BB73FE"/>
    <w:rsid w:val="00BC0F18"/>
    <w:rsid w:val="00BC1EB0"/>
    <w:rsid w:val="00BC222E"/>
    <w:rsid w:val="00BC228A"/>
    <w:rsid w:val="00BC29A4"/>
    <w:rsid w:val="00BC304E"/>
    <w:rsid w:val="00BC4C08"/>
    <w:rsid w:val="00BC4D6B"/>
    <w:rsid w:val="00BC5C7E"/>
    <w:rsid w:val="00BD095A"/>
    <w:rsid w:val="00BD0D31"/>
    <w:rsid w:val="00BD289A"/>
    <w:rsid w:val="00BD2D91"/>
    <w:rsid w:val="00BD2EEA"/>
    <w:rsid w:val="00BD4A04"/>
    <w:rsid w:val="00BD5058"/>
    <w:rsid w:val="00BD60E0"/>
    <w:rsid w:val="00BD64B7"/>
    <w:rsid w:val="00BD70E9"/>
    <w:rsid w:val="00BE0356"/>
    <w:rsid w:val="00BE185C"/>
    <w:rsid w:val="00BE2AB1"/>
    <w:rsid w:val="00BE3088"/>
    <w:rsid w:val="00BE30FD"/>
    <w:rsid w:val="00BE3748"/>
    <w:rsid w:val="00BE77BF"/>
    <w:rsid w:val="00BF0F73"/>
    <w:rsid w:val="00BF2FE4"/>
    <w:rsid w:val="00BF341C"/>
    <w:rsid w:val="00BF41BB"/>
    <w:rsid w:val="00BF4D90"/>
    <w:rsid w:val="00BF5008"/>
    <w:rsid w:val="00C031BF"/>
    <w:rsid w:val="00C054F0"/>
    <w:rsid w:val="00C05937"/>
    <w:rsid w:val="00C10949"/>
    <w:rsid w:val="00C10A90"/>
    <w:rsid w:val="00C10DFE"/>
    <w:rsid w:val="00C116B6"/>
    <w:rsid w:val="00C119AD"/>
    <w:rsid w:val="00C1286B"/>
    <w:rsid w:val="00C1443A"/>
    <w:rsid w:val="00C176BB"/>
    <w:rsid w:val="00C22127"/>
    <w:rsid w:val="00C22C45"/>
    <w:rsid w:val="00C23BD0"/>
    <w:rsid w:val="00C25968"/>
    <w:rsid w:val="00C26EAE"/>
    <w:rsid w:val="00C27E18"/>
    <w:rsid w:val="00C31FAC"/>
    <w:rsid w:val="00C338E6"/>
    <w:rsid w:val="00C352F8"/>
    <w:rsid w:val="00C35631"/>
    <w:rsid w:val="00C400A7"/>
    <w:rsid w:val="00C41C01"/>
    <w:rsid w:val="00C441D2"/>
    <w:rsid w:val="00C4560B"/>
    <w:rsid w:val="00C46099"/>
    <w:rsid w:val="00C5071B"/>
    <w:rsid w:val="00C50C74"/>
    <w:rsid w:val="00C51224"/>
    <w:rsid w:val="00C53007"/>
    <w:rsid w:val="00C541EF"/>
    <w:rsid w:val="00C562DA"/>
    <w:rsid w:val="00C56698"/>
    <w:rsid w:val="00C56FD6"/>
    <w:rsid w:val="00C57B10"/>
    <w:rsid w:val="00C62024"/>
    <w:rsid w:val="00C62251"/>
    <w:rsid w:val="00C65FBA"/>
    <w:rsid w:val="00C66607"/>
    <w:rsid w:val="00C66F3A"/>
    <w:rsid w:val="00C6774C"/>
    <w:rsid w:val="00C67CD1"/>
    <w:rsid w:val="00C70FE8"/>
    <w:rsid w:val="00C72CD0"/>
    <w:rsid w:val="00C73ACA"/>
    <w:rsid w:val="00C73E53"/>
    <w:rsid w:val="00C743A6"/>
    <w:rsid w:val="00C74EAC"/>
    <w:rsid w:val="00C751D8"/>
    <w:rsid w:val="00C75AB4"/>
    <w:rsid w:val="00C76E90"/>
    <w:rsid w:val="00C811F1"/>
    <w:rsid w:val="00C822C3"/>
    <w:rsid w:val="00C85360"/>
    <w:rsid w:val="00C85F31"/>
    <w:rsid w:val="00C87A78"/>
    <w:rsid w:val="00C87C6D"/>
    <w:rsid w:val="00C9106C"/>
    <w:rsid w:val="00C92041"/>
    <w:rsid w:val="00C92618"/>
    <w:rsid w:val="00C94853"/>
    <w:rsid w:val="00CA10FD"/>
    <w:rsid w:val="00CA14B8"/>
    <w:rsid w:val="00CA15A1"/>
    <w:rsid w:val="00CA1CD8"/>
    <w:rsid w:val="00CA2686"/>
    <w:rsid w:val="00CA456D"/>
    <w:rsid w:val="00CA5653"/>
    <w:rsid w:val="00CA5CE1"/>
    <w:rsid w:val="00CA6F36"/>
    <w:rsid w:val="00CA6FD9"/>
    <w:rsid w:val="00CA7ABE"/>
    <w:rsid w:val="00CB0C0A"/>
    <w:rsid w:val="00CB3EC1"/>
    <w:rsid w:val="00CB5839"/>
    <w:rsid w:val="00CB64C7"/>
    <w:rsid w:val="00CB73E9"/>
    <w:rsid w:val="00CB74DD"/>
    <w:rsid w:val="00CC0F63"/>
    <w:rsid w:val="00CC14DF"/>
    <w:rsid w:val="00CC225F"/>
    <w:rsid w:val="00CC5F9E"/>
    <w:rsid w:val="00CC6F19"/>
    <w:rsid w:val="00CD0D17"/>
    <w:rsid w:val="00CD21FF"/>
    <w:rsid w:val="00CD2F10"/>
    <w:rsid w:val="00CD3CCA"/>
    <w:rsid w:val="00CD5598"/>
    <w:rsid w:val="00CD5646"/>
    <w:rsid w:val="00CD5CD0"/>
    <w:rsid w:val="00CE0BD9"/>
    <w:rsid w:val="00CE1737"/>
    <w:rsid w:val="00CE363F"/>
    <w:rsid w:val="00CE3AE7"/>
    <w:rsid w:val="00CE3F6C"/>
    <w:rsid w:val="00CE621A"/>
    <w:rsid w:val="00CF4E08"/>
    <w:rsid w:val="00CF51B7"/>
    <w:rsid w:val="00CF6DFB"/>
    <w:rsid w:val="00CF6F8A"/>
    <w:rsid w:val="00CF77A7"/>
    <w:rsid w:val="00CF7EFE"/>
    <w:rsid w:val="00D00B86"/>
    <w:rsid w:val="00D01EB5"/>
    <w:rsid w:val="00D01F28"/>
    <w:rsid w:val="00D0520B"/>
    <w:rsid w:val="00D0583F"/>
    <w:rsid w:val="00D059FE"/>
    <w:rsid w:val="00D0689A"/>
    <w:rsid w:val="00D06D38"/>
    <w:rsid w:val="00D11129"/>
    <w:rsid w:val="00D114D5"/>
    <w:rsid w:val="00D1202B"/>
    <w:rsid w:val="00D12DA7"/>
    <w:rsid w:val="00D138E0"/>
    <w:rsid w:val="00D14073"/>
    <w:rsid w:val="00D142DA"/>
    <w:rsid w:val="00D14F32"/>
    <w:rsid w:val="00D1590F"/>
    <w:rsid w:val="00D1693C"/>
    <w:rsid w:val="00D17508"/>
    <w:rsid w:val="00D17CA8"/>
    <w:rsid w:val="00D17F01"/>
    <w:rsid w:val="00D20A6B"/>
    <w:rsid w:val="00D20DF9"/>
    <w:rsid w:val="00D2467F"/>
    <w:rsid w:val="00D273BC"/>
    <w:rsid w:val="00D275C8"/>
    <w:rsid w:val="00D31D78"/>
    <w:rsid w:val="00D31E6D"/>
    <w:rsid w:val="00D322AA"/>
    <w:rsid w:val="00D3261D"/>
    <w:rsid w:val="00D34C43"/>
    <w:rsid w:val="00D371D0"/>
    <w:rsid w:val="00D37B4F"/>
    <w:rsid w:val="00D41E70"/>
    <w:rsid w:val="00D42249"/>
    <w:rsid w:val="00D423D2"/>
    <w:rsid w:val="00D45888"/>
    <w:rsid w:val="00D45FE6"/>
    <w:rsid w:val="00D46964"/>
    <w:rsid w:val="00D46B1F"/>
    <w:rsid w:val="00D51AB5"/>
    <w:rsid w:val="00D5202A"/>
    <w:rsid w:val="00D53495"/>
    <w:rsid w:val="00D53918"/>
    <w:rsid w:val="00D547B8"/>
    <w:rsid w:val="00D55453"/>
    <w:rsid w:val="00D57476"/>
    <w:rsid w:val="00D604DF"/>
    <w:rsid w:val="00D614CB"/>
    <w:rsid w:val="00D635DB"/>
    <w:rsid w:val="00D65747"/>
    <w:rsid w:val="00D705E5"/>
    <w:rsid w:val="00D735F8"/>
    <w:rsid w:val="00D73A9D"/>
    <w:rsid w:val="00D747CB"/>
    <w:rsid w:val="00D747D8"/>
    <w:rsid w:val="00D76218"/>
    <w:rsid w:val="00D76615"/>
    <w:rsid w:val="00D76ADB"/>
    <w:rsid w:val="00D81C0D"/>
    <w:rsid w:val="00D823E0"/>
    <w:rsid w:val="00D824E8"/>
    <w:rsid w:val="00D82EB1"/>
    <w:rsid w:val="00D84394"/>
    <w:rsid w:val="00D851EB"/>
    <w:rsid w:val="00D86AA4"/>
    <w:rsid w:val="00D91EDF"/>
    <w:rsid w:val="00D93830"/>
    <w:rsid w:val="00D95390"/>
    <w:rsid w:val="00D96054"/>
    <w:rsid w:val="00D97FD1"/>
    <w:rsid w:val="00DA084F"/>
    <w:rsid w:val="00DA2985"/>
    <w:rsid w:val="00DA3304"/>
    <w:rsid w:val="00DA40A9"/>
    <w:rsid w:val="00DA4298"/>
    <w:rsid w:val="00DA553D"/>
    <w:rsid w:val="00DA6E0A"/>
    <w:rsid w:val="00DA7EE3"/>
    <w:rsid w:val="00DB0879"/>
    <w:rsid w:val="00DB0CCB"/>
    <w:rsid w:val="00DB1468"/>
    <w:rsid w:val="00DB2A87"/>
    <w:rsid w:val="00DB2B03"/>
    <w:rsid w:val="00DB2E9E"/>
    <w:rsid w:val="00DB35F3"/>
    <w:rsid w:val="00DB419B"/>
    <w:rsid w:val="00DB5814"/>
    <w:rsid w:val="00DB5D12"/>
    <w:rsid w:val="00DC3908"/>
    <w:rsid w:val="00DC3C90"/>
    <w:rsid w:val="00DC5057"/>
    <w:rsid w:val="00DC5A00"/>
    <w:rsid w:val="00DC66E0"/>
    <w:rsid w:val="00DC7213"/>
    <w:rsid w:val="00DD013E"/>
    <w:rsid w:val="00DD14F5"/>
    <w:rsid w:val="00DD3063"/>
    <w:rsid w:val="00DD4F15"/>
    <w:rsid w:val="00DE0AE0"/>
    <w:rsid w:val="00DE0CD8"/>
    <w:rsid w:val="00DE0D82"/>
    <w:rsid w:val="00DE0E49"/>
    <w:rsid w:val="00DE1C5B"/>
    <w:rsid w:val="00DE1F4E"/>
    <w:rsid w:val="00DE4E16"/>
    <w:rsid w:val="00DE5F03"/>
    <w:rsid w:val="00DE79F7"/>
    <w:rsid w:val="00DE7FF6"/>
    <w:rsid w:val="00DF1646"/>
    <w:rsid w:val="00DF2671"/>
    <w:rsid w:val="00DF403B"/>
    <w:rsid w:val="00DF46B8"/>
    <w:rsid w:val="00DF4CE0"/>
    <w:rsid w:val="00DF64A2"/>
    <w:rsid w:val="00DF6704"/>
    <w:rsid w:val="00DF7CF2"/>
    <w:rsid w:val="00E0383A"/>
    <w:rsid w:val="00E071EB"/>
    <w:rsid w:val="00E073D5"/>
    <w:rsid w:val="00E0771F"/>
    <w:rsid w:val="00E11B9D"/>
    <w:rsid w:val="00E122E9"/>
    <w:rsid w:val="00E128F0"/>
    <w:rsid w:val="00E13D86"/>
    <w:rsid w:val="00E14A52"/>
    <w:rsid w:val="00E14FC9"/>
    <w:rsid w:val="00E151FD"/>
    <w:rsid w:val="00E15568"/>
    <w:rsid w:val="00E16ED6"/>
    <w:rsid w:val="00E21D34"/>
    <w:rsid w:val="00E22046"/>
    <w:rsid w:val="00E2238F"/>
    <w:rsid w:val="00E227DA"/>
    <w:rsid w:val="00E22CC6"/>
    <w:rsid w:val="00E26BE4"/>
    <w:rsid w:val="00E26D2A"/>
    <w:rsid w:val="00E309B3"/>
    <w:rsid w:val="00E34177"/>
    <w:rsid w:val="00E3472B"/>
    <w:rsid w:val="00E34977"/>
    <w:rsid w:val="00E35968"/>
    <w:rsid w:val="00E35BF8"/>
    <w:rsid w:val="00E35DD8"/>
    <w:rsid w:val="00E37937"/>
    <w:rsid w:val="00E40D5C"/>
    <w:rsid w:val="00E41588"/>
    <w:rsid w:val="00E41D4D"/>
    <w:rsid w:val="00E43B34"/>
    <w:rsid w:val="00E44433"/>
    <w:rsid w:val="00E45B4C"/>
    <w:rsid w:val="00E46CFB"/>
    <w:rsid w:val="00E507F9"/>
    <w:rsid w:val="00E52824"/>
    <w:rsid w:val="00E55C15"/>
    <w:rsid w:val="00E56166"/>
    <w:rsid w:val="00E5623F"/>
    <w:rsid w:val="00E57187"/>
    <w:rsid w:val="00E60621"/>
    <w:rsid w:val="00E61CC3"/>
    <w:rsid w:val="00E61F75"/>
    <w:rsid w:val="00E665EA"/>
    <w:rsid w:val="00E671E1"/>
    <w:rsid w:val="00E67DE4"/>
    <w:rsid w:val="00E70898"/>
    <w:rsid w:val="00E70D23"/>
    <w:rsid w:val="00E71004"/>
    <w:rsid w:val="00E7537A"/>
    <w:rsid w:val="00E77C85"/>
    <w:rsid w:val="00E77E05"/>
    <w:rsid w:val="00E81179"/>
    <w:rsid w:val="00E82102"/>
    <w:rsid w:val="00E8287E"/>
    <w:rsid w:val="00E839D9"/>
    <w:rsid w:val="00E83DE8"/>
    <w:rsid w:val="00E93131"/>
    <w:rsid w:val="00E9534C"/>
    <w:rsid w:val="00E9754E"/>
    <w:rsid w:val="00EA064E"/>
    <w:rsid w:val="00EA1C85"/>
    <w:rsid w:val="00EA41DE"/>
    <w:rsid w:val="00EA5B8E"/>
    <w:rsid w:val="00EA6720"/>
    <w:rsid w:val="00EA753B"/>
    <w:rsid w:val="00EA7B2D"/>
    <w:rsid w:val="00EB0FCD"/>
    <w:rsid w:val="00EB3EFD"/>
    <w:rsid w:val="00EB5BFA"/>
    <w:rsid w:val="00EB61A9"/>
    <w:rsid w:val="00EB63B4"/>
    <w:rsid w:val="00EC0CA8"/>
    <w:rsid w:val="00EC108D"/>
    <w:rsid w:val="00EC134E"/>
    <w:rsid w:val="00EC5D25"/>
    <w:rsid w:val="00ED093C"/>
    <w:rsid w:val="00ED361B"/>
    <w:rsid w:val="00ED416F"/>
    <w:rsid w:val="00ED4B38"/>
    <w:rsid w:val="00ED5B98"/>
    <w:rsid w:val="00ED6C94"/>
    <w:rsid w:val="00EE31E1"/>
    <w:rsid w:val="00EE3AAA"/>
    <w:rsid w:val="00EE6421"/>
    <w:rsid w:val="00EF2208"/>
    <w:rsid w:val="00EF2FFE"/>
    <w:rsid w:val="00EF55EE"/>
    <w:rsid w:val="00EF5DE4"/>
    <w:rsid w:val="00EF7360"/>
    <w:rsid w:val="00F006DC"/>
    <w:rsid w:val="00F00C06"/>
    <w:rsid w:val="00F0265E"/>
    <w:rsid w:val="00F03C05"/>
    <w:rsid w:val="00F05C47"/>
    <w:rsid w:val="00F107EF"/>
    <w:rsid w:val="00F11D90"/>
    <w:rsid w:val="00F14808"/>
    <w:rsid w:val="00F14BC8"/>
    <w:rsid w:val="00F16E91"/>
    <w:rsid w:val="00F203ED"/>
    <w:rsid w:val="00F2067D"/>
    <w:rsid w:val="00F222CA"/>
    <w:rsid w:val="00F24251"/>
    <w:rsid w:val="00F24429"/>
    <w:rsid w:val="00F25728"/>
    <w:rsid w:val="00F31071"/>
    <w:rsid w:val="00F32CCC"/>
    <w:rsid w:val="00F33A46"/>
    <w:rsid w:val="00F34A78"/>
    <w:rsid w:val="00F40971"/>
    <w:rsid w:val="00F4296A"/>
    <w:rsid w:val="00F42F12"/>
    <w:rsid w:val="00F459A1"/>
    <w:rsid w:val="00F4766D"/>
    <w:rsid w:val="00F50AD4"/>
    <w:rsid w:val="00F51161"/>
    <w:rsid w:val="00F528ED"/>
    <w:rsid w:val="00F56146"/>
    <w:rsid w:val="00F57164"/>
    <w:rsid w:val="00F613F3"/>
    <w:rsid w:val="00F62D14"/>
    <w:rsid w:val="00F639D5"/>
    <w:rsid w:val="00F64636"/>
    <w:rsid w:val="00F65810"/>
    <w:rsid w:val="00F7467C"/>
    <w:rsid w:val="00F80375"/>
    <w:rsid w:val="00F80BC9"/>
    <w:rsid w:val="00F8313C"/>
    <w:rsid w:val="00F83A48"/>
    <w:rsid w:val="00F851F6"/>
    <w:rsid w:val="00F90C8E"/>
    <w:rsid w:val="00F92C7D"/>
    <w:rsid w:val="00F953CA"/>
    <w:rsid w:val="00F954BE"/>
    <w:rsid w:val="00F96129"/>
    <w:rsid w:val="00F963B4"/>
    <w:rsid w:val="00F97315"/>
    <w:rsid w:val="00FA0664"/>
    <w:rsid w:val="00FA080F"/>
    <w:rsid w:val="00FA15C2"/>
    <w:rsid w:val="00FA28AC"/>
    <w:rsid w:val="00FA38BC"/>
    <w:rsid w:val="00FA3CFA"/>
    <w:rsid w:val="00FA69B3"/>
    <w:rsid w:val="00FA7941"/>
    <w:rsid w:val="00FB34B1"/>
    <w:rsid w:val="00FB34C7"/>
    <w:rsid w:val="00FB5248"/>
    <w:rsid w:val="00FB77B6"/>
    <w:rsid w:val="00FB7F55"/>
    <w:rsid w:val="00FC0E60"/>
    <w:rsid w:val="00FC0EC0"/>
    <w:rsid w:val="00FC2C0D"/>
    <w:rsid w:val="00FC40B0"/>
    <w:rsid w:val="00FC44C6"/>
    <w:rsid w:val="00FC5FC2"/>
    <w:rsid w:val="00FC60CE"/>
    <w:rsid w:val="00FC6E42"/>
    <w:rsid w:val="00FC73ED"/>
    <w:rsid w:val="00FC74E6"/>
    <w:rsid w:val="00FD19BC"/>
    <w:rsid w:val="00FD2960"/>
    <w:rsid w:val="00FD474B"/>
    <w:rsid w:val="00FD5771"/>
    <w:rsid w:val="00FD5C39"/>
    <w:rsid w:val="00FE1128"/>
    <w:rsid w:val="00FE5B37"/>
    <w:rsid w:val="00FE6BB2"/>
    <w:rsid w:val="00FE6F6A"/>
    <w:rsid w:val="00FE7525"/>
    <w:rsid w:val="00FF0C3B"/>
    <w:rsid w:val="00FF1EAE"/>
    <w:rsid w:val="00FF2243"/>
    <w:rsid w:val="00FF39FB"/>
    <w:rsid w:val="00FF4044"/>
    <w:rsid w:val="00FF505C"/>
    <w:rsid w:val="00FF6083"/>
    <w:rsid w:val="00FF6102"/>
    <w:rsid w:val="00FF64C0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weight=".05pt" on="f"/>
    </o:shapedefaults>
    <o:shapelayout v:ext="edit">
      <o:idmap v:ext="edit" data="2"/>
    </o:shapelayout>
  </w:shapeDefaults>
  <w:decimalSymbol w:val=","/>
  <w:listSeparator w:val=";"/>
  <w14:docId w14:val="3ED9F38B"/>
  <w15:docId w15:val="{7213A3E5-9BC9-4251-BD9E-F5560518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341C"/>
  </w:style>
  <w:style w:type="paragraph" w:styleId="Ttulo1">
    <w:name w:val="heading 1"/>
    <w:basedOn w:val="Normal"/>
    <w:next w:val="Normal"/>
    <w:link w:val="Ttulo1Car"/>
    <w:qFormat/>
    <w:rsid w:val="004C08E0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link w:val="Ttulo2Car"/>
    <w:qFormat/>
    <w:rsid w:val="009172AD"/>
    <w:pPr>
      <w:keepNext/>
      <w:tabs>
        <w:tab w:val="left" w:pos="709"/>
      </w:tabs>
      <w:ind w:firstLine="214"/>
      <w:jc w:val="both"/>
      <w:outlineLvl w:val="1"/>
    </w:pPr>
    <w:rPr>
      <w:rFonts w:ascii="Bookman Old Style" w:hAnsi="Bookman Old Style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9172AD"/>
    <w:pPr>
      <w:keepNext/>
      <w:tabs>
        <w:tab w:val="left" w:pos="709"/>
      </w:tabs>
      <w:ind w:firstLine="71"/>
      <w:jc w:val="both"/>
      <w:outlineLvl w:val="2"/>
    </w:pPr>
    <w:rPr>
      <w:rFonts w:ascii="Bookman Old Style" w:hAnsi="Bookman Old Style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9172AD"/>
    <w:pPr>
      <w:keepNext/>
      <w:tabs>
        <w:tab w:val="left" w:pos="709"/>
      </w:tabs>
      <w:ind w:left="355" w:hanging="141"/>
      <w:jc w:val="both"/>
      <w:outlineLvl w:val="3"/>
    </w:pPr>
    <w:rPr>
      <w:rFonts w:ascii="Bookman Old Style" w:hAnsi="Bookman Old Style"/>
      <w:b/>
      <w:sz w:val="24"/>
    </w:rPr>
  </w:style>
  <w:style w:type="paragraph" w:styleId="Ttulo5">
    <w:name w:val="heading 5"/>
    <w:basedOn w:val="Normal"/>
    <w:next w:val="Normal"/>
    <w:link w:val="Ttulo5Car"/>
    <w:qFormat/>
    <w:rsid w:val="009172AD"/>
    <w:pPr>
      <w:keepNext/>
      <w:tabs>
        <w:tab w:val="left" w:pos="5174"/>
        <w:tab w:val="right" w:pos="7938"/>
      </w:tabs>
      <w:ind w:left="780" w:hanging="567"/>
      <w:jc w:val="both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link w:val="Ttulo6Car"/>
    <w:qFormat/>
    <w:rsid w:val="009172AD"/>
    <w:pPr>
      <w:keepNext/>
      <w:tabs>
        <w:tab w:val="left" w:pos="5670"/>
        <w:tab w:val="right" w:pos="7938"/>
      </w:tabs>
      <w:ind w:firstLine="3969"/>
      <w:jc w:val="both"/>
      <w:outlineLvl w:val="5"/>
    </w:pPr>
    <w:rPr>
      <w:rFonts w:ascii="Arial" w:hAnsi="Arial"/>
      <w:sz w:val="24"/>
    </w:rPr>
  </w:style>
  <w:style w:type="paragraph" w:styleId="Ttulo7">
    <w:name w:val="heading 7"/>
    <w:basedOn w:val="Normal"/>
    <w:next w:val="Normal"/>
    <w:link w:val="Ttulo7Car"/>
    <w:qFormat/>
    <w:rsid w:val="009172AD"/>
    <w:pPr>
      <w:keepNext/>
      <w:tabs>
        <w:tab w:val="left" w:pos="5670"/>
        <w:tab w:val="right" w:pos="7938"/>
      </w:tabs>
      <w:ind w:left="567"/>
      <w:jc w:val="center"/>
      <w:outlineLvl w:val="6"/>
    </w:pPr>
    <w:rPr>
      <w:rFonts w:ascii="Bookman Old Style" w:hAnsi="Bookman Old Style"/>
      <w:b/>
      <w:sz w:val="22"/>
    </w:rPr>
  </w:style>
  <w:style w:type="paragraph" w:styleId="Ttulo8">
    <w:name w:val="heading 8"/>
    <w:basedOn w:val="Normal"/>
    <w:next w:val="Normal"/>
    <w:link w:val="Ttulo8Car"/>
    <w:qFormat/>
    <w:rsid w:val="009172AD"/>
    <w:pPr>
      <w:keepNext/>
      <w:tabs>
        <w:tab w:val="left" w:pos="781"/>
      </w:tabs>
      <w:ind w:left="2977" w:right="-568"/>
      <w:jc w:val="both"/>
      <w:outlineLvl w:val="7"/>
    </w:pPr>
    <w:rPr>
      <w:rFonts w:ascii="Arial" w:hAnsi="Arial"/>
      <w:sz w:val="24"/>
    </w:rPr>
  </w:style>
  <w:style w:type="paragraph" w:styleId="Ttulo9">
    <w:name w:val="heading 9"/>
    <w:basedOn w:val="Normal"/>
    <w:next w:val="Normal"/>
    <w:link w:val="Ttulo9Car"/>
    <w:qFormat/>
    <w:rsid w:val="009172AD"/>
    <w:pPr>
      <w:keepNext/>
      <w:tabs>
        <w:tab w:val="left" w:pos="781"/>
      </w:tabs>
      <w:ind w:left="142" w:right="-568"/>
      <w:outlineLvl w:val="8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link w:val="SangradetextonormalCar"/>
    <w:rsid w:val="004C08E0"/>
    <w:pPr>
      <w:ind w:left="709"/>
      <w:jc w:val="both"/>
    </w:pPr>
  </w:style>
  <w:style w:type="paragraph" w:styleId="Textoindependiente">
    <w:name w:val="Body Text"/>
    <w:basedOn w:val="Normal"/>
    <w:link w:val="TextoindependienteCar"/>
    <w:rsid w:val="004C08E0"/>
    <w:pPr>
      <w:spacing w:after="120"/>
    </w:pPr>
  </w:style>
  <w:style w:type="character" w:customStyle="1" w:styleId="TextoindependienteCar">
    <w:name w:val="Texto independiente Car"/>
    <w:link w:val="Textoindependiente"/>
    <w:rsid w:val="009172AD"/>
    <w:rPr>
      <w:lang w:val="es-ES" w:eastAsia="es-ES" w:bidi="ar-SA"/>
    </w:rPr>
  </w:style>
  <w:style w:type="paragraph" w:styleId="Textoindependiente2">
    <w:name w:val="Body Text 2"/>
    <w:basedOn w:val="Normal"/>
    <w:link w:val="Textoindependiente2Car"/>
    <w:rsid w:val="004C08E0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9172AD"/>
    <w:rPr>
      <w:lang w:val="es-ES" w:eastAsia="es-ES" w:bidi="ar-SA"/>
    </w:rPr>
  </w:style>
  <w:style w:type="character" w:customStyle="1" w:styleId="Ttulo2Car">
    <w:name w:val="Título 2 Car"/>
    <w:link w:val="Ttulo2"/>
    <w:rsid w:val="009172AD"/>
    <w:rPr>
      <w:rFonts w:ascii="Bookman Old Style" w:hAnsi="Bookman Old Style"/>
      <w:b/>
      <w:sz w:val="24"/>
    </w:rPr>
  </w:style>
  <w:style w:type="character" w:customStyle="1" w:styleId="Ttulo3Car">
    <w:name w:val="Título 3 Car"/>
    <w:link w:val="Ttulo3"/>
    <w:rsid w:val="009172AD"/>
    <w:rPr>
      <w:rFonts w:ascii="Bookman Old Style" w:hAnsi="Bookman Old Style"/>
      <w:b/>
      <w:sz w:val="24"/>
    </w:rPr>
  </w:style>
  <w:style w:type="character" w:customStyle="1" w:styleId="Ttulo4Car">
    <w:name w:val="Título 4 Car"/>
    <w:link w:val="Ttulo4"/>
    <w:rsid w:val="009172AD"/>
    <w:rPr>
      <w:rFonts w:ascii="Bookman Old Style" w:hAnsi="Bookman Old Style"/>
      <w:b/>
      <w:sz w:val="24"/>
    </w:rPr>
  </w:style>
  <w:style w:type="character" w:customStyle="1" w:styleId="Ttulo5Car">
    <w:name w:val="Título 5 Car"/>
    <w:link w:val="Ttulo5"/>
    <w:rsid w:val="009172AD"/>
    <w:rPr>
      <w:rFonts w:ascii="Arial" w:hAnsi="Arial"/>
      <w:sz w:val="24"/>
    </w:rPr>
  </w:style>
  <w:style w:type="character" w:customStyle="1" w:styleId="Ttulo6Car">
    <w:name w:val="Título 6 Car"/>
    <w:link w:val="Ttulo6"/>
    <w:rsid w:val="009172AD"/>
    <w:rPr>
      <w:rFonts w:ascii="Arial" w:hAnsi="Arial"/>
      <w:sz w:val="24"/>
    </w:rPr>
  </w:style>
  <w:style w:type="character" w:customStyle="1" w:styleId="Ttulo7Car">
    <w:name w:val="Título 7 Car"/>
    <w:link w:val="Ttulo7"/>
    <w:rsid w:val="009172AD"/>
    <w:rPr>
      <w:rFonts w:ascii="Bookman Old Style" w:hAnsi="Bookman Old Style"/>
      <w:b/>
      <w:sz w:val="22"/>
    </w:rPr>
  </w:style>
  <w:style w:type="character" w:customStyle="1" w:styleId="Ttulo8Car">
    <w:name w:val="Título 8 Car"/>
    <w:link w:val="Ttulo8"/>
    <w:rsid w:val="009172AD"/>
    <w:rPr>
      <w:rFonts w:ascii="Arial" w:hAnsi="Arial"/>
      <w:sz w:val="24"/>
    </w:rPr>
  </w:style>
  <w:style w:type="character" w:customStyle="1" w:styleId="Ttulo9Car">
    <w:name w:val="Título 9 Car"/>
    <w:link w:val="Ttulo9"/>
    <w:rsid w:val="009172AD"/>
    <w:rPr>
      <w:rFonts w:ascii="Arial" w:hAnsi="Arial"/>
      <w:sz w:val="24"/>
    </w:rPr>
  </w:style>
  <w:style w:type="character" w:customStyle="1" w:styleId="Ttulo1Car">
    <w:name w:val="Título 1 Car"/>
    <w:link w:val="Ttulo1"/>
    <w:rsid w:val="009172AD"/>
    <w:rPr>
      <w:rFonts w:ascii="Arial" w:hAnsi="Arial"/>
      <w:b/>
      <w:sz w:val="16"/>
      <w:lang w:val="es-ES" w:eastAsia="es-ES" w:bidi="ar-SA"/>
    </w:rPr>
  </w:style>
  <w:style w:type="paragraph" w:styleId="Textodebloque">
    <w:name w:val="Block Text"/>
    <w:basedOn w:val="Normal"/>
    <w:rsid w:val="009172AD"/>
    <w:pPr>
      <w:tabs>
        <w:tab w:val="left" w:pos="5670"/>
        <w:tab w:val="right" w:pos="7938"/>
      </w:tabs>
      <w:ind w:left="709" w:right="426"/>
      <w:jc w:val="both"/>
    </w:pPr>
    <w:rPr>
      <w:rFonts w:ascii="Bookman Old Style" w:hAnsi="Bookman Old Style"/>
      <w:b/>
      <w:sz w:val="22"/>
    </w:rPr>
  </w:style>
  <w:style w:type="character" w:customStyle="1" w:styleId="SangradetextonormalCar">
    <w:name w:val="Sangría de texto normal Car"/>
    <w:link w:val="Sangradetextonormal"/>
    <w:rsid w:val="009172AD"/>
    <w:rPr>
      <w:lang w:val="es-ES" w:eastAsia="es-ES" w:bidi="ar-SA"/>
    </w:rPr>
  </w:style>
  <w:style w:type="paragraph" w:styleId="Sangra2detindependiente">
    <w:name w:val="Body Text Indent 2"/>
    <w:basedOn w:val="Normal"/>
    <w:link w:val="Sangra2detindependienteCar"/>
    <w:rsid w:val="009172AD"/>
    <w:pPr>
      <w:tabs>
        <w:tab w:val="left" w:pos="5670"/>
        <w:tab w:val="right" w:pos="7938"/>
      </w:tabs>
      <w:ind w:left="355"/>
      <w:jc w:val="both"/>
    </w:pPr>
    <w:rPr>
      <w:rFonts w:ascii="Bookman Old Style" w:hAnsi="Bookman Old Style"/>
      <w:sz w:val="22"/>
    </w:rPr>
  </w:style>
  <w:style w:type="character" w:customStyle="1" w:styleId="Sangra2detindependienteCar">
    <w:name w:val="Sangría 2 de t. independiente Car"/>
    <w:link w:val="Sangra2detindependiente"/>
    <w:rsid w:val="009172AD"/>
    <w:rPr>
      <w:rFonts w:ascii="Bookman Old Style" w:hAnsi="Bookman Old Style"/>
      <w:sz w:val="22"/>
    </w:rPr>
  </w:style>
  <w:style w:type="paragraph" w:customStyle="1" w:styleId="Textodebloque1">
    <w:name w:val="Texto de bloque1"/>
    <w:basedOn w:val="Normal"/>
    <w:rsid w:val="009172AD"/>
    <w:pPr>
      <w:ind w:left="-567" w:right="-568"/>
      <w:jc w:val="both"/>
    </w:pPr>
    <w:rPr>
      <w:rFonts w:ascii="Courier" w:hAnsi="Courier"/>
      <w:sz w:val="24"/>
      <w:lang w:val="es-ES_tradnl"/>
    </w:rPr>
  </w:style>
  <w:style w:type="paragraph" w:styleId="Sangra3detindependiente">
    <w:name w:val="Body Text Indent 3"/>
    <w:basedOn w:val="Normal"/>
    <w:link w:val="Sangra3detindependienteCar"/>
    <w:rsid w:val="009172AD"/>
    <w:pPr>
      <w:tabs>
        <w:tab w:val="left" w:pos="5670"/>
        <w:tab w:val="right" w:pos="7938"/>
      </w:tabs>
      <w:ind w:left="1276" w:hanging="709"/>
      <w:jc w:val="both"/>
    </w:pPr>
    <w:rPr>
      <w:rFonts w:ascii="Bookman Old Style" w:hAnsi="Bookman Old Style"/>
      <w:sz w:val="22"/>
    </w:rPr>
  </w:style>
  <w:style w:type="character" w:customStyle="1" w:styleId="Sangra3detindependienteCar">
    <w:name w:val="Sangría 3 de t. independiente Car"/>
    <w:link w:val="Sangra3detindependiente"/>
    <w:rsid w:val="009172AD"/>
    <w:rPr>
      <w:rFonts w:ascii="Bookman Old Style" w:hAnsi="Bookman Old Style"/>
      <w:sz w:val="22"/>
    </w:rPr>
  </w:style>
  <w:style w:type="paragraph" w:styleId="Mapadeldocumento">
    <w:name w:val="Document Map"/>
    <w:basedOn w:val="Normal"/>
    <w:link w:val="MapadeldocumentoCar"/>
    <w:rsid w:val="009172AD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link w:val="Mapadeldocumento"/>
    <w:rsid w:val="009172AD"/>
    <w:rPr>
      <w:rFonts w:ascii="Tahoma" w:hAnsi="Tahoma"/>
      <w:shd w:val="clear" w:color="auto" w:fill="000080"/>
    </w:rPr>
  </w:style>
  <w:style w:type="character" w:customStyle="1" w:styleId="EncabezadoCar">
    <w:name w:val="Encabezado Car"/>
    <w:link w:val="Encabezado"/>
    <w:uiPriority w:val="99"/>
    <w:rsid w:val="009172AD"/>
  </w:style>
  <w:style w:type="character" w:customStyle="1" w:styleId="PiedepginaCar">
    <w:name w:val="Pie de página Car"/>
    <w:link w:val="Piedepgina"/>
    <w:uiPriority w:val="99"/>
    <w:rsid w:val="009172AD"/>
  </w:style>
  <w:style w:type="character" w:styleId="Nmerodepgina">
    <w:name w:val="page number"/>
    <w:rsid w:val="009172AD"/>
  </w:style>
  <w:style w:type="paragraph" w:styleId="Textoindependiente3">
    <w:name w:val="Body Text 3"/>
    <w:basedOn w:val="Normal"/>
    <w:link w:val="Textoindependiente3Car"/>
    <w:rsid w:val="009172AD"/>
    <w:pPr>
      <w:ind w:right="-2"/>
      <w:jc w:val="both"/>
      <w:outlineLvl w:val="0"/>
    </w:pPr>
    <w:rPr>
      <w:rFonts w:ascii="Bookman Old Style" w:hAnsi="Bookman Old Style"/>
      <w:sz w:val="22"/>
    </w:rPr>
  </w:style>
  <w:style w:type="character" w:customStyle="1" w:styleId="Textoindependiente3Car">
    <w:name w:val="Texto independiente 3 Car"/>
    <w:link w:val="Textoindependiente3"/>
    <w:rsid w:val="009172AD"/>
    <w:rPr>
      <w:rFonts w:ascii="Bookman Old Style" w:hAnsi="Bookman Old Style"/>
      <w:sz w:val="22"/>
    </w:rPr>
  </w:style>
  <w:style w:type="paragraph" w:styleId="Textodeglobo">
    <w:name w:val="Balloon Text"/>
    <w:basedOn w:val="Normal"/>
    <w:link w:val="TextodegloboCar"/>
    <w:uiPriority w:val="99"/>
    <w:rsid w:val="009172A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4C08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9172A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2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ipervnculo">
    <w:name w:val="Hyperlink"/>
    <w:uiPriority w:val="99"/>
    <w:rsid w:val="009172AD"/>
    <w:rPr>
      <w:color w:val="0000FF"/>
      <w:u w:val="single"/>
    </w:rPr>
  </w:style>
  <w:style w:type="character" w:styleId="Hipervnculovisitado">
    <w:name w:val="FollowedHyperlink"/>
    <w:rsid w:val="009172AD"/>
    <w:rPr>
      <w:color w:val="800080"/>
      <w:u w:val="single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9172AD"/>
    <w:pPr>
      <w:ind w:left="708"/>
    </w:pPr>
  </w:style>
  <w:style w:type="paragraph" w:customStyle="1" w:styleId="CarCarCarCarCarCarCarCarCar1Car">
    <w:name w:val="Car Car Car Car Car Car Car Car Car1 Car"/>
    <w:basedOn w:val="Normal"/>
    <w:rsid w:val="009172AD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TDC1">
    <w:name w:val="toc 1"/>
    <w:basedOn w:val="Normal"/>
    <w:next w:val="Normal"/>
    <w:autoRedefine/>
    <w:uiPriority w:val="39"/>
    <w:rsid w:val="00F56146"/>
  </w:style>
  <w:style w:type="paragraph" w:styleId="TDC2">
    <w:name w:val="toc 2"/>
    <w:basedOn w:val="Normal"/>
    <w:next w:val="Normal"/>
    <w:autoRedefine/>
    <w:uiPriority w:val="39"/>
    <w:rsid w:val="00F56146"/>
    <w:pPr>
      <w:ind w:left="200"/>
    </w:pPr>
  </w:style>
  <w:style w:type="paragraph" w:styleId="TDC3">
    <w:name w:val="toc 3"/>
    <w:basedOn w:val="Normal"/>
    <w:next w:val="Normal"/>
    <w:autoRedefine/>
    <w:uiPriority w:val="39"/>
    <w:rsid w:val="002A6F81"/>
    <w:pPr>
      <w:tabs>
        <w:tab w:val="right" w:leader="dot" w:pos="10206"/>
      </w:tabs>
      <w:spacing w:line="360" w:lineRule="auto"/>
      <w:ind w:left="400"/>
    </w:pPr>
    <w:rPr>
      <w:rFonts w:ascii="Arial" w:hAnsi="Arial" w:cs="Arial"/>
      <w:b/>
      <w:bCs/>
      <w:i/>
      <w:noProof/>
    </w:rPr>
  </w:style>
  <w:style w:type="paragraph" w:styleId="NormalWeb">
    <w:name w:val="Normal (Web)"/>
    <w:basedOn w:val="Normal"/>
    <w:uiPriority w:val="99"/>
    <w:rsid w:val="00EE31E1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Textodelmarcadordeposicin">
    <w:name w:val="Placeholder Text"/>
    <w:basedOn w:val="Fuentedeprrafopredeter"/>
    <w:uiPriority w:val="99"/>
    <w:semiHidden/>
    <w:rsid w:val="00305BE9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202F72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arCarCarCarCarCarCarCarCar1Car2">
    <w:name w:val="Car Car Car Car Car Car Car Car Car1 Car2"/>
    <w:basedOn w:val="Normal"/>
    <w:rsid w:val="00163E27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Textodebloque2">
    <w:name w:val="Texto de bloque2"/>
    <w:basedOn w:val="Normal"/>
    <w:rsid w:val="00C94853"/>
    <w:pPr>
      <w:ind w:left="-567" w:right="-568"/>
      <w:jc w:val="both"/>
    </w:pPr>
    <w:rPr>
      <w:rFonts w:ascii="Courier" w:hAnsi="Courier"/>
      <w:sz w:val="24"/>
      <w:lang w:val="es-ES_tradnl"/>
    </w:rPr>
  </w:style>
  <w:style w:type="paragraph" w:customStyle="1" w:styleId="CarCarCarCarCarCarCarCarCar1Car1">
    <w:name w:val="Car Car Car Car Car Car Car Car Car1 Car1"/>
    <w:basedOn w:val="Normal"/>
    <w:rsid w:val="00C9485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styleId="Refdenotaalpie">
    <w:name w:val="footnote reference"/>
    <w:rsid w:val="00C94853"/>
    <w:rPr>
      <w:vertAlign w:val="superscript"/>
    </w:rPr>
  </w:style>
  <w:style w:type="paragraph" w:styleId="Subttulo">
    <w:name w:val="Subtitle"/>
    <w:basedOn w:val="Normal"/>
    <w:link w:val="SubttuloCar"/>
    <w:qFormat/>
    <w:rsid w:val="00C94853"/>
    <w:pPr>
      <w:jc w:val="center"/>
    </w:pPr>
    <w:rPr>
      <w:rFonts w:ascii="Bookman Old Style" w:hAnsi="Bookman Old Style"/>
      <w:b/>
      <w:i/>
      <w:snapToGrid w:val="0"/>
      <w:sz w:val="24"/>
    </w:rPr>
  </w:style>
  <w:style w:type="character" w:customStyle="1" w:styleId="SubttuloCar">
    <w:name w:val="Subtítulo Car"/>
    <w:basedOn w:val="Fuentedeprrafopredeter"/>
    <w:link w:val="Subttulo"/>
    <w:rsid w:val="00C94853"/>
    <w:rPr>
      <w:rFonts w:ascii="Bookman Old Style" w:hAnsi="Bookman Old Style"/>
      <w:b/>
      <w:i/>
      <w:snapToGrid w:val="0"/>
      <w:sz w:val="24"/>
    </w:rPr>
  </w:style>
  <w:style w:type="paragraph" w:styleId="Textonotapie">
    <w:name w:val="footnote text"/>
    <w:basedOn w:val="Normal"/>
    <w:link w:val="TextonotapieCar"/>
    <w:rsid w:val="00C94853"/>
  </w:style>
  <w:style w:type="character" w:customStyle="1" w:styleId="TextonotapieCar">
    <w:name w:val="Texto nota pie Car"/>
    <w:basedOn w:val="Fuentedeprrafopredeter"/>
    <w:link w:val="Textonotapie"/>
    <w:rsid w:val="00C94853"/>
  </w:style>
  <w:style w:type="character" w:styleId="nfasis">
    <w:name w:val="Emphasis"/>
    <w:basedOn w:val="Fuentedeprrafopredeter"/>
    <w:uiPriority w:val="20"/>
    <w:qFormat/>
    <w:rsid w:val="00513B3D"/>
    <w:rPr>
      <w:i/>
      <w:iCs/>
    </w:rPr>
  </w:style>
  <w:style w:type="paragraph" w:customStyle="1" w:styleId="Prrafo">
    <w:name w:val="Párrafo"/>
    <w:basedOn w:val="Textoindependiente"/>
    <w:link w:val="PrrafoCar"/>
    <w:uiPriority w:val="99"/>
    <w:qFormat/>
    <w:rsid w:val="00FA28AC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E173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NormalJE">
    <w:name w:val="Normal_JE"/>
    <w:basedOn w:val="Normal"/>
    <w:rsid w:val="004E197E"/>
    <w:pPr>
      <w:spacing w:before="120" w:after="120"/>
      <w:ind w:firstLine="709"/>
      <w:jc w:val="both"/>
    </w:pPr>
    <w:rPr>
      <w:rFonts w:ascii="Arial" w:hAnsi="Arial"/>
      <w:sz w:val="24"/>
      <w:szCs w:val="24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5106DD"/>
    <w:rPr>
      <w:rFonts w:ascii="Arial" w:hAnsi="Arial"/>
      <w:sz w:val="22"/>
      <w:lang w:val="es-ES_tradnl" w:eastAsia="es-ES" w:bidi="ar-SA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51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1482">
          <w:marLeft w:val="0"/>
          <w:marRight w:val="0"/>
          <w:marTop w:val="12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B_GRAL_ADJUNTA\IMPRESOS\Oficio%20con%20Ventana%20MR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2073B2-4A59-433E-8C1F-C876CE6673E2}"/>
</file>

<file path=customXml/itemProps2.xml><?xml version="1.0" encoding="utf-8"?>
<ds:datastoreItem xmlns:ds="http://schemas.openxmlformats.org/officeDocument/2006/customXml" ds:itemID="{0409BDDD-A081-438E-80DF-A5E666AFF8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70C10E-C681-4162-BC74-70156340BF50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DDA39DE4-7281-4CF8-867B-0DC0DD422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con Ventana MRA</Template>
  <TotalTime>1293</TotalTime>
  <Pages>3</Pages>
  <Words>930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M.A.P.</Company>
  <LinksUpToDate>false</LinksUpToDate>
  <CharactersWithSpaces>6035</CharactersWithSpaces>
  <SharedDoc>false</SharedDoc>
  <HLinks>
    <vt:vector size="348" baseType="variant">
      <vt:variant>
        <vt:i4>4456563</vt:i4>
      </vt:variant>
      <vt:variant>
        <vt:i4>327</vt:i4>
      </vt:variant>
      <vt:variant>
        <vt:i4>0</vt:i4>
      </vt:variant>
      <vt:variant>
        <vt:i4>5</vt:i4>
      </vt:variant>
      <vt:variant>
        <vt:lpwstr>http://noticias.juridicas.com/base_datos/Laboral/561075-et-2015.html</vt:lpwstr>
      </vt:variant>
      <vt:variant>
        <vt:lpwstr>I398</vt:lpwstr>
      </vt:variant>
      <vt:variant>
        <vt:i4>6684798</vt:i4>
      </vt:variant>
      <vt:variant>
        <vt:i4>324</vt:i4>
      </vt:variant>
      <vt:variant>
        <vt:i4>0</vt:i4>
      </vt:variant>
      <vt:variant>
        <vt:i4>5</vt:i4>
      </vt:variant>
      <vt:variant>
        <vt:lpwstr>https://www.boe.es/boe/dias/2016/04/08/pdfs/BOE-A-2016-3392.pdf</vt:lpwstr>
      </vt:variant>
      <vt:variant>
        <vt:lpwstr/>
      </vt:variant>
      <vt:variant>
        <vt:i4>7143463</vt:i4>
      </vt:variant>
      <vt:variant>
        <vt:i4>321</vt:i4>
      </vt:variant>
      <vt:variant>
        <vt:i4>0</vt:i4>
      </vt:variant>
      <vt:variant>
        <vt:i4>5</vt:i4>
      </vt:variant>
      <vt:variant>
        <vt:lpwstr>https://visor.registrodelicitadores.gob.es/espd-web/filter?lang=es</vt:lpwstr>
      </vt:variant>
      <vt:variant>
        <vt:lpwstr/>
      </vt:variant>
      <vt:variant>
        <vt:i4>4194391</vt:i4>
      </vt:variant>
      <vt:variant>
        <vt:i4>318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  <vt:variant>
        <vt:i4>6881328</vt:i4>
      </vt:variant>
      <vt:variant>
        <vt:i4>315</vt:i4>
      </vt:variant>
      <vt:variant>
        <vt:i4>0</vt:i4>
      </vt:variant>
      <vt:variant>
        <vt:i4>5</vt:i4>
      </vt:variant>
      <vt:variant>
        <vt:lpwstr>https://contrataciondelestado.es/wps/portal/guiasAyuda</vt:lpwstr>
      </vt:variant>
      <vt:variant>
        <vt:lpwstr/>
      </vt:variant>
      <vt:variant>
        <vt:i4>6881328</vt:i4>
      </vt:variant>
      <vt:variant>
        <vt:i4>312</vt:i4>
      </vt:variant>
      <vt:variant>
        <vt:i4>0</vt:i4>
      </vt:variant>
      <vt:variant>
        <vt:i4>5</vt:i4>
      </vt:variant>
      <vt:variant>
        <vt:lpwstr>https://contrataciondelestado.es/wps/portal/guiasAyuda</vt:lpwstr>
      </vt:variant>
      <vt:variant>
        <vt:lpwstr/>
      </vt:variant>
      <vt:variant>
        <vt:i4>1507383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_Toc133331617</vt:lpwstr>
      </vt:variant>
      <vt:variant>
        <vt:i4>1507383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_Toc133331616</vt:lpwstr>
      </vt:variant>
      <vt:variant>
        <vt:i4>1507383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_Toc133331615</vt:lpwstr>
      </vt:variant>
      <vt:variant>
        <vt:i4>1507383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_Toc133331614</vt:lpwstr>
      </vt:variant>
      <vt:variant>
        <vt:i4>1507383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_Toc133331613</vt:lpwstr>
      </vt:variant>
      <vt:variant>
        <vt:i4>1507383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_Toc133331612</vt:lpwstr>
      </vt:variant>
      <vt:variant>
        <vt:i4>1507383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_Toc133331611</vt:lpwstr>
      </vt:variant>
      <vt:variant>
        <vt:i4>1507383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_Toc133331610</vt:lpwstr>
      </vt:variant>
      <vt:variant>
        <vt:i4>1441847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_Toc133331609</vt:lpwstr>
      </vt:variant>
      <vt:variant>
        <vt:i4>1441847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_Toc133331608</vt:lpwstr>
      </vt:variant>
      <vt:variant>
        <vt:i4>1441847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_Toc133331607</vt:lpwstr>
      </vt:variant>
      <vt:variant>
        <vt:i4>1441847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_Toc133331606</vt:lpwstr>
      </vt:variant>
      <vt:variant>
        <vt:i4>1441847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_Toc133331605</vt:lpwstr>
      </vt:variant>
      <vt:variant>
        <vt:i4>1441847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_Toc133331604</vt:lpwstr>
      </vt:variant>
      <vt:variant>
        <vt:i4>1441847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_Toc133331603</vt:lpwstr>
      </vt:variant>
      <vt:variant>
        <vt:i4>1441847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_Toc133331602</vt:lpwstr>
      </vt:variant>
      <vt:variant>
        <vt:i4>1441847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_Toc133331601</vt:lpwstr>
      </vt:variant>
      <vt:variant>
        <vt:i4>1441847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_Toc133331600</vt:lpwstr>
      </vt:variant>
      <vt:variant>
        <vt:i4>2031668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_Toc133331599</vt:lpwstr>
      </vt:variant>
      <vt:variant>
        <vt:i4>2031668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_Toc133331598</vt:lpwstr>
      </vt:variant>
      <vt:variant>
        <vt:i4>2031668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_Toc133331597</vt:lpwstr>
      </vt:variant>
      <vt:variant>
        <vt:i4>2031668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_Toc133331596</vt:lpwstr>
      </vt:variant>
      <vt:variant>
        <vt:i4>2031668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_Toc133331595</vt:lpwstr>
      </vt:variant>
      <vt:variant>
        <vt:i4>2031668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_Toc133331594</vt:lpwstr>
      </vt:variant>
      <vt:variant>
        <vt:i4>2031668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_Toc133331593</vt:lpwstr>
      </vt:variant>
      <vt:variant>
        <vt:i4>2031668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_Toc133331592</vt:lpwstr>
      </vt:variant>
      <vt:variant>
        <vt:i4>2031668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_Toc133331591</vt:lpwstr>
      </vt:variant>
      <vt:variant>
        <vt:i4>2031668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_Toc133331590</vt:lpwstr>
      </vt:variant>
      <vt:variant>
        <vt:i4>1966132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_Toc133331589</vt:lpwstr>
      </vt:variant>
      <vt:variant>
        <vt:i4>1966132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_Toc133331588</vt:lpwstr>
      </vt:variant>
      <vt:variant>
        <vt:i4>1966132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_Toc133331587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_Toc133331586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_Toc133331585</vt:lpwstr>
      </vt:variant>
      <vt:variant>
        <vt:i4>1966132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_Toc133331584</vt:lpwstr>
      </vt:variant>
      <vt:variant>
        <vt:i4>1966132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_Toc133331583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_Toc133331582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_Toc133331581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_Toc133331580</vt:lpwstr>
      </vt:variant>
      <vt:variant>
        <vt:i4>1114164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_Toc133331579</vt:lpwstr>
      </vt:variant>
      <vt:variant>
        <vt:i4>1114164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_Toc133331578</vt:lpwstr>
      </vt:variant>
      <vt:variant>
        <vt:i4>1114164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_Toc133331577</vt:lpwstr>
      </vt:variant>
      <vt:variant>
        <vt:i4>1114164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_Toc133331576</vt:lpwstr>
      </vt:variant>
      <vt:variant>
        <vt:i4>1114164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_Toc133331575</vt:lpwstr>
      </vt:variant>
      <vt:variant>
        <vt:i4>1114164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_Toc133331574</vt:lpwstr>
      </vt:variant>
      <vt:variant>
        <vt:i4>1114164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_Toc133331573</vt:lpwstr>
      </vt:variant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_Toc133331572</vt:lpwstr>
      </vt:variant>
      <vt:variant>
        <vt:i4>1114164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_Toc133331571</vt:lpwstr>
      </vt:variant>
      <vt:variant>
        <vt:i4>1114164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_Toc133331570</vt:lpwstr>
      </vt:variant>
      <vt:variant>
        <vt:i4>1048628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_Toc133331569</vt:lpwstr>
      </vt:variant>
      <vt:variant>
        <vt:i4>1048628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_Toc133331568</vt:lpwstr>
      </vt:variant>
      <vt:variant>
        <vt:i4>1048628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_Toc133331567</vt:lpwstr>
      </vt:variant>
      <vt:variant>
        <vt:i4>4194391</vt:i4>
      </vt:variant>
      <vt:variant>
        <vt:i4>0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Ana Belén Torres Fustes</cp:lastModifiedBy>
  <cp:revision>472</cp:revision>
  <cp:lastPrinted>2023-05-22T09:39:00Z</cp:lastPrinted>
  <dcterms:created xsi:type="dcterms:W3CDTF">2019-04-01T12:35:00Z</dcterms:created>
  <dcterms:modified xsi:type="dcterms:W3CDTF">2023-06-28T05:22:00Z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9591000</vt:r8>
  </property>
  <property fmtid="{D5CDD505-2E9C-101B-9397-08002B2CF9AE}" pid="4" name="MediaServiceImageTags">
    <vt:lpwstr/>
  </property>
</Properties>
</file>