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D0D96" w14:textId="24A112BA" w:rsidR="008514F3" w:rsidRPr="008514F3" w:rsidRDefault="008514F3" w:rsidP="00D551A7">
      <w:pPr>
        <w:spacing w:line="360" w:lineRule="auto"/>
        <w:jc w:val="center"/>
        <w:rPr>
          <w:rFonts w:ascii="Arial" w:hAnsi="Arial" w:cs="Arial"/>
          <w:b/>
          <w:color w:val="00000A"/>
          <w:sz w:val="22"/>
          <w:szCs w:val="22"/>
        </w:rPr>
      </w:pP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ANEXO </w:t>
      </w:r>
      <w:r w:rsidR="003C317E">
        <w:rPr>
          <w:rFonts w:ascii="Arial" w:hAnsi="Arial" w:cs="Arial"/>
          <w:b/>
          <w:color w:val="00000A"/>
          <w:sz w:val="22"/>
          <w:szCs w:val="22"/>
        </w:rPr>
        <w:t>5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="001045B4">
        <w:rPr>
          <w:rFonts w:ascii="Arial" w:hAnsi="Arial" w:cs="Arial"/>
          <w:b/>
          <w:color w:val="00000A"/>
          <w:sz w:val="22"/>
          <w:szCs w:val="22"/>
        </w:rPr>
        <w:t>-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="003B5F71" w:rsidRPr="003B5F71">
        <w:rPr>
          <w:rFonts w:ascii="Arial" w:hAnsi="Arial" w:cs="Arial"/>
          <w:b/>
          <w:color w:val="00000A"/>
          <w:sz w:val="22"/>
          <w:szCs w:val="22"/>
        </w:rPr>
        <w:t xml:space="preserve">DECLARACIÓN </w:t>
      </w:r>
      <w:r w:rsidR="003C317E" w:rsidRPr="003C317E">
        <w:rPr>
          <w:rFonts w:ascii="Arial" w:hAnsi="Arial" w:cs="Arial"/>
          <w:b/>
          <w:color w:val="00000A"/>
          <w:sz w:val="22"/>
          <w:szCs w:val="22"/>
        </w:rPr>
        <w:t>RESPONSABLE COMPLEMENTARIA AL DEUC, RELATIVA A LA PREFERENCIA REGULADA EN LA CLÁUSULA 14</w:t>
      </w:r>
    </w:p>
    <w:p w14:paraId="73420CCD" w14:textId="77777777" w:rsidR="000F2C30" w:rsidRDefault="000F2C30" w:rsidP="000F2C30">
      <w:pPr>
        <w:tabs>
          <w:tab w:val="left" w:pos="2127"/>
          <w:tab w:val="left" w:pos="595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42A48C88" w14:textId="279D7175" w:rsidR="000F2C30" w:rsidRDefault="000F2C30" w:rsidP="003B5F71">
      <w:pPr>
        <w:pStyle w:val="Textoindependiente2"/>
        <w:spacing w:line="276" w:lineRule="auto"/>
        <w:jc w:val="both"/>
        <w:outlineLvl w:val="0"/>
        <w:rPr>
          <w:rFonts w:ascii="Arial" w:hAnsi="Arial" w:cs="Arial"/>
          <w:b/>
          <w:color w:val="000000"/>
          <w:sz w:val="20"/>
          <w:u w:val="single"/>
        </w:rPr>
      </w:pPr>
    </w:p>
    <w:p w14:paraId="00BED49F" w14:textId="33EF7FA0" w:rsidR="003C317E" w:rsidRPr="003C317E" w:rsidRDefault="003C317E" w:rsidP="003C317E">
      <w:pPr>
        <w:spacing w:line="276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01E7AA74" w14:textId="77777777" w:rsidR="003C317E" w:rsidRPr="003C317E" w:rsidRDefault="003C317E" w:rsidP="003C317E">
      <w:pPr>
        <w:pStyle w:val="Textoindependiente2"/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14:paraId="2F82DD50" w14:textId="77777777" w:rsidR="003C317E" w:rsidRPr="003C317E" w:rsidRDefault="003C317E" w:rsidP="003C317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C317E">
        <w:rPr>
          <w:rFonts w:ascii="Arial" w:hAnsi="Arial" w:cs="Arial"/>
          <w:sz w:val="22"/>
          <w:szCs w:val="22"/>
        </w:rPr>
        <w:t>D / Dª</w:t>
      </w:r>
    </w:p>
    <w:p w14:paraId="4A71103E" w14:textId="77777777" w:rsidR="003C317E" w:rsidRPr="003C317E" w:rsidRDefault="003C317E" w:rsidP="003C317E">
      <w:pPr>
        <w:tabs>
          <w:tab w:val="left" w:pos="3119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C317E">
        <w:rPr>
          <w:rFonts w:ascii="Arial" w:hAnsi="Arial" w:cs="Arial"/>
          <w:sz w:val="22"/>
          <w:szCs w:val="22"/>
        </w:rPr>
        <w:t xml:space="preserve">con NIF </w:t>
      </w:r>
      <w:proofErr w:type="spellStart"/>
      <w:r w:rsidRPr="003C317E">
        <w:rPr>
          <w:rFonts w:ascii="Arial" w:hAnsi="Arial" w:cs="Arial"/>
          <w:sz w:val="22"/>
          <w:szCs w:val="22"/>
        </w:rPr>
        <w:t>nº</w:t>
      </w:r>
      <w:proofErr w:type="spellEnd"/>
      <w:r w:rsidRPr="003C317E">
        <w:rPr>
          <w:rFonts w:ascii="Arial" w:hAnsi="Arial" w:cs="Arial"/>
          <w:sz w:val="22"/>
          <w:szCs w:val="22"/>
        </w:rPr>
        <w:t xml:space="preserve"> </w:t>
      </w:r>
      <w:r w:rsidRPr="003C317E">
        <w:rPr>
          <w:rFonts w:ascii="Arial" w:hAnsi="Arial" w:cs="Arial"/>
          <w:sz w:val="22"/>
          <w:szCs w:val="22"/>
        </w:rPr>
        <w:tab/>
        <w:t xml:space="preserve">, en nombre propio o en representación de la empresa </w:t>
      </w:r>
    </w:p>
    <w:p w14:paraId="6E89049F" w14:textId="2675D8B6" w:rsidR="003C317E" w:rsidRPr="003C317E" w:rsidRDefault="003C317E" w:rsidP="003C317E">
      <w:pPr>
        <w:tabs>
          <w:tab w:val="left" w:pos="2127"/>
          <w:tab w:val="left" w:pos="595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C317E">
        <w:rPr>
          <w:rFonts w:ascii="Arial" w:hAnsi="Arial" w:cs="Arial"/>
          <w:sz w:val="22"/>
          <w:szCs w:val="22"/>
        </w:rPr>
        <w:tab/>
        <w:t xml:space="preserve">en calidad de, </w:t>
      </w:r>
      <w:r w:rsidRPr="003C317E">
        <w:rPr>
          <w:rFonts w:ascii="Arial" w:hAnsi="Arial" w:cs="Arial"/>
          <w:sz w:val="22"/>
          <w:szCs w:val="22"/>
        </w:rPr>
        <w:tab/>
        <w:t xml:space="preserve">, al objeto de la licitación </w:t>
      </w:r>
      <w:r w:rsidR="0072236F">
        <w:rPr>
          <w:rFonts w:ascii="Arial" w:hAnsi="Arial" w:cs="Arial"/>
          <w:sz w:val="22"/>
          <w:szCs w:val="22"/>
        </w:rPr>
        <w:t xml:space="preserve">para los </w:t>
      </w:r>
      <w:r w:rsidR="0072236F" w:rsidRPr="005B7032">
        <w:rPr>
          <w:rFonts w:ascii="Arial" w:hAnsi="Arial" w:cs="Arial"/>
          <w:b/>
          <w:bCs/>
          <w:sz w:val="22"/>
          <w:szCs w:val="22"/>
        </w:rPr>
        <w:t xml:space="preserve">SERVICIOS NECESARIOS PARA REALIZAR TRABAJOS Y ACCIONES EN EL ENTORNO DE LA INFORMACIÓN, CATALOGACIÓN Y GENERACIÓN DE METADATOS DE LOS FONDOS DOCUMENTALES DEL </w:t>
      </w:r>
      <w:r w:rsidR="0072236F" w:rsidRPr="005B7032">
        <w:rPr>
          <w:rFonts w:ascii="Arial" w:hAnsi="Arial" w:cs="Arial"/>
          <w:b/>
          <w:sz w:val="22"/>
          <w:szCs w:val="22"/>
        </w:rPr>
        <w:t>ORGANISMO AUTÓNOMO CENTRO NACIONAL DE INFORMACIÓN GEOGRÁFICA</w:t>
      </w:r>
      <w:r w:rsidR="0072236F" w:rsidRPr="005B7032">
        <w:rPr>
          <w:rFonts w:ascii="Arial" w:hAnsi="Arial" w:cs="Arial"/>
          <w:b/>
          <w:bCs/>
          <w:sz w:val="22"/>
          <w:szCs w:val="22"/>
        </w:rPr>
        <w:t xml:space="preserve"> (CNIG) PARA SU GESTIÓN Y EXPLOTACIÓN</w:t>
      </w:r>
      <w:r w:rsidRPr="003C317E">
        <w:rPr>
          <w:rFonts w:ascii="Arial" w:hAnsi="Arial" w:cs="Arial"/>
          <w:sz w:val="22"/>
          <w:szCs w:val="22"/>
        </w:rPr>
        <w:t>,</w:t>
      </w:r>
    </w:p>
    <w:p w14:paraId="19832965" w14:textId="5D7599EA" w:rsidR="003C317E" w:rsidRDefault="003C317E" w:rsidP="003C317E">
      <w:pPr>
        <w:tabs>
          <w:tab w:val="left" w:pos="2127"/>
          <w:tab w:val="left" w:pos="595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39E7E21" w14:textId="77777777" w:rsidR="003C317E" w:rsidRPr="003C317E" w:rsidRDefault="003C317E" w:rsidP="003C317E">
      <w:pPr>
        <w:tabs>
          <w:tab w:val="left" w:pos="2127"/>
          <w:tab w:val="left" w:pos="595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D7D53E" w14:textId="77777777" w:rsidR="003C317E" w:rsidRPr="003C317E" w:rsidRDefault="003C317E" w:rsidP="003C317E">
      <w:pPr>
        <w:tabs>
          <w:tab w:val="left" w:pos="2127"/>
          <w:tab w:val="left" w:pos="595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C317E">
        <w:rPr>
          <w:rFonts w:ascii="Arial" w:hAnsi="Arial" w:cs="Arial"/>
          <w:b/>
          <w:sz w:val="22"/>
          <w:szCs w:val="22"/>
        </w:rPr>
        <w:t>DECLARA</w:t>
      </w:r>
      <w:r w:rsidRPr="003C317E">
        <w:rPr>
          <w:rFonts w:ascii="Arial" w:hAnsi="Arial" w:cs="Arial"/>
          <w:sz w:val="22"/>
          <w:szCs w:val="22"/>
        </w:rPr>
        <w:t xml:space="preserve"> bajo su personal responsabilidad:</w:t>
      </w:r>
    </w:p>
    <w:p w14:paraId="0E1C854A" w14:textId="77777777" w:rsidR="003C317E" w:rsidRPr="003C317E" w:rsidRDefault="003C317E" w:rsidP="003C317E">
      <w:pPr>
        <w:pStyle w:val="Textoindependiente2"/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77323295" w14:textId="72595C7A" w:rsidR="003C317E" w:rsidRDefault="0072236F" w:rsidP="003C317E">
      <w:pPr>
        <w:pStyle w:val="Textoindependiente"/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894423328"/>
        </w:sdtPr>
        <w:sdtEndPr/>
        <w:sdtContent>
          <w:r w:rsidR="003C317E" w:rsidRPr="003C317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C317E" w:rsidRPr="003C317E">
        <w:rPr>
          <w:rFonts w:ascii="Arial" w:hAnsi="Arial" w:cs="Arial"/>
          <w:sz w:val="22"/>
          <w:szCs w:val="22"/>
        </w:rPr>
        <w:tab/>
        <w:t>Que la empresa licitadora, al tiempo de presentar su proposición, tiene en su plantilla un número de trabajadores con discapacidad superior al 2 por 100.</w:t>
      </w:r>
    </w:p>
    <w:p w14:paraId="693D9FC4" w14:textId="77777777" w:rsidR="003C317E" w:rsidRPr="003C317E" w:rsidRDefault="003C317E" w:rsidP="003C317E">
      <w:pPr>
        <w:pStyle w:val="Textoindependiente"/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5BCB8200" w14:textId="7C270E52" w:rsidR="003C317E" w:rsidRDefault="0072236F" w:rsidP="003C317E">
      <w:pPr>
        <w:pStyle w:val="Textoindependiente"/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605184245"/>
        </w:sdtPr>
        <w:sdtEndPr/>
        <w:sdtContent>
          <w:r w:rsidR="003C317E" w:rsidRPr="003C317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C317E" w:rsidRPr="003C317E">
        <w:rPr>
          <w:rFonts w:ascii="Arial" w:hAnsi="Arial" w:cs="Arial"/>
          <w:sz w:val="22"/>
          <w:szCs w:val="22"/>
        </w:rPr>
        <w:tab/>
        <w:t xml:space="preserve">Que la empresa licitadora está dedicada específicamente a la promoción e inserción laboral de personas en situación de exclusión social (según lo establecido en la </w:t>
      </w:r>
      <w:r w:rsidR="003C317E" w:rsidRPr="003C317E">
        <w:rPr>
          <w:rFonts w:ascii="Arial" w:hAnsi="Arial" w:cs="Arial"/>
          <w:i/>
          <w:sz w:val="22"/>
          <w:szCs w:val="22"/>
        </w:rPr>
        <w:t>Ley 44/2007, 13 de diciembre, para la regulación del régimen de las empresas de inserción</w:t>
      </w:r>
      <w:r w:rsidR="003C317E" w:rsidRPr="003C317E">
        <w:rPr>
          <w:rFonts w:ascii="Arial" w:hAnsi="Arial" w:cs="Arial"/>
          <w:sz w:val="22"/>
          <w:szCs w:val="22"/>
        </w:rPr>
        <w:t>).</w:t>
      </w:r>
    </w:p>
    <w:p w14:paraId="015D641E" w14:textId="77777777" w:rsidR="003C317E" w:rsidRPr="003C317E" w:rsidRDefault="003C317E" w:rsidP="003C317E">
      <w:pPr>
        <w:pStyle w:val="Textoindependiente"/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29472E37" w14:textId="76D67DFB" w:rsidR="003C317E" w:rsidRDefault="0072236F" w:rsidP="003C317E">
      <w:pPr>
        <w:pStyle w:val="Textoindependiente"/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962140870"/>
        </w:sdtPr>
        <w:sdtEndPr/>
        <w:sdtContent>
          <w:r w:rsidR="003C317E" w:rsidRPr="003C317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C317E" w:rsidRPr="003C317E">
        <w:rPr>
          <w:rFonts w:ascii="Arial" w:hAnsi="Arial" w:cs="Arial"/>
          <w:sz w:val="22"/>
          <w:szCs w:val="22"/>
        </w:rPr>
        <w:tab/>
        <w:t xml:space="preserve">Que la empresa licitadora promueve la igualdad efectiva de oportunidades entre hombres y mujeres, conforme a lo previsto en el apartado 2 del artículo 34 de la </w:t>
      </w:r>
      <w:r w:rsidR="003C317E" w:rsidRPr="003C317E">
        <w:rPr>
          <w:rFonts w:ascii="Arial" w:hAnsi="Arial" w:cs="Arial"/>
          <w:i/>
          <w:sz w:val="22"/>
          <w:szCs w:val="22"/>
        </w:rPr>
        <w:t>Ley Orgánica 3/2007, de 22 de marzo, para la igualdad efectiva de mujeres y hombres</w:t>
      </w:r>
      <w:r w:rsidR="003C317E" w:rsidRPr="003C317E">
        <w:rPr>
          <w:rFonts w:ascii="Arial" w:hAnsi="Arial" w:cs="Arial"/>
          <w:sz w:val="22"/>
          <w:szCs w:val="22"/>
        </w:rPr>
        <w:t>, como, por ejemplo, la posesión del “Distintivo Empresarial en Materia de Igualdad” que concede el Ministerio de Sanidad, Servicios Sociales e Igualdad.</w:t>
      </w:r>
    </w:p>
    <w:p w14:paraId="1DABF109" w14:textId="77777777" w:rsidR="003C317E" w:rsidRPr="003C317E" w:rsidRDefault="003C317E" w:rsidP="003C317E">
      <w:pPr>
        <w:pStyle w:val="Textoindependiente"/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2AC4C342" w14:textId="77777777" w:rsidR="003C317E" w:rsidRPr="003C317E" w:rsidRDefault="0072236F" w:rsidP="003C317E">
      <w:pPr>
        <w:pStyle w:val="Textoindependiente"/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481780154"/>
        </w:sdtPr>
        <w:sdtEndPr/>
        <w:sdtContent>
          <w:r w:rsidR="003C317E" w:rsidRPr="003C317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C317E" w:rsidRPr="003C317E">
        <w:rPr>
          <w:rFonts w:ascii="Arial" w:hAnsi="Arial" w:cs="Arial"/>
          <w:sz w:val="22"/>
          <w:szCs w:val="22"/>
        </w:rPr>
        <w:tab/>
        <w:t>Que la empresa licitadora no desea hacer uso de la preferencia en la adjudicación regulada en la cláusula 14 de este pliego.</w:t>
      </w:r>
    </w:p>
    <w:p w14:paraId="59837532" w14:textId="77777777" w:rsidR="003C317E" w:rsidRPr="003C317E" w:rsidRDefault="003C317E" w:rsidP="003C317E">
      <w:pPr>
        <w:pStyle w:val="Textoindependiente"/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333DE2D" w14:textId="77777777" w:rsidR="003C317E" w:rsidRPr="003C317E" w:rsidRDefault="003C317E" w:rsidP="003C317E">
      <w:pPr>
        <w:pStyle w:val="Textoindependiente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DF241D" w14:textId="77777777" w:rsidR="003C317E" w:rsidRPr="003C317E" w:rsidRDefault="003C317E" w:rsidP="003C317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3C317E">
        <w:rPr>
          <w:rFonts w:ascii="Arial" w:hAnsi="Arial" w:cs="Arial"/>
          <w:sz w:val="22"/>
          <w:szCs w:val="22"/>
        </w:rPr>
        <w:t>En …………………………………</w:t>
      </w:r>
      <w:proofErr w:type="gramStart"/>
      <w:r w:rsidRPr="003C317E">
        <w:rPr>
          <w:rFonts w:ascii="Arial" w:hAnsi="Arial" w:cs="Arial"/>
          <w:sz w:val="22"/>
          <w:szCs w:val="22"/>
        </w:rPr>
        <w:t>…….</w:t>
      </w:r>
      <w:proofErr w:type="gramEnd"/>
      <w:r w:rsidRPr="003C317E">
        <w:rPr>
          <w:rFonts w:ascii="Arial" w:hAnsi="Arial" w:cs="Arial"/>
          <w:sz w:val="22"/>
          <w:szCs w:val="22"/>
        </w:rPr>
        <w:t>., a  …………de………………………………de ……</w:t>
      </w:r>
    </w:p>
    <w:p w14:paraId="206E4883" w14:textId="41E09E8F" w:rsidR="003C317E" w:rsidRPr="003C317E" w:rsidRDefault="003C317E" w:rsidP="003C317E">
      <w:pPr>
        <w:spacing w:line="276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3D283BF3" w14:textId="77777777" w:rsidR="003B5F71" w:rsidRPr="003C317E" w:rsidRDefault="003B5F71" w:rsidP="003C317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90BAAF" w14:textId="77777777" w:rsidR="003B5F71" w:rsidRPr="003C317E" w:rsidRDefault="003B5F71" w:rsidP="0072236F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proofErr w:type="spellStart"/>
      <w:r w:rsidRPr="003C317E">
        <w:rPr>
          <w:rFonts w:ascii="Arial" w:hAnsi="Arial" w:cs="Arial"/>
          <w:sz w:val="22"/>
          <w:szCs w:val="22"/>
        </w:rPr>
        <w:t>Fdo</w:t>
      </w:r>
      <w:proofErr w:type="spellEnd"/>
      <w:r w:rsidRPr="003C317E">
        <w:rPr>
          <w:rFonts w:ascii="Arial" w:hAnsi="Arial" w:cs="Arial"/>
          <w:sz w:val="22"/>
          <w:szCs w:val="22"/>
        </w:rPr>
        <w:t xml:space="preserve"> electrónicamente por:</w:t>
      </w:r>
    </w:p>
    <w:p w14:paraId="2134E095" w14:textId="12D070DA" w:rsidR="000F2C30" w:rsidRDefault="000F2C30" w:rsidP="003C317E">
      <w:pPr>
        <w:spacing w:line="276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sectPr w:rsidR="000F2C30" w:rsidSect="000F2C3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410" w:right="1133" w:bottom="1418" w:left="1134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C6606" w14:textId="77777777" w:rsidR="00C87D84" w:rsidRDefault="00C87D84">
      <w:r>
        <w:separator/>
      </w:r>
    </w:p>
  </w:endnote>
  <w:endnote w:type="continuationSeparator" w:id="0">
    <w:p w14:paraId="7E3C5D24" w14:textId="77777777" w:rsidR="00C87D84" w:rsidRDefault="00C87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CF169" w14:textId="77777777" w:rsidR="00C87D84" w:rsidRDefault="00C87D84">
      <w:r>
        <w:separator/>
      </w:r>
    </w:p>
  </w:footnote>
  <w:footnote w:type="continuationSeparator" w:id="0">
    <w:p w14:paraId="08938680" w14:textId="77777777" w:rsidR="00C87D84" w:rsidRDefault="00C87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301DB442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25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540B6C16" w:rsidR="004F57AA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1733A9B" wp14:editId="6E5EEB74">
              <wp:simplePos x="0" y="0"/>
              <wp:positionH relativeFrom="column">
                <wp:posOffset>5475443</wp:posOffset>
              </wp:positionH>
              <wp:positionV relativeFrom="paragraph">
                <wp:posOffset>113030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3F0B2EB" id="Rectangle 10" o:spid="_x0000_s1026" style="position:absolute;margin-left:431.15pt;margin-top:8.9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IIYEZvdAAAACgEAAA8AAAAAAAAAAAAAAAAAQAQAAGRycy9kb3ducmV2Lnht&#10;bFBLBQYAAAAABAAEAPMAAABKBQAAAAA=&#10;" fillcolor="silver" stroked="f"/>
          </w:pict>
        </mc:Fallback>
      </mc:AlternateContent>
    </w:r>
  </w:p>
  <w:p w14:paraId="0D8ADE36" w14:textId="02B6826D" w:rsidR="004F57AA" w:rsidRDefault="0045299D" w:rsidP="00EC3995">
    <w:pPr>
      <w:pStyle w:val="Encabezado"/>
      <w:ind w:right="-2"/>
    </w:pPr>
    <w:r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68B6490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28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64446309" w:rsidR="00AD30BB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E114A3B" wp14:editId="06ACD634">
              <wp:simplePos x="0" y="0"/>
              <wp:positionH relativeFrom="column">
                <wp:posOffset>5552913</wp:posOffset>
              </wp:positionH>
              <wp:positionV relativeFrom="paragraph">
                <wp:posOffset>33655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419F1F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50824F96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323419D7" w14:textId="77777777" w:rsidR="005E7E05" w:rsidRDefault="005E7E05" w:rsidP="005E7E0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114A3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7.25pt;margin-top:2.6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" filled="f" stroked="f">
              <v:textbox inset="2mm">
                <w:txbxContent>
                  <w:p w14:paraId="60419F1F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50824F96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323419D7" w14:textId="77777777" w:rsidR="005E7E05" w:rsidRDefault="005E7E05" w:rsidP="005E7E0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6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9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687101819">
    <w:abstractNumId w:val="4"/>
  </w:num>
  <w:num w:numId="2" w16cid:durableId="803735651">
    <w:abstractNumId w:val="26"/>
  </w:num>
  <w:num w:numId="3" w16cid:durableId="1103190654">
    <w:abstractNumId w:val="15"/>
  </w:num>
  <w:num w:numId="4" w16cid:durableId="2126728634">
    <w:abstractNumId w:val="10"/>
  </w:num>
  <w:num w:numId="5" w16cid:durableId="715282140">
    <w:abstractNumId w:val="1"/>
  </w:num>
  <w:num w:numId="6" w16cid:durableId="1398672701">
    <w:abstractNumId w:val="12"/>
  </w:num>
  <w:num w:numId="7" w16cid:durableId="1994064236">
    <w:abstractNumId w:val="19"/>
  </w:num>
  <w:num w:numId="8" w16cid:durableId="963342349">
    <w:abstractNumId w:val="17"/>
  </w:num>
  <w:num w:numId="9" w16cid:durableId="1236814658">
    <w:abstractNumId w:val="22"/>
  </w:num>
  <w:num w:numId="10" w16cid:durableId="1759671988">
    <w:abstractNumId w:val="7"/>
  </w:num>
  <w:num w:numId="11" w16cid:durableId="1465928573">
    <w:abstractNumId w:val="13"/>
  </w:num>
  <w:num w:numId="12" w16cid:durableId="1518538951">
    <w:abstractNumId w:val="18"/>
  </w:num>
  <w:num w:numId="13" w16cid:durableId="231280819">
    <w:abstractNumId w:val="2"/>
  </w:num>
  <w:num w:numId="14" w16cid:durableId="1728382006">
    <w:abstractNumId w:val="8"/>
  </w:num>
  <w:num w:numId="15" w16cid:durableId="1037117863">
    <w:abstractNumId w:val="5"/>
  </w:num>
  <w:num w:numId="16" w16cid:durableId="939528085">
    <w:abstractNumId w:val="23"/>
  </w:num>
  <w:num w:numId="17" w16cid:durableId="730075520">
    <w:abstractNumId w:val="6"/>
  </w:num>
  <w:num w:numId="18" w16cid:durableId="386076697">
    <w:abstractNumId w:val="0"/>
  </w:num>
  <w:num w:numId="19" w16cid:durableId="1292976067">
    <w:abstractNumId w:val="14"/>
  </w:num>
  <w:num w:numId="20" w16cid:durableId="252591301">
    <w:abstractNumId w:val="25"/>
  </w:num>
  <w:num w:numId="21" w16cid:durableId="1417282596">
    <w:abstractNumId w:val="3"/>
  </w:num>
  <w:num w:numId="22" w16cid:durableId="1893812079">
    <w:abstractNumId w:val="16"/>
  </w:num>
  <w:num w:numId="23" w16cid:durableId="966398120">
    <w:abstractNumId w:val="20"/>
  </w:num>
  <w:num w:numId="24" w16cid:durableId="1101343561">
    <w:abstractNumId w:val="9"/>
  </w:num>
  <w:num w:numId="25" w16cid:durableId="385876104">
    <w:abstractNumId w:val="21"/>
  </w:num>
  <w:num w:numId="26" w16cid:durableId="1797018699">
    <w:abstractNumId w:val="11"/>
  </w:num>
  <w:num w:numId="27" w16cid:durableId="1967470892">
    <w:abstractNumId w:val="27"/>
  </w:num>
  <w:num w:numId="28" w16cid:durableId="9532492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D5197"/>
    <w:rsid w:val="000D62CD"/>
    <w:rsid w:val="000D7899"/>
    <w:rsid w:val="000F2C30"/>
    <w:rsid w:val="000F3FB7"/>
    <w:rsid w:val="000F636A"/>
    <w:rsid w:val="00100085"/>
    <w:rsid w:val="0010087E"/>
    <w:rsid w:val="00100FB2"/>
    <w:rsid w:val="001045B4"/>
    <w:rsid w:val="001179F3"/>
    <w:rsid w:val="001318E8"/>
    <w:rsid w:val="00150461"/>
    <w:rsid w:val="00164FA2"/>
    <w:rsid w:val="001652CE"/>
    <w:rsid w:val="00166736"/>
    <w:rsid w:val="00180EFE"/>
    <w:rsid w:val="001810FA"/>
    <w:rsid w:val="001973C6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B5F71"/>
    <w:rsid w:val="003C317E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2135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84C3F"/>
    <w:rsid w:val="0059091C"/>
    <w:rsid w:val="005953E1"/>
    <w:rsid w:val="005A11A5"/>
    <w:rsid w:val="005A519F"/>
    <w:rsid w:val="005E2679"/>
    <w:rsid w:val="005E7E05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2236F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514F3"/>
    <w:rsid w:val="00861F44"/>
    <w:rsid w:val="00864A7C"/>
    <w:rsid w:val="008804CB"/>
    <w:rsid w:val="008826BE"/>
    <w:rsid w:val="00882D5D"/>
    <w:rsid w:val="00884D64"/>
    <w:rsid w:val="0089185A"/>
    <w:rsid w:val="00893006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1577"/>
    <w:rsid w:val="00A9256F"/>
    <w:rsid w:val="00AC6F90"/>
    <w:rsid w:val="00AC7009"/>
    <w:rsid w:val="00AD30BB"/>
    <w:rsid w:val="00AD4065"/>
    <w:rsid w:val="00AE19E7"/>
    <w:rsid w:val="00AE4C02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87D8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551A7"/>
    <w:rsid w:val="00D74511"/>
    <w:rsid w:val="00D816FB"/>
    <w:rsid w:val="00D83115"/>
    <w:rsid w:val="00D84710"/>
    <w:rsid w:val="00DB5D52"/>
    <w:rsid w:val="00DC3DE4"/>
    <w:rsid w:val="00DD3862"/>
    <w:rsid w:val="00DD4967"/>
    <w:rsid w:val="00DD5235"/>
    <w:rsid w:val="00DE4FA6"/>
    <w:rsid w:val="00DE594F"/>
    <w:rsid w:val="00E025C9"/>
    <w:rsid w:val="00E04FD5"/>
    <w:rsid w:val="00E12EF1"/>
    <w:rsid w:val="00E13E9D"/>
    <w:rsid w:val="00E21068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D0B20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8514F3"/>
  </w:style>
  <w:style w:type="paragraph" w:customStyle="1" w:styleId="Prrafo">
    <w:name w:val="Párrafo"/>
    <w:basedOn w:val="Textoindependiente"/>
    <w:link w:val="PrrafoCar"/>
    <w:uiPriority w:val="99"/>
    <w:qFormat/>
    <w:rsid w:val="005E7E05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rsid w:val="005E7E05"/>
    <w:rPr>
      <w:rFonts w:ascii="Arial" w:hAnsi="Arial"/>
      <w:sz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30</TotalTime>
  <Pages>1</Pages>
  <Words>248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1573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12</cp:revision>
  <cp:lastPrinted>2022-03-16T11:46:00Z</cp:lastPrinted>
  <dcterms:created xsi:type="dcterms:W3CDTF">2022-04-12T06:08:00Z</dcterms:created>
  <dcterms:modified xsi:type="dcterms:W3CDTF">2022-09-26T07:56:00Z</dcterms:modified>
</cp:coreProperties>
</file>