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5C7B8" w14:textId="77777777" w:rsidR="007A2DA4" w:rsidRPr="008514F3" w:rsidRDefault="007A2DA4" w:rsidP="00BE73DA">
      <w:pPr>
        <w:ind w:left="284" w:right="423"/>
        <w:jc w:val="both"/>
        <w:rPr>
          <w:rFonts w:ascii="Arial" w:hAnsi="Arial" w:cs="Arial"/>
          <w:b/>
          <w:sz w:val="22"/>
          <w:szCs w:val="22"/>
        </w:rPr>
      </w:pPr>
    </w:p>
    <w:p w14:paraId="64FD0D96" w14:textId="26C9C79E" w:rsidR="008514F3" w:rsidRPr="008514F3" w:rsidRDefault="008514F3" w:rsidP="00D551A7">
      <w:pPr>
        <w:spacing w:line="360" w:lineRule="auto"/>
        <w:jc w:val="center"/>
        <w:rPr>
          <w:rFonts w:ascii="Arial" w:hAnsi="Arial" w:cs="Arial"/>
          <w:b/>
          <w:color w:val="00000A"/>
          <w:sz w:val="22"/>
          <w:szCs w:val="22"/>
        </w:rPr>
      </w:pP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ANEXO II </w:t>
      </w:r>
      <w:r w:rsidR="001045B4">
        <w:rPr>
          <w:rFonts w:ascii="Arial" w:hAnsi="Arial" w:cs="Arial"/>
          <w:b/>
          <w:color w:val="00000A"/>
          <w:sz w:val="22"/>
          <w:szCs w:val="22"/>
        </w:rPr>
        <w:t>-</w:t>
      </w: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 </w:t>
      </w:r>
      <w:r w:rsidR="00D551A7">
        <w:rPr>
          <w:rFonts w:ascii="Arial" w:hAnsi="Arial" w:cs="Arial"/>
          <w:b/>
          <w:color w:val="00000A"/>
          <w:sz w:val="22"/>
          <w:szCs w:val="22"/>
        </w:rPr>
        <w:t xml:space="preserve">MODELO </w:t>
      </w:r>
      <w:r w:rsidRPr="008514F3">
        <w:rPr>
          <w:rFonts w:ascii="Arial" w:hAnsi="Arial" w:cs="Arial"/>
          <w:b/>
          <w:color w:val="00000A"/>
          <w:sz w:val="22"/>
          <w:szCs w:val="22"/>
        </w:rPr>
        <w:t>SOLVENCIA ECONÓMICA Y FINANCIERA</w:t>
      </w:r>
    </w:p>
    <w:p w14:paraId="0C9E273B" w14:textId="77777777" w:rsidR="0059091C" w:rsidRDefault="0059091C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1F1692F6" w14:textId="2A53C99E" w:rsidR="005E7E05" w:rsidRPr="0059091C" w:rsidRDefault="008514F3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  <w:r w:rsidRPr="008514F3">
        <w:rPr>
          <w:rFonts w:ascii="Arial" w:hAnsi="Arial" w:cs="Arial"/>
          <w:bCs/>
          <w:color w:val="00000A"/>
          <w:sz w:val="22"/>
          <w:szCs w:val="22"/>
        </w:rPr>
        <w:t>(Datos a rellenar por empresa y Unión Temporal, en su caso)</w:t>
      </w:r>
    </w:p>
    <w:p w14:paraId="1618B2CA" w14:textId="1D462527" w:rsidR="005E7E05" w:rsidRPr="00254AA2" w:rsidRDefault="00BA2AE7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14:paraId="4C8FA6C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  <w:r w:rsidRPr="00254AA2">
        <w:rPr>
          <w:rFonts w:ascii="Arial" w:hAnsi="Arial" w:cs="Arial"/>
          <w:b/>
          <w:sz w:val="22"/>
          <w:szCs w:val="22"/>
        </w:rPr>
        <w:t>Entidad:</w:t>
      </w:r>
    </w:p>
    <w:p w14:paraId="3DFD1CDF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</w:p>
    <w:p w14:paraId="324959ED" w14:textId="77777777" w:rsidR="005E7E05" w:rsidRPr="00254AA2" w:rsidRDefault="005E7E05" w:rsidP="005E7E05">
      <w:pPr>
        <w:pStyle w:val="Encabezado"/>
        <w:numPr>
          <w:ilvl w:val="0"/>
          <w:numId w:val="28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Arial" w:hAnsi="Arial" w:cs="Arial"/>
          <w:b/>
          <w:sz w:val="22"/>
          <w:szCs w:val="22"/>
        </w:rPr>
      </w:pPr>
      <w:r w:rsidRPr="00254AA2">
        <w:rPr>
          <w:rFonts w:ascii="Arial" w:hAnsi="Arial" w:cs="Arial"/>
          <w:b/>
          <w:sz w:val="22"/>
          <w:szCs w:val="22"/>
        </w:rPr>
        <w:t>VOLUMEN ANUAL DE NEGOCIO:</w:t>
      </w:r>
    </w:p>
    <w:p w14:paraId="430B947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sz w:val="22"/>
          <w:szCs w:val="22"/>
        </w:rPr>
      </w:pP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5E7E05" w:rsidRPr="00254AA2" w14:paraId="46AFB7C3" w14:textId="77777777" w:rsidTr="009165AD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2E4A877F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C3CE1CF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VOLUMEN ANUAL DE NEGOCIOS (SIN IVA)</w:t>
            </w:r>
          </w:p>
        </w:tc>
      </w:tr>
      <w:tr w:rsidR="005E7E05" w:rsidRPr="00254AA2" w14:paraId="30536CB6" w14:textId="77777777" w:rsidTr="009165AD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5E298D87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7B275E23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5E7E05" w:rsidRPr="00254AA2" w14:paraId="659DCB2B" w14:textId="77777777" w:rsidTr="009165AD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0B7E4FAC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07C32CE4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5E7E05" w:rsidRPr="00254AA2" w14:paraId="20E2263E" w14:textId="77777777" w:rsidTr="009165AD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880E21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2FC35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1EE1D9B7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</w:p>
    <w:p w14:paraId="5969F60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</w:p>
    <w:p w14:paraId="510F6ADD" w14:textId="77777777" w:rsidR="005E7E05" w:rsidRPr="00254AA2" w:rsidRDefault="005E7E05" w:rsidP="005E7E05">
      <w:pPr>
        <w:pStyle w:val="Encabezado"/>
        <w:numPr>
          <w:ilvl w:val="0"/>
          <w:numId w:val="28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Arial" w:hAnsi="Arial" w:cs="Arial"/>
          <w:b/>
          <w:sz w:val="22"/>
          <w:szCs w:val="22"/>
        </w:rPr>
      </w:pPr>
      <w:r w:rsidRPr="00254AA2">
        <w:rPr>
          <w:rFonts w:ascii="Arial" w:hAnsi="Arial" w:cs="Arial"/>
          <w:b/>
          <w:sz w:val="22"/>
          <w:szCs w:val="22"/>
        </w:rPr>
        <w:t>PATRIMONIO NETO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5E7E05" w:rsidRPr="00254AA2" w14:paraId="2F4FA4E2" w14:textId="77777777" w:rsidTr="009165AD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7838CB5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9CF39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PATRIMONIO NETO </w:t>
            </w:r>
          </w:p>
        </w:tc>
      </w:tr>
      <w:tr w:rsidR="005E7E05" w:rsidRPr="00254AA2" w14:paraId="22DABF52" w14:textId="77777777" w:rsidTr="009165AD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755097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A16635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3CEA6BE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</w:rPr>
      </w:pPr>
    </w:p>
    <w:p w14:paraId="08396E55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</w:tabs>
        <w:spacing w:before="120" w:after="120" w:line="288" w:lineRule="auto"/>
        <w:ind w:left="350"/>
        <w:rPr>
          <w:rFonts w:ascii="Arial" w:hAnsi="Arial" w:cs="Arial"/>
          <w:b/>
          <w:sz w:val="22"/>
          <w:szCs w:val="22"/>
        </w:rPr>
      </w:pPr>
    </w:p>
    <w:p w14:paraId="1E4A7352" w14:textId="77777777" w:rsidR="005E7E05" w:rsidRPr="00254AA2" w:rsidRDefault="005E7E05" w:rsidP="005E7E05">
      <w:pPr>
        <w:pStyle w:val="Encabezado"/>
        <w:numPr>
          <w:ilvl w:val="0"/>
          <w:numId w:val="28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Arial" w:hAnsi="Arial" w:cs="Arial"/>
          <w:b/>
          <w:sz w:val="22"/>
          <w:szCs w:val="22"/>
        </w:rPr>
      </w:pPr>
      <w:r w:rsidRPr="00254AA2">
        <w:rPr>
          <w:rFonts w:ascii="Arial" w:hAnsi="Arial" w:cs="Arial"/>
          <w:b/>
          <w:sz w:val="22"/>
          <w:szCs w:val="22"/>
        </w:rPr>
        <w:t>RATIO ENTRE ACTIVOS Y PASIVOS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5E7E05" w:rsidRPr="00254AA2" w14:paraId="692B8674" w14:textId="77777777" w:rsidTr="009165AD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936CC5C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AA869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RATIO ENTRE ACTIVOS Y PASIVOS</w:t>
            </w:r>
          </w:p>
        </w:tc>
      </w:tr>
      <w:tr w:rsidR="005E7E05" w:rsidRPr="00254AA2" w14:paraId="728DD1DA" w14:textId="77777777" w:rsidTr="009165AD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D206D4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5CC211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45B8839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</w:rPr>
      </w:pPr>
    </w:p>
    <w:p w14:paraId="529C36C1" w14:textId="77777777" w:rsidR="005E7E05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4DED653A" w14:textId="77777777" w:rsidR="005E7E05" w:rsidRPr="00254AA2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2751371E" w14:textId="77777777" w:rsidR="005E7E05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71BC3397" w14:textId="77777777" w:rsidR="005E7E05" w:rsidRPr="00254AA2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5C1422D0" w14:textId="77777777" w:rsidR="005E7E05" w:rsidRPr="00254AA2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0B886241" w14:textId="77777777" w:rsidR="005E7E05" w:rsidRPr="00254AA2" w:rsidRDefault="005E7E05" w:rsidP="005E7E05">
      <w:pPr>
        <w:pStyle w:val="Prrafo"/>
        <w:tabs>
          <w:tab w:val="left" w:pos="8789"/>
        </w:tabs>
        <w:jc w:val="right"/>
        <w:rPr>
          <w:rFonts w:cs="Arial"/>
        </w:rPr>
      </w:pPr>
      <w:r w:rsidRPr="00254AA2">
        <w:rPr>
          <w:rFonts w:cs="Arial"/>
        </w:rPr>
        <w:t>En…………</w:t>
      </w:r>
      <w:proofErr w:type="gramStart"/>
      <w:r w:rsidRPr="00254AA2">
        <w:rPr>
          <w:rFonts w:cs="Arial"/>
        </w:rPr>
        <w:t>…….</w:t>
      </w:r>
      <w:proofErr w:type="gramEnd"/>
      <w:r w:rsidRPr="00254AA2">
        <w:rPr>
          <w:rFonts w:cs="Arial"/>
        </w:rPr>
        <w:t>.….., a …..</w:t>
      </w:r>
      <w:r>
        <w:rPr>
          <w:rFonts w:cs="Arial"/>
        </w:rPr>
        <w:t xml:space="preserve"> </w:t>
      </w:r>
      <w:r w:rsidRPr="00254AA2">
        <w:rPr>
          <w:rFonts w:cs="Arial"/>
        </w:rPr>
        <w:t xml:space="preserve">de ................................. de .......... </w:t>
      </w:r>
    </w:p>
    <w:p w14:paraId="0A2DFF2E" w14:textId="77777777" w:rsidR="005E7E05" w:rsidRPr="00254AA2" w:rsidRDefault="005E7E05" w:rsidP="005E7E05">
      <w:pPr>
        <w:pStyle w:val="Prrafo"/>
        <w:tabs>
          <w:tab w:val="left" w:pos="8789"/>
        </w:tabs>
        <w:jc w:val="right"/>
        <w:rPr>
          <w:rFonts w:cs="Arial"/>
        </w:rPr>
      </w:pPr>
      <w:r w:rsidRPr="00254AA2">
        <w:rPr>
          <w:rFonts w:cs="Arial"/>
        </w:rPr>
        <w:t>(Lugar, fecha y firma del representante)</w:t>
      </w:r>
    </w:p>
    <w:p w14:paraId="4743858B" w14:textId="0467021D" w:rsidR="005E7E05" w:rsidRPr="005E7E05" w:rsidRDefault="005E7E05" w:rsidP="008514F3">
      <w:pPr>
        <w:spacing w:line="360" w:lineRule="auto"/>
        <w:jc w:val="both"/>
        <w:rPr>
          <w:rFonts w:ascii="Arial" w:hAnsi="Arial" w:cs="Arial"/>
          <w:b/>
          <w:color w:val="00000A"/>
          <w:sz w:val="22"/>
          <w:szCs w:val="22"/>
          <w:lang w:val="es-ES_tradnl"/>
        </w:rPr>
      </w:pPr>
    </w:p>
    <w:p w14:paraId="7F2BCEE8" w14:textId="77777777" w:rsidR="007A2DA4" w:rsidRDefault="007A2DA4" w:rsidP="0059091C">
      <w:pPr>
        <w:rPr>
          <w:rFonts w:ascii="Arial" w:hAnsi="Arial" w:cs="Arial"/>
          <w:b/>
          <w:sz w:val="22"/>
          <w:szCs w:val="22"/>
        </w:rPr>
      </w:pPr>
    </w:p>
    <w:sectPr w:rsidR="007A2DA4" w:rsidSect="00EC4F5C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410" w:right="851" w:bottom="1418" w:left="851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0BD11" w14:textId="77777777" w:rsidR="00492135" w:rsidRDefault="00492135">
      <w:r>
        <w:separator/>
      </w:r>
    </w:p>
  </w:endnote>
  <w:endnote w:type="continuationSeparator" w:id="0">
    <w:p w14:paraId="7AA32ADA" w14:textId="77777777" w:rsidR="00492135" w:rsidRDefault="00492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007F5" w14:textId="77777777" w:rsidR="00492135" w:rsidRDefault="00492135">
      <w:r>
        <w:separator/>
      </w:r>
    </w:p>
  </w:footnote>
  <w:footnote w:type="continuationSeparator" w:id="0">
    <w:p w14:paraId="1191EF91" w14:textId="77777777" w:rsidR="00492135" w:rsidRDefault="00492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536C64C9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7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8480" behindDoc="1" locked="0" layoutInCell="1" allowOverlap="1" wp14:anchorId="7D8BD578" wp14:editId="75879758">
          <wp:simplePos x="0" y="0"/>
          <wp:positionH relativeFrom="column">
            <wp:posOffset>4224655</wp:posOffset>
          </wp:positionH>
          <wp:positionV relativeFrom="paragraph">
            <wp:posOffset>478790</wp:posOffset>
          </wp:positionV>
          <wp:extent cx="803275" cy="468630"/>
          <wp:effectExtent l="0" t="0" r="0" b="0"/>
          <wp:wrapNone/>
          <wp:docPr id="16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7456" behindDoc="1" locked="0" layoutInCell="1" allowOverlap="1" wp14:anchorId="2EC35DAA" wp14:editId="1C1E8055">
          <wp:simplePos x="0" y="0"/>
          <wp:positionH relativeFrom="column">
            <wp:posOffset>2165985</wp:posOffset>
          </wp:positionH>
          <wp:positionV relativeFrom="paragraph">
            <wp:posOffset>507365</wp:posOffset>
          </wp:positionV>
          <wp:extent cx="1717675" cy="468630"/>
          <wp:effectExtent l="0" t="0" r="0" b="0"/>
          <wp:wrapNone/>
          <wp:docPr id="15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540B6C16" w:rsidR="004F57AA" w:rsidRDefault="005E7E0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1733A9B" wp14:editId="6E5EEB74">
              <wp:simplePos x="0" y="0"/>
              <wp:positionH relativeFrom="column">
                <wp:posOffset>5475443</wp:posOffset>
              </wp:positionH>
              <wp:positionV relativeFrom="paragraph">
                <wp:posOffset>113030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3F0B2EB" id="Rectangle 10" o:spid="_x0000_s1026" style="position:absolute;margin-left:431.15pt;margin-top:8.9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IIYEZvdAAAACgEAAA8AAAAAAAAAAAAAAAAAQAQAAGRycy9kb3ducmV2Lnht&#10;bFBLBQYAAAAABAAEAPMAAABKBQAAAAA=&#10;" fillcolor="silver" stroked="f"/>
          </w:pict>
        </mc:Fallback>
      </mc:AlternateContent>
    </w:r>
  </w:p>
  <w:p w14:paraId="0D8ADE36" w14:textId="02B6826D" w:rsidR="004F57AA" w:rsidRDefault="0045299D" w:rsidP="00EC3995">
    <w:pPr>
      <w:pStyle w:val="Encabezado"/>
      <w:ind w:right="-2"/>
    </w:pPr>
    <w:r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368B6490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F6F42E" w14:textId="553E7A42" w:rsidR="00AD30BB" w:rsidRDefault="005E7E0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E114A3B" wp14:editId="06ACD634">
              <wp:simplePos x="0" y="0"/>
              <wp:positionH relativeFrom="column">
                <wp:posOffset>5552913</wp:posOffset>
              </wp:positionH>
              <wp:positionV relativeFrom="paragraph">
                <wp:posOffset>33655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419F1F" w14:textId="77777777" w:rsidR="005E7E05" w:rsidRDefault="005E7E05" w:rsidP="005E7E0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50824F96" w14:textId="77777777" w:rsidR="005E7E05" w:rsidRDefault="005E7E05" w:rsidP="005E7E0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323419D7" w14:textId="77777777" w:rsidR="005E7E05" w:rsidRDefault="005E7E05" w:rsidP="005E7E0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114A3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7.25pt;margin-top:2.65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" filled="f" stroked="f">
              <v:textbox inset="2mm">
                <w:txbxContent>
                  <w:p w14:paraId="60419F1F" w14:textId="77777777" w:rsidR="005E7E05" w:rsidRDefault="005E7E05" w:rsidP="005E7E0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50824F96" w14:textId="77777777" w:rsidR="005E7E05" w:rsidRDefault="005E7E05" w:rsidP="005E7E0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323419D7" w14:textId="77777777" w:rsidR="005E7E05" w:rsidRDefault="005E7E05" w:rsidP="005E7E0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="009E49C5" w:rsidRPr="009E49C5">
      <w:rPr>
        <w:noProof/>
      </w:rPr>
      <w:drawing>
        <wp:anchor distT="0" distB="0" distL="133350" distR="114300" simplePos="0" relativeHeight="251664384" behindDoc="1" locked="0" layoutInCell="1" allowOverlap="1" wp14:anchorId="0EF2A8A4" wp14:editId="380BD180">
          <wp:simplePos x="0" y="0"/>
          <wp:positionH relativeFrom="column">
            <wp:posOffset>4227195</wp:posOffset>
          </wp:positionH>
          <wp:positionV relativeFrom="paragraph">
            <wp:posOffset>27940</wp:posOffset>
          </wp:positionV>
          <wp:extent cx="803275" cy="468630"/>
          <wp:effectExtent l="0" t="0" r="0" b="0"/>
          <wp:wrapNone/>
          <wp:docPr id="13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E49C5" w:rsidRPr="009E49C5">
      <w:rPr>
        <w:noProof/>
      </w:rPr>
      <w:drawing>
        <wp:anchor distT="0" distB="0" distL="133350" distR="114300" simplePos="0" relativeHeight="251663360" behindDoc="1" locked="0" layoutInCell="1" allowOverlap="1" wp14:anchorId="61F4EB76" wp14:editId="3870F3B1">
          <wp:simplePos x="0" y="0"/>
          <wp:positionH relativeFrom="column">
            <wp:posOffset>2168525</wp:posOffset>
          </wp:positionH>
          <wp:positionV relativeFrom="paragraph">
            <wp:posOffset>56515</wp:posOffset>
          </wp:positionV>
          <wp:extent cx="1717675" cy="468630"/>
          <wp:effectExtent l="0" t="0" r="0" b="0"/>
          <wp:wrapNone/>
          <wp:docPr id="12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6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9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687101819">
    <w:abstractNumId w:val="4"/>
  </w:num>
  <w:num w:numId="2" w16cid:durableId="803735651">
    <w:abstractNumId w:val="26"/>
  </w:num>
  <w:num w:numId="3" w16cid:durableId="1103190654">
    <w:abstractNumId w:val="15"/>
  </w:num>
  <w:num w:numId="4" w16cid:durableId="2126728634">
    <w:abstractNumId w:val="10"/>
  </w:num>
  <w:num w:numId="5" w16cid:durableId="715282140">
    <w:abstractNumId w:val="1"/>
  </w:num>
  <w:num w:numId="6" w16cid:durableId="1398672701">
    <w:abstractNumId w:val="12"/>
  </w:num>
  <w:num w:numId="7" w16cid:durableId="1994064236">
    <w:abstractNumId w:val="19"/>
  </w:num>
  <w:num w:numId="8" w16cid:durableId="963342349">
    <w:abstractNumId w:val="17"/>
  </w:num>
  <w:num w:numId="9" w16cid:durableId="1236814658">
    <w:abstractNumId w:val="22"/>
  </w:num>
  <w:num w:numId="10" w16cid:durableId="1759671988">
    <w:abstractNumId w:val="7"/>
  </w:num>
  <w:num w:numId="11" w16cid:durableId="1465928573">
    <w:abstractNumId w:val="13"/>
  </w:num>
  <w:num w:numId="12" w16cid:durableId="1518538951">
    <w:abstractNumId w:val="18"/>
  </w:num>
  <w:num w:numId="13" w16cid:durableId="231280819">
    <w:abstractNumId w:val="2"/>
  </w:num>
  <w:num w:numId="14" w16cid:durableId="1728382006">
    <w:abstractNumId w:val="8"/>
  </w:num>
  <w:num w:numId="15" w16cid:durableId="1037117863">
    <w:abstractNumId w:val="5"/>
  </w:num>
  <w:num w:numId="16" w16cid:durableId="939528085">
    <w:abstractNumId w:val="23"/>
  </w:num>
  <w:num w:numId="17" w16cid:durableId="730075520">
    <w:abstractNumId w:val="6"/>
  </w:num>
  <w:num w:numId="18" w16cid:durableId="386076697">
    <w:abstractNumId w:val="0"/>
  </w:num>
  <w:num w:numId="19" w16cid:durableId="1292976067">
    <w:abstractNumId w:val="14"/>
  </w:num>
  <w:num w:numId="20" w16cid:durableId="252591301">
    <w:abstractNumId w:val="25"/>
  </w:num>
  <w:num w:numId="21" w16cid:durableId="1417282596">
    <w:abstractNumId w:val="3"/>
  </w:num>
  <w:num w:numId="22" w16cid:durableId="1893812079">
    <w:abstractNumId w:val="16"/>
  </w:num>
  <w:num w:numId="23" w16cid:durableId="966398120">
    <w:abstractNumId w:val="20"/>
  </w:num>
  <w:num w:numId="24" w16cid:durableId="1101343561">
    <w:abstractNumId w:val="9"/>
  </w:num>
  <w:num w:numId="25" w16cid:durableId="385876104">
    <w:abstractNumId w:val="21"/>
  </w:num>
  <w:num w:numId="26" w16cid:durableId="1797018699">
    <w:abstractNumId w:val="11"/>
  </w:num>
  <w:num w:numId="27" w16cid:durableId="1967470892">
    <w:abstractNumId w:val="27"/>
  </w:num>
  <w:num w:numId="28" w16cid:durableId="9532492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2147"/>
    <w:rsid w:val="00043DD9"/>
    <w:rsid w:val="00044422"/>
    <w:rsid w:val="00046BC4"/>
    <w:rsid w:val="0005522D"/>
    <w:rsid w:val="000D5197"/>
    <w:rsid w:val="000D62CD"/>
    <w:rsid w:val="000D7899"/>
    <w:rsid w:val="000F3FB7"/>
    <w:rsid w:val="000F636A"/>
    <w:rsid w:val="00100085"/>
    <w:rsid w:val="0010087E"/>
    <w:rsid w:val="00100FB2"/>
    <w:rsid w:val="001045B4"/>
    <w:rsid w:val="001179F3"/>
    <w:rsid w:val="001318E8"/>
    <w:rsid w:val="00150461"/>
    <w:rsid w:val="00164FA2"/>
    <w:rsid w:val="00166736"/>
    <w:rsid w:val="00180EFE"/>
    <w:rsid w:val="001810FA"/>
    <w:rsid w:val="001973C6"/>
    <w:rsid w:val="001D6CC4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4482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2135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84C3F"/>
    <w:rsid w:val="0059091C"/>
    <w:rsid w:val="005953E1"/>
    <w:rsid w:val="005A11A5"/>
    <w:rsid w:val="005A519F"/>
    <w:rsid w:val="005E2679"/>
    <w:rsid w:val="005E7E05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23E7A"/>
    <w:rsid w:val="008514F3"/>
    <w:rsid w:val="00861F44"/>
    <w:rsid w:val="00864A7C"/>
    <w:rsid w:val="008804CB"/>
    <w:rsid w:val="008826BE"/>
    <w:rsid w:val="00882D5D"/>
    <w:rsid w:val="00884D64"/>
    <w:rsid w:val="0089185A"/>
    <w:rsid w:val="008959A9"/>
    <w:rsid w:val="008A0BDE"/>
    <w:rsid w:val="008C396D"/>
    <w:rsid w:val="008D167C"/>
    <w:rsid w:val="008E3363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256F"/>
    <w:rsid w:val="00AC6F90"/>
    <w:rsid w:val="00AC7009"/>
    <w:rsid w:val="00AD30BB"/>
    <w:rsid w:val="00AD4065"/>
    <w:rsid w:val="00AE19E7"/>
    <w:rsid w:val="00AE4C02"/>
    <w:rsid w:val="00AF0942"/>
    <w:rsid w:val="00AF267C"/>
    <w:rsid w:val="00B11934"/>
    <w:rsid w:val="00B211BB"/>
    <w:rsid w:val="00B258E2"/>
    <w:rsid w:val="00B31FEA"/>
    <w:rsid w:val="00B34A2C"/>
    <w:rsid w:val="00B35FE5"/>
    <w:rsid w:val="00BA2AE7"/>
    <w:rsid w:val="00BB0B2A"/>
    <w:rsid w:val="00BC2820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65BC"/>
    <w:rsid w:val="00D22AB3"/>
    <w:rsid w:val="00D35931"/>
    <w:rsid w:val="00D506DF"/>
    <w:rsid w:val="00D551A7"/>
    <w:rsid w:val="00D74511"/>
    <w:rsid w:val="00D816FB"/>
    <w:rsid w:val="00D83115"/>
    <w:rsid w:val="00D84710"/>
    <w:rsid w:val="00DB5D52"/>
    <w:rsid w:val="00DC3DE4"/>
    <w:rsid w:val="00DD3862"/>
    <w:rsid w:val="00DD4967"/>
    <w:rsid w:val="00DD5235"/>
    <w:rsid w:val="00DE4FA6"/>
    <w:rsid w:val="00DE594F"/>
    <w:rsid w:val="00E025C9"/>
    <w:rsid w:val="00E04FD5"/>
    <w:rsid w:val="00E12EF1"/>
    <w:rsid w:val="00E13E9D"/>
    <w:rsid w:val="00E21068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8514F3"/>
  </w:style>
  <w:style w:type="paragraph" w:customStyle="1" w:styleId="Prrafo">
    <w:name w:val="Párrafo"/>
    <w:basedOn w:val="Textoindependiente"/>
    <w:link w:val="PrrafoCar"/>
    <w:uiPriority w:val="99"/>
    <w:qFormat/>
    <w:rsid w:val="005E7E05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rsid w:val="005E7E05"/>
    <w:rPr>
      <w:rFonts w:ascii="Arial" w:hAnsi="Arial"/>
      <w:sz w:val="22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2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515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7</cp:revision>
  <cp:lastPrinted>2022-03-16T11:46:00Z</cp:lastPrinted>
  <dcterms:created xsi:type="dcterms:W3CDTF">2022-04-12T06:08:00Z</dcterms:created>
  <dcterms:modified xsi:type="dcterms:W3CDTF">2022-07-11T09:23:00Z</dcterms:modified>
</cp:coreProperties>
</file>