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677B3" w14:textId="77777777" w:rsidR="009D43AC" w:rsidRPr="009D43AC" w:rsidRDefault="009D43AC" w:rsidP="00A868F6">
      <w:pPr>
        <w:spacing w:line="360" w:lineRule="auto"/>
        <w:jc w:val="center"/>
        <w:rPr>
          <w:rFonts w:ascii="Arial" w:hAnsi="Arial" w:cs="Arial"/>
          <w:bCs/>
          <w:color w:val="00000A"/>
          <w:sz w:val="22"/>
          <w:szCs w:val="22"/>
        </w:rPr>
      </w:pPr>
    </w:p>
    <w:p w14:paraId="35713AD0" w14:textId="4080A05B" w:rsidR="00E30C22" w:rsidRDefault="00E30C22" w:rsidP="00367D08">
      <w:pPr>
        <w:spacing w:line="360" w:lineRule="auto"/>
        <w:ind w:firstLine="708"/>
        <w:jc w:val="center"/>
        <w:rPr>
          <w:rFonts w:ascii="Arial" w:hAnsi="Arial" w:cs="Arial"/>
          <w:b/>
          <w:color w:val="00000A"/>
          <w:sz w:val="22"/>
          <w:szCs w:val="22"/>
        </w:rPr>
      </w:pPr>
      <w:r w:rsidRPr="00E30C22">
        <w:rPr>
          <w:rFonts w:ascii="Arial" w:hAnsi="Arial" w:cs="Arial"/>
          <w:b/>
          <w:color w:val="00000A"/>
          <w:sz w:val="22"/>
          <w:szCs w:val="22"/>
        </w:rPr>
        <w:t>ANEXO I - MODELO DE DECLARACIÓN RESPONSABLE</w:t>
      </w:r>
    </w:p>
    <w:p w14:paraId="6B0DDE46" w14:textId="0E1520A3" w:rsidR="007E4137" w:rsidRDefault="007E4137" w:rsidP="00243212">
      <w:pPr>
        <w:pStyle w:val="Prrafo"/>
        <w:tabs>
          <w:tab w:val="left" w:pos="8789"/>
        </w:tabs>
        <w:rPr>
          <w:rFonts w:cs="Arial"/>
          <w:sz w:val="20"/>
        </w:rPr>
      </w:pPr>
    </w:p>
    <w:p w14:paraId="6D9523F8" w14:textId="2BFC9F83" w:rsidR="007E4137" w:rsidRPr="007E4137" w:rsidRDefault="007E4137" w:rsidP="007E4137">
      <w:pPr>
        <w:pStyle w:val="Prrafo"/>
        <w:rPr>
          <w:rFonts w:cs="Arial"/>
          <w:lang w:val="es-ES"/>
        </w:rPr>
      </w:pPr>
      <w:r w:rsidRPr="007E4137">
        <w:rPr>
          <w:rFonts w:cs="Arial"/>
          <w:lang w:val="es-ES"/>
        </w:rPr>
        <w:t xml:space="preserve">D./Dña. ………………………………………………, con DNI ………………………, con domicilio en ……………………………………………………. Provincia de ………………………  Calle …………………………… número ………, actuando en nombre propio / en representación de (el licitador), según escritura (datos de la escritura), en el procedimiento de licitación </w:t>
      </w:r>
      <w:r w:rsidR="008B6FF0">
        <w:rPr>
          <w:rFonts w:cs="Arial"/>
          <w:szCs w:val="22"/>
        </w:rPr>
        <w:t>2022 00000040 SERVICIO DE IMPRESIÓN, PLEGADO, ENCUADERNACIÓN Y RETRACTILADO DE MAPAS-GUÍA DE DIVERSOS PARQUES NACIONALES PARA EL ORGANISMO AUTÓNOMO CENTRO NACIONAL DE INFORMACIÓN GEOGRÁFICA (CNIG)</w:t>
      </w:r>
      <w:r w:rsidRPr="007E4137">
        <w:rPr>
          <w:rFonts w:cs="Arial"/>
          <w:lang w:val="es-ES"/>
        </w:rPr>
        <w:t>,</w:t>
      </w:r>
    </w:p>
    <w:p w14:paraId="0D91D6E2" w14:textId="77777777" w:rsidR="007E4137" w:rsidRPr="007E4137" w:rsidRDefault="007E4137" w:rsidP="007E4137">
      <w:pPr>
        <w:pStyle w:val="Prrafo"/>
        <w:rPr>
          <w:rFonts w:cs="Arial"/>
          <w:lang w:val="es-ES"/>
        </w:rPr>
      </w:pPr>
      <w:r w:rsidRPr="007E4137">
        <w:rPr>
          <w:rFonts w:cs="Arial"/>
          <w:lang w:val="es-ES"/>
        </w:rPr>
        <w:t xml:space="preserve">DECLARA, ante el órgano de contratación, que (el licitador) cumple las condiciones para contratar con la Administración establecidas legalmente y las fijadas en el Pliego de Cláusulas Administrativas Particulares, y en particular: </w:t>
      </w:r>
      <w:r w:rsidRPr="007E4137">
        <w:rPr>
          <w:rFonts w:cs="Arial"/>
          <w:lang w:val="es-ES"/>
        </w:rPr>
        <w:tab/>
      </w:r>
    </w:p>
    <w:p w14:paraId="2BCE4F96" w14:textId="77777777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>- Capacidad de obrar y personalidad jurídica:</w:t>
      </w:r>
    </w:p>
    <w:p w14:paraId="24CFEFF5" w14:textId="73CAE6A2" w:rsidR="007E4137" w:rsidRPr="007E4137" w:rsidRDefault="007E4137" w:rsidP="007E4137">
      <w:pPr>
        <w:pStyle w:val="Prrafo"/>
        <w:tabs>
          <w:tab w:val="left" w:pos="8789"/>
        </w:tabs>
        <w:ind w:left="426"/>
        <w:jc w:val="left"/>
        <w:rPr>
          <w:rFonts w:cs="Arial"/>
        </w:rPr>
      </w:pPr>
      <w:r w:rsidRPr="007E4137">
        <w:rPr>
          <w:rFonts w:cs="Arial"/>
        </w:rPr>
        <w:t xml:space="preserve">- (El licitador) es: </w:t>
      </w:r>
    </w:p>
    <w:p w14:paraId="583541E6" w14:textId="3E46F48C" w:rsidR="007E4137" w:rsidRPr="007E4137" w:rsidRDefault="007E4137" w:rsidP="007E4137">
      <w:pPr>
        <w:pStyle w:val="Prrafo"/>
        <w:numPr>
          <w:ilvl w:val="0"/>
          <w:numId w:val="37"/>
        </w:numPr>
        <w:tabs>
          <w:tab w:val="left" w:pos="8789"/>
        </w:tabs>
        <w:rPr>
          <w:rFonts w:cs="Arial"/>
        </w:rPr>
      </w:pPr>
      <w:r w:rsidRPr="007E4137">
        <w:rPr>
          <w:rFonts w:cs="Arial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7E4137">
        <w:rPr>
          <w:rFonts w:cs="Arial"/>
        </w:rPr>
        <w:instrText xml:space="preserve"> FORMCHECKBOX </w:instrText>
      </w:r>
      <w:r w:rsidR="008B6FF0">
        <w:rPr>
          <w:rFonts w:cs="Arial"/>
        </w:rPr>
      </w:r>
      <w:r w:rsidR="008B6FF0">
        <w:rPr>
          <w:rFonts w:cs="Arial"/>
        </w:rPr>
        <w:fldChar w:fldCharType="separate"/>
      </w:r>
      <w:r w:rsidRPr="007E4137">
        <w:rPr>
          <w:rFonts w:cs="Arial"/>
        </w:rPr>
        <w:fldChar w:fldCharType="end"/>
      </w:r>
      <w:r w:rsidR="00A952B9">
        <w:rPr>
          <w:rFonts w:cs="Arial"/>
        </w:rPr>
        <w:t xml:space="preserve"> </w:t>
      </w:r>
      <w:r w:rsidRPr="007E4137">
        <w:rPr>
          <w:rFonts w:cs="Arial"/>
        </w:rPr>
        <w:t>persona física con DNI número ….</w:t>
      </w:r>
    </w:p>
    <w:p w14:paraId="0E2E01BB" w14:textId="444CD356" w:rsidR="007E4137" w:rsidRPr="007E4137" w:rsidRDefault="007E4137" w:rsidP="007E4137">
      <w:pPr>
        <w:pStyle w:val="Prrafo"/>
        <w:numPr>
          <w:ilvl w:val="0"/>
          <w:numId w:val="37"/>
        </w:numPr>
        <w:tabs>
          <w:tab w:val="left" w:pos="8789"/>
        </w:tabs>
        <w:rPr>
          <w:rFonts w:cs="Arial"/>
        </w:rPr>
      </w:pPr>
      <w:r w:rsidRPr="007E4137">
        <w:rPr>
          <w:rFonts w:cs="Arial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7E4137">
        <w:rPr>
          <w:rFonts w:cs="Arial"/>
        </w:rPr>
        <w:instrText xml:space="preserve"> FORMCHECKBOX </w:instrText>
      </w:r>
      <w:r w:rsidR="008B6FF0">
        <w:rPr>
          <w:rFonts w:cs="Arial"/>
        </w:rPr>
      </w:r>
      <w:r w:rsidR="008B6FF0">
        <w:rPr>
          <w:rFonts w:cs="Arial"/>
        </w:rPr>
        <w:fldChar w:fldCharType="separate"/>
      </w:r>
      <w:r w:rsidRPr="007E4137">
        <w:rPr>
          <w:rFonts w:cs="Arial"/>
        </w:rPr>
        <w:fldChar w:fldCharType="end"/>
      </w:r>
      <w:r w:rsidR="00A952B9">
        <w:rPr>
          <w:rFonts w:cs="Arial"/>
        </w:rPr>
        <w:t xml:space="preserve"> </w:t>
      </w:r>
      <w:r w:rsidRPr="007E4137">
        <w:rPr>
          <w:rFonts w:cs="Arial"/>
        </w:rPr>
        <w:t>persona jurídica (sociedad, asociación…) constituida por escritura, documento… de fecha xxx, otorgada ante xxx, inscrita en el Registro xxx</w:t>
      </w:r>
      <w:r w:rsidR="00A952B9">
        <w:rPr>
          <w:rFonts w:cs="Arial"/>
        </w:rPr>
        <w:t>xxx.</w:t>
      </w:r>
    </w:p>
    <w:p w14:paraId="16050900" w14:textId="52545253" w:rsidR="007E4137" w:rsidRPr="007E4137" w:rsidRDefault="007E4137" w:rsidP="007E4137">
      <w:pPr>
        <w:pStyle w:val="Prrafo"/>
        <w:numPr>
          <w:ilvl w:val="0"/>
          <w:numId w:val="37"/>
        </w:numPr>
        <w:tabs>
          <w:tab w:val="left" w:pos="8789"/>
        </w:tabs>
        <w:rPr>
          <w:rFonts w:cs="Arial"/>
        </w:rPr>
      </w:pPr>
      <w:r w:rsidRPr="007E4137">
        <w:rPr>
          <w:rFonts w:cs="Arial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7E4137">
        <w:rPr>
          <w:rFonts w:cs="Arial"/>
        </w:rPr>
        <w:instrText xml:space="preserve"> FORMCHECKBOX </w:instrText>
      </w:r>
      <w:r w:rsidR="008B6FF0">
        <w:rPr>
          <w:rFonts w:cs="Arial"/>
        </w:rPr>
      </w:r>
      <w:r w:rsidR="008B6FF0">
        <w:rPr>
          <w:rFonts w:cs="Arial"/>
        </w:rPr>
        <w:fldChar w:fldCharType="separate"/>
      </w:r>
      <w:r w:rsidRPr="007E4137">
        <w:rPr>
          <w:rFonts w:cs="Arial"/>
        </w:rPr>
        <w:fldChar w:fldCharType="end"/>
      </w:r>
      <w:r w:rsidR="00A952B9">
        <w:rPr>
          <w:rFonts w:cs="Arial"/>
        </w:rPr>
        <w:t xml:space="preserve"> </w:t>
      </w:r>
      <w:r w:rsidRPr="007E4137">
        <w:rPr>
          <w:rFonts w:cs="Arial"/>
        </w:rPr>
        <w:t>empresario extranjero nacional de la UE inscrito en el Registro xxxx y que (en su caso) cuenta con la autorización especial xxx o pertenece a la organización xxx (artículo 58.2 del TR-LCSP)</w:t>
      </w:r>
      <w:r w:rsidR="00A952B9">
        <w:rPr>
          <w:rFonts w:cs="Arial"/>
        </w:rPr>
        <w:t>.</w:t>
      </w:r>
    </w:p>
    <w:p w14:paraId="5A3702F7" w14:textId="2B579FF4" w:rsidR="007E4137" w:rsidRPr="007E4137" w:rsidRDefault="007E4137" w:rsidP="007E4137">
      <w:pPr>
        <w:pStyle w:val="Prrafo"/>
        <w:numPr>
          <w:ilvl w:val="0"/>
          <w:numId w:val="37"/>
        </w:numPr>
        <w:tabs>
          <w:tab w:val="left" w:pos="8789"/>
        </w:tabs>
        <w:rPr>
          <w:rFonts w:cs="Arial"/>
        </w:rPr>
      </w:pPr>
      <w:r w:rsidRPr="007E4137">
        <w:rPr>
          <w:rFonts w:cs="Arial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7E4137">
        <w:rPr>
          <w:rFonts w:cs="Arial"/>
        </w:rPr>
        <w:instrText xml:space="preserve"> FORMCHECKBOX </w:instrText>
      </w:r>
      <w:r w:rsidR="008B6FF0">
        <w:rPr>
          <w:rFonts w:cs="Arial"/>
        </w:rPr>
      </w:r>
      <w:r w:rsidR="008B6FF0">
        <w:rPr>
          <w:rFonts w:cs="Arial"/>
        </w:rPr>
        <w:fldChar w:fldCharType="separate"/>
      </w:r>
      <w:r w:rsidRPr="007E4137">
        <w:rPr>
          <w:rFonts w:cs="Arial"/>
        </w:rPr>
        <w:fldChar w:fldCharType="end"/>
      </w:r>
      <w:r w:rsidR="00A952B9">
        <w:rPr>
          <w:rFonts w:cs="Arial"/>
        </w:rPr>
        <w:t xml:space="preserve"> </w:t>
      </w:r>
      <w:r w:rsidRPr="007E4137">
        <w:rPr>
          <w:rFonts w:cs="Arial"/>
        </w:rPr>
        <w:t>empresario extranjero /nacional de la UE/ no nacional de la UE, que cuenta con el informe de la Misión Diplomática Permanente de España en xxx o de la Oficina Consular en xxx.</w:t>
      </w:r>
    </w:p>
    <w:p w14:paraId="0B799FE4" w14:textId="77777777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>- Representación:</w:t>
      </w:r>
    </w:p>
    <w:p w14:paraId="5DA9425E" w14:textId="7E488B1E" w:rsidR="007E4137" w:rsidRPr="007E4137" w:rsidRDefault="007E4137" w:rsidP="007E4137">
      <w:pPr>
        <w:pStyle w:val="Prrafo"/>
        <w:numPr>
          <w:ilvl w:val="0"/>
          <w:numId w:val="40"/>
        </w:numPr>
        <w:tabs>
          <w:tab w:val="left" w:pos="8789"/>
        </w:tabs>
        <w:rPr>
          <w:rFonts w:cs="Arial"/>
        </w:rPr>
      </w:pPr>
      <w:r w:rsidRPr="007E4137">
        <w:rPr>
          <w:rFonts w:cs="Arial"/>
        </w:rPr>
        <w:t>xxx, con DNI nºxxx, suscribe la proposición en representación de (el licitador) en virtud de escritura de poder nºxxx de fecha xxx otorgada ante xxx inscrita en el Registro xxx / en su condición de administrador único / consejero delegado … otra condición…</w:t>
      </w:r>
    </w:p>
    <w:p w14:paraId="416407F6" w14:textId="77777777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 xml:space="preserve">- Solvencia (en su caso): </w:t>
      </w:r>
    </w:p>
    <w:p w14:paraId="35922CDA" w14:textId="77C5F18B" w:rsidR="007E4137" w:rsidRPr="007E4137" w:rsidRDefault="007E4137" w:rsidP="007E4137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 xml:space="preserve">(El licitador) dispone de la solvencia económica y financiera y técnica y profesional exigida en el </w:t>
      </w:r>
      <w:r w:rsidRPr="008B6FF0">
        <w:rPr>
          <w:rFonts w:cs="Arial"/>
        </w:rPr>
        <w:t xml:space="preserve">apartado </w:t>
      </w:r>
      <w:r w:rsidR="00A4046B" w:rsidRPr="008B6FF0">
        <w:rPr>
          <w:rFonts w:cs="Arial"/>
        </w:rPr>
        <w:t>8</w:t>
      </w:r>
      <w:r w:rsidRPr="008B6FF0">
        <w:rPr>
          <w:rFonts w:cs="Arial"/>
        </w:rPr>
        <w:t xml:space="preserve"> del Cuadro de Características de</w:t>
      </w:r>
      <w:r w:rsidRPr="007E4137">
        <w:rPr>
          <w:rFonts w:cs="Arial"/>
        </w:rPr>
        <w:t xml:space="preserve"> este Pliego.</w:t>
      </w:r>
    </w:p>
    <w:p w14:paraId="43CF81C9" w14:textId="5C1558FC" w:rsidR="007E4137" w:rsidRPr="007E4137" w:rsidRDefault="007E4137" w:rsidP="007E4137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lastRenderedPageBreak/>
        <w:t xml:space="preserve">Compromiso de adscripción de medios (en su caso): (El licitador) se compromete a adscribir a la ejecución del contrato los medios personales y materiales exigidos en </w:t>
      </w:r>
      <w:r w:rsidRPr="008B6FF0">
        <w:rPr>
          <w:rFonts w:cs="Arial"/>
        </w:rPr>
        <w:t>el apartado</w:t>
      </w:r>
      <w:r w:rsidR="00A4046B" w:rsidRPr="008B6FF0">
        <w:rPr>
          <w:rFonts w:cs="Arial"/>
        </w:rPr>
        <w:t xml:space="preserve"> 8</w:t>
      </w:r>
      <w:r w:rsidRPr="008B6FF0">
        <w:rPr>
          <w:rFonts w:cs="Arial"/>
        </w:rPr>
        <w:t xml:space="preserve"> del</w:t>
      </w:r>
      <w:r w:rsidRPr="007E4137">
        <w:rPr>
          <w:rFonts w:cs="Arial"/>
        </w:rPr>
        <w:t xml:space="preserve"> Cuadro de Características de este Pliego.</w:t>
      </w:r>
    </w:p>
    <w:p w14:paraId="0AB2C6A7" w14:textId="77777777" w:rsidR="007E4137" w:rsidRPr="007E4137" w:rsidRDefault="007E4137" w:rsidP="007E4137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>Integración de la solvencia con medios externos (en su caso): (El licitador) declara que dispone efectivamente de medios externos para integrar su solvencia en virtud de contrato xxx a celebrar / celebrado con xxx, con las siguientes características xxx.</w:t>
      </w:r>
    </w:p>
    <w:p w14:paraId="077BA4DA" w14:textId="77777777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 xml:space="preserve">- Clasificación (en su caso): </w:t>
      </w:r>
    </w:p>
    <w:p w14:paraId="2D6FEACE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>(El licitador) está clasificado en el GRUPO xxx, SUBGRUPO xxx y CATEGORÍA xxx, tal como exige el Pliego. Además, y manifiesta que las circunstancias que justificaron su clasificación no han variado.</w:t>
      </w:r>
    </w:p>
    <w:p w14:paraId="398FAFBC" w14:textId="77777777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 xml:space="preserve">- Autorizaciones necesarias y habilitación empresarial (en su caso): </w:t>
      </w:r>
    </w:p>
    <w:p w14:paraId="5855A366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>(El licitador) dispone de las autorizaciones que fueren necesarias para ejercer la actividad</w:t>
      </w:r>
    </w:p>
    <w:p w14:paraId="686A73AB" w14:textId="38A33053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 xml:space="preserve">(El licitador) dispone de la habilitación empresarial exigida en el </w:t>
      </w:r>
      <w:r w:rsidRPr="008B6FF0">
        <w:rPr>
          <w:rFonts w:cs="Arial"/>
        </w:rPr>
        <w:t xml:space="preserve">apartado </w:t>
      </w:r>
      <w:r w:rsidR="00A4046B" w:rsidRPr="008B6FF0">
        <w:rPr>
          <w:rFonts w:cs="Arial"/>
        </w:rPr>
        <w:t>8</w:t>
      </w:r>
      <w:r w:rsidRPr="008B6FF0">
        <w:rPr>
          <w:rFonts w:cs="Arial"/>
        </w:rPr>
        <w:t xml:space="preserve"> del Cuadro</w:t>
      </w:r>
      <w:r w:rsidRPr="007E4137">
        <w:rPr>
          <w:rFonts w:cs="Arial"/>
        </w:rPr>
        <w:t xml:space="preserve"> de Características de este Pliego.</w:t>
      </w:r>
    </w:p>
    <w:p w14:paraId="56E44B60" w14:textId="77777777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>- Ausencia de prohibiciones de contratar:</w:t>
      </w:r>
    </w:p>
    <w:p w14:paraId="0F2C7D11" w14:textId="51E8620B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>(El licitador) no está incurso en ninguna de las prohibiciones de contratar recogidas en el artículo 71 de la Ley 9/2017, de 8 de noviembre, de Contratos del Sector Público y se halla al corriente del cumplimiento de sus obligaciones tributarias y con la Seguridad Social</w:t>
      </w:r>
      <w:r w:rsidR="008B6FF0">
        <w:rPr>
          <w:rFonts w:cs="Arial"/>
        </w:rPr>
        <w:t>.</w:t>
      </w:r>
    </w:p>
    <w:p w14:paraId="38C6AAD3" w14:textId="77777777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>- Condiciones especiales de ejecución:</w:t>
      </w:r>
    </w:p>
    <w:p w14:paraId="38943C97" w14:textId="2E280F86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 xml:space="preserve">(El licitador) cumple con las condiciones especiales de ejecución exigidas en </w:t>
      </w:r>
      <w:r w:rsidRPr="008B6FF0">
        <w:rPr>
          <w:rFonts w:cs="Arial"/>
        </w:rPr>
        <w:t xml:space="preserve">el punto </w:t>
      </w:r>
      <w:r w:rsidRPr="008B6FF0">
        <w:rPr>
          <w:rFonts w:cs="Arial"/>
        </w:rPr>
        <w:fldChar w:fldCharType="begin"/>
      </w:r>
      <w:r w:rsidRPr="008B6FF0">
        <w:rPr>
          <w:rFonts w:cs="Arial"/>
        </w:rPr>
        <w:instrText xml:space="preserve"> REF _Ref66236757 \r \h  \* MERGEFORMAT </w:instrText>
      </w:r>
      <w:r w:rsidRPr="008B6FF0">
        <w:rPr>
          <w:rFonts w:cs="Arial"/>
        </w:rPr>
      </w:r>
      <w:r w:rsidRPr="008B6FF0">
        <w:rPr>
          <w:rFonts w:cs="Arial"/>
        </w:rPr>
        <w:fldChar w:fldCharType="separate"/>
      </w:r>
      <w:r w:rsidRPr="008B6FF0">
        <w:rPr>
          <w:rFonts w:cs="Arial"/>
        </w:rPr>
        <w:t>2</w:t>
      </w:r>
      <w:r w:rsidRPr="008B6FF0">
        <w:rPr>
          <w:rFonts w:cs="Arial"/>
        </w:rPr>
        <w:fldChar w:fldCharType="end"/>
      </w:r>
      <w:r w:rsidR="008B6FF0" w:rsidRPr="008B6FF0">
        <w:rPr>
          <w:rFonts w:cs="Arial"/>
        </w:rPr>
        <w:t>2</w:t>
      </w:r>
      <w:r w:rsidRPr="008B6FF0">
        <w:rPr>
          <w:rFonts w:cs="Arial"/>
        </w:rPr>
        <w:t xml:space="preserve"> del Cuadro</w:t>
      </w:r>
      <w:r w:rsidRPr="007E4137">
        <w:rPr>
          <w:rFonts w:cs="Arial"/>
        </w:rPr>
        <w:t xml:space="preserve"> de Características de este Pliego</w:t>
      </w:r>
      <w:r w:rsidR="008B6FF0">
        <w:rPr>
          <w:rFonts w:cs="Arial"/>
        </w:rPr>
        <w:t>.</w:t>
      </w:r>
    </w:p>
    <w:p w14:paraId="29E541D3" w14:textId="77777777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>- Compromiso de constituir una UTE.</w:t>
      </w:r>
    </w:p>
    <w:p w14:paraId="5B1B14BE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>Cuando los empresarios pretendan constituir una UTE, la declaración deberá incluir el compromiso de constituir la UTE para el caso de resultar adjudicatarios, el representante único y la participación que corresponde a cada uno de ellos.</w:t>
      </w:r>
    </w:p>
    <w:p w14:paraId="38F795BD" w14:textId="31B9358A" w:rsidR="007E4137" w:rsidRPr="007E4137" w:rsidRDefault="007E4137" w:rsidP="007E4137">
      <w:pPr>
        <w:pStyle w:val="Prrafo"/>
        <w:numPr>
          <w:ilvl w:val="0"/>
          <w:numId w:val="36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>- Declaración de otras circunstancias</w:t>
      </w:r>
      <w:r w:rsidR="00A952B9">
        <w:rPr>
          <w:rFonts w:cs="Arial"/>
          <w:b/>
        </w:rPr>
        <w:t>:</w:t>
      </w:r>
    </w:p>
    <w:p w14:paraId="0D384FE6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  <w:b/>
        </w:rPr>
      </w:pPr>
      <w:r w:rsidRPr="007E4137">
        <w:rPr>
          <w:rFonts w:cs="Arial"/>
          <w:b/>
        </w:rPr>
        <w:t>9.1 Información de contacto.</w:t>
      </w:r>
    </w:p>
    <w:p w14:paraId="445DF509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>A efectos de notificaciones, el domicilio, número de teléfono y dirección de correo electrónico del licitador son los siguientes: xxxxxxxx.</w:t>
      </w:r>
    </w:p>
    <w:p w14:paraId="5EDCC596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  <w:b/>
        </w:rPr>
      </w:pPr>
      <w:r w:rsidRPr="007E4137">
        <w:rPr>
          <w:rFonts w:cs="Arial"/>
          <w:b/>
        </w:rPr>
        <w:t>9.2 Documentación adicional exigida a todas las empresas extranjeras.</w:t>
      </w:r>
    </w:p>
    <w:p w14:paraId="56950001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lastRenderedPageBreak/>
        <w:t>Cuando el contrato vaya a ejecutarse en España, (el licitador) declara someterse a los juzgados y tribunales españoles, con renuncia al fuero extranjero que pudiera corresponderle.</w:t>
      </w:r>
    </w:p>
    <w:p w14:paraId="2D2E1183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  <w:b/>
        </w:rPr>
      </w:pPr>
      <w:r w:rsidRPr="007E4137">
        <w:rPr>
          <w:rFonts w:cs="Arial"/>
          <w:b/>
        </w:rPr>
        <w:t>9.3 Objeto social.</w:t>
      </w:r>
    </w:p>
    <w:p w14:paraId="5B629EB0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>Cuando el licitador sea persona jurídica, (el licitador) declara que las prestaciones propias del contrato quedan comprendidas en el objeto social o en el ámbito de actividad de su empresa.</w:t>
      </w:r>
    </w:p>
    <w:p w14:paraId="716EA671" w14:textId="77705401" w:rsidR="007E4137" w:rsidRDefault="007E4137" w:rsidP="00510700">
      <w:pPr>
        <w:pStyle w:val="Prrafo"/>
        <w:tabs>
          <w:tab w:val="left" w:pos="8789"/>
        </w:tabs>
        <w:ind w:left="426"/>
        <w:rPr>
          <w:rFonts w:cs="Arial"/>
          <w:b/>
        </w:rPr>
      </w:pPr>
      <w:r w:rsidRPr="007E4137">
        <w:rPr>
          <w:rFonts w:cs="Arial"/>
          <w:b/>
        </w:rPr>
        <w:t>9.4 Registro Oficial de Licitadores y Empresas Clasificadas.</w:t>
      </w:r>
    </w:p>
    <w:p w14:paraId="3CF43B75" w14:textId="2947B066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>(El licitador) declara que la información relativa a la empresa y recogida en el Registro Oficial de Licitadores y Empresas Clasificadas no ha experimentado variación.</w:t>
      </w:r>
    </w:p>
    <w:p w14:paraId="0099BB78" w14:textId="6D527BD2" w:rsidR="007E4137" w:rsidRPr="007E4137" w:rsidRDefault="007E4137" w:rsidP="00510700">
      <w:pPr>
        <w:pStyle w:val="Prrafo"/>
        <w:numPr>
          <w:ilvl w:val="1"/>
          <w:numId w:val="41"/>
        </w:numPr>
        <w:tabs>
          <w:tab w:val="left" w:pos="8789"/>
        </w:tabs>
        <w:rPr>
          <w:rFonts w:cs="Arial"/>
          <w:b/>
        </w:rPr>
      </w:pPr>
      <w:r w:rsidRPr="007E4137">
        <w:rPr>
          <w:rFonts w:cs="Arial"/>
          <w:b/>
        </w:rPr>
        <w:t>Grupo de empresas.</w:t>
      </w:r>
    </w:p>
    <w:p w14:paraId="24B99468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>(El licitador) declara que las siguientes empresas xxxxxxxxxx forman parte del grupo empresarial al que pertenece el licitador individual o cualquiera de las empresas que liciten con el compromiso de constituir una UTE.</w:t>
      </w:r>
    </w:p>
    <w:p w14:paraId="7E7F1AE4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</w:rPr>
      </w:pPr>
      <w:r w:rsidRPr="007E4137">
        <w:rPr>
          <w:rFonts w:cs="Arial"/>
        </w:rPr>
        <w:t>(La no pertenencia a ningún grupo de empresas deberá hacerse constar, igualmente, mediante declaración responsable).</w:t>
      </w:r>
    </w:p>
    <w:p w14:paraId="0A6633FC" w14:textId="36BFFBE3" w:rsidR="007E4137" w:rsidRPr="007E4137" w:rsidRDefault="00510700" w:rsidP="00510700">
      <w:pPr>
        <w:pStyle w:val="Prrafo"/>
        <w:tabs>
          <w:tab w:val="left" w:pos="8789"/>
        </w:tabs>
        <w:ind w:left="426"/>
        <w:rPr>
          <w:rFonts w:cs="Arial"/>
          <w:b/>
          <w:iCs/>
        </w:rPr>
      </w:pPr>
      <w:r>
        <w:rPr>
          <w:rFonts w:cs="Arial"/>
          <w:b/>
          <w:iCs/>
        </w:rPr>
        <w:t xml:space="preserve">9.6 </w:t>
      </w:r>
      <w:r w:rsidR="007E4137" w:rsidRPr="007E4137">
        <w:rPr>
          <w:rFonts w:cs="Arial"/>
          <w:b/>
          <w:iCs/>
        </w:rPr>
        <w:t>Poder de dirección.</w:t>
      </w:r>
    </w:p>
    <w:p w14:paraId="0DE50106" w14:textId="77777777" w:rsidR="007E4137" w:rsidRPr="007E4137" w:rsidRDefault="007E4137" w:rsidP="00A952B9">
      <w:pPr>
        <w:pStyle w:val="Prrafo"/>
        <w:tabs>
          <w:tab w:val="left" w:pos="8789"/>
        </w:tabs>
        <w:ind w:left="426"/>
        <w:rPr>
          <w:rFonts w:cs="Arial"/>
          <w:iCs/>
        </w:rPr>
      </w:pPr>
      <w:r w:rsidRPr="007E4137">
        <w:rPr>
          <w:rFonts w:cs="Arial"/>
          <w:iCs/>
        </w:rPr>
        <w:t>(El licitador) declara que se compromete a ejercer de modo real, efectivo y periódico el poder de dirección inherente a todo empresario en relación con sus trabajadores, asumiendo la negociación y pago de los salarios, la concesión de permisos, licencias y vacaciones, sustituciones, obligaciones legales en materia de prevención de riesgos laborales, imposición -cuando proceda- de sanciones disciplinarias, y cuantos efectos de Seguridad Social se deriven, en particular el abono de cotizaciones y el pago de prestaciones, y cuantos derechos y obligaciones se deriven de la relación contractual entre empleado y empleador.</w:t>
      </w:r>
    </w:p>
    <w:p w14:paraId="2ED0ED06" w14:textId="67B372EF" w:rsidR="007E4137" w:rsidRDefault="007E4137" w:rsidP="00A952B9">
      <w:pPr>
        <w:pStyle w:val="Prrafo"/>
        <w:tabs>
          <w:tab w:val="left" w:pos="8789"/>
        </w:tabs>
        <w:ind w:left="426"/>
        <w:rPr>
          <w:rFonts w:cs="Arial"/>
          <w:sz w:val="20"/>
        </w:rPr>
      </w:pPr>
    </w:p>
    <w:p w14:paraId="30FB98D0" w14:textId="77777777" w:rsidR="007E4137" w:rsidRPr="007E4137" w:rsidRDefault="007E4137" w:rsidP="007E4137">
      <w:pPr>
        <w:pStyle w:val="Prrafo"/>
        <w:rPr>
          <w:rFonts w:cs="Arial"/>
          <w:lang w:val="es-ES"/>
        </w:rPr>
      </w:pPr>
      <w:r w:rsidRPr="007E4137">
        <w:rPr>
          <w:rFonts w:cs="Arial"/>
          <w:lang w:val="es-ES"/>
        </w:rPr>
        <w:t>Y para que conste y surta los efectos oportunos, se expide y firma la presente declaración en   …………. a ………de     ………de 20</w:t>
      </w:r>
    </w:p>
    <w:p w14:paraId="3BFA1931" w14:textId="77777777" w:rsidR="00510700" w:rsidRDefault="00510700" w:rsidP="00510700">
      <w:pPr>
        <w:tabs>
          <w:tab w:val="left" w:pos="8789"/>
        </w:tabs>
        <w:spacing w:after="100" w:afterAutospacing="1"/>
        <w:ind w:right="612"/>
        <w:rPr>
          <w:rFonts w:ascii="Arial" w:hAnsi="Arial" w:cs="Arial"/>
          <w:color w:val="000000" w:themeColor="text1"/>
          <w:szCs w:val="22"/>
        </w:rPr>
      </w:pPr>
    </w:p>
    <w:p w14:paraId="622560FD" w14:textId="3B326DC9" w:rsidR="007E4137" w:rsidRDefault="00510700" w:rsidP="00510700">
      <w:pPr>
        <w:pStyle w:val="Prrafo"/>
        <w:tabs>
          <w:tab w:val="left" w:pos="8789"/>
        </w:tabs>
        <w:jc w:val="center"/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>Fdo. …………………………………</w:t>
      </w:r>
    </w:p>
    <w:p w14:paraId="18AA880C" w14:textId="77777777" w:rsidR="00510700" w:rsidRPr="00243212" w:rsidRDefault="00510700" w:rsidP="00510700">
      <w:pPr>
        <w:pStyle w:val="Prrafo"/>
        <w:tabs>
          <w:tab w:val="left" w:pos="8789"/>
        </w:tabs>
        <w:jc w:val="center"/>
        <w:rPr>
          <w:rFonts w:cs="Arial"/>
          <w:sz w:val="20"/>
        </w:rPr>
      </w:pPr>
    </w:p>
    <w:sectPr w:rsidR="00510700" w:rsidRPr="00243212" w:rsidSect="00EC4F5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D8CA4" w14:textId="77777777" w:rsidR="00561658" w:rsidRDefault="00561658">
      <w:r>
        <w:separator/>
      </w:r>
    </w:p>
  </w:endnote>
  <w:endnote w:type="continuationSeparator" w:id="0">
    <w:p w14:paraId="0E894DF5" w14:textId="77777777" w:rsidR="00561658" w:rsidRDefault="0056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02311" w14:textId="77777777" w:rsidR="00561658" w:rsidRDefault="00561658">
      <w:r>
        <w:separator/>
      </w:r>
    </w:p>
  </w:footnote>
  <w:footnote w:type="continuationSeparator" w:id="0">
    <w:p w14:paraId="3DEB610B" w14:textId="77777777" w:rsidR="00561658" w:rsidRDefault="00561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72509A20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79A18F50" w:rsidR="004F57AA" w:rsidRDefault="0032407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C29E6C" wp14:editId="2EE59839">
              <wp:simplePos x="0" y="0"/>
              <wp:positionH relativeFrom="column">
                <wp:posOffset>5462270</wp:posOffset>
              </wp:positionH>
              <wp:positionV relativeFrom="paragraph">
                <wp:posOffset>24927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506C31" id="Rectangle 10" o:spid="_x0000_s1026" style="position:absolute;margin-left:430.1pt;margin-top:1.95pt;width:121.3pt;height:1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Pk/aTbdAAAACQEAAA8AAAAAAAAAAAAAAAAAQAQAAGRycy9kb3ducmV2Lnht&#10;bFBLBQYAAAAABAAEAPMAAABKBQAAAAA=&#10;" fillcolor="silver" stroked="f"/>
          </w:pict>
        </mc:Fallback>
      </mc:AlternateContent>
    </w:r>
  </w:p>
  <w:p w14:paraId="0D8ADE36" w14:textId="5CD2D176" w:rsidR="004F57AA" w:rsidRDefault="00324075" w:rsidP="00EC3995">
    <w:pPr>
      <w:pStyle w:val="Encabezado"/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01621A" wp14:editId="28647F0D">
              <wp:simplePos x="0" y="0"/>
              <wp:positionH relativeFrom="column">
                <wp:posOffset>5539740</wp:posOffset>
              </wp:positionH>
              <wp:positionV relativeFrom="paragraph">
                <wp:posOffset>91602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D77738" w14:textId="201B6D22" w:rsidR="00AD30BB" w:rsidRDefault="004522B2" w:rsidP="004F57AA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 xml:space="preserve">ORGANISMO AUTÓNOMO </w:t>
                          </w:r>
                          <w:r w:rsidR="00AD30BB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CENTRO NACIONAL</w:t>
                          </w:r>
                        </w:p>
                        <w:p w14:paraId="64054EFF" w14:textId="77777777" w:rsidR="00AD30BB" w:rsidRDefault="00AD30BB" w:rsidP="004F57AA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AB47A8F" w14:textId="77777777" w:rsidR="00AD30BB" w:rsidRDefault="00AD30BB" w:rsidP="004F57AA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01621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6.2pt;margin-top:7.2pt;width:99.2pt;height:4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" filled="f" stroked="f">
              <v:textbox inset="2mm">
                <w:txbxContent>
                  <w:p w14:paraId="0BD77738" w14:textId="201B6D22" w:rsidR="00AD30BB" w:rsidRDefault="004522B2" w:rsidP="004F57AA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 xml:space="preserve">ORGANISMO AUTÓNOMO </w:t>
                    </w:r>
                    <w:r w:rsidR="00AD30BB">
                      <w:rPr>
                        <w:rFonts w:ascii="GillSans" w:hAnsi="GillSans"/>
                        <w:sz w:val="14"/>
                        <w:lang w:val="es-ES_tradnl"/>
                      </w:rPr>
                      <w:t>CENTRO NACIONAL</w:t>
                    </w:r>
                  </w:p>
                  <w:p w14:paraId="64054EFF" w14:textId="77777777" w:rsidR="00AD30BB" w:rsidRDefault="00AD30BB" w:rsidP="004F57AA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AB47A8F" w14:textId="77777777" w:rsidR="00AD30BB" w:rsidRDefault="00AD30BB" w:rsidP="004F57AA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="0045299D"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54CA46F9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F6F42E" w14:textId="53574C7E" w:rsidR="00AD30BB" w:rsidRDefault="00AD30B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1160E"/>
    <w:multiLevelType w:val="hybridMultilevel"/>
    <w:tmpl w:val="09F69AC4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BC1F50"/>
    <w:multiLevelType w:val="hybridMultilevel"/>
    <w:tmpl w:val="94AC1462"/>
    <w:lvl w:ilvl="0" w:tplc="0C0A0015">
      <w:start w:val="1"/>
      <w:numFmt w:val="upperLetter"/>
      <w:lvlText w:val="%1."/>
      <w:lvlJc w:val="left"/>
      <w:pPr>
        <w:tabs>
          <w:tab w:val="num" w:pos="642"/>
        </w:tabs>
        <w:ind w:left="642" w:hanging="216"/>
      </w:p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306C64">
      <w:start w:val="1"/>
      <w:numFmt w:val="decimal"/>
      <w:lvlText w:val="%3."/>
      <w:lvlJc w:val="left"/>
      <w:pPr>
        <w:ind w:left="2160" w:hanging="360"/>
      </w:pPr>
      <w:rPr>
        <w:b/>
        <w:i w:val="0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55BC3"/>
    <w:multiLevelType w:val="multilevel"/>
    <w:tmpl w:val="0F0828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25D2B4B"/>
    <w:multiLevelType w:val="hybridMultilevel"/>
    <w:tmpl w:val="74CC3368"/>
    <w:lvl w:ilvl="0" w:tplc="B636CB1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9" w15:restartNumberingAfterBreak="0">
    <w:nsid w:val="17914C2A"/>
    <w:multiLevelType w:val="hybridMultilevel"/>
    <w:tmpl w:val="0AEA216E"/>
    <w:lvl w:ilvl="0" w:tplc="6CD22D66">
      <w:start w:val="4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63A5A"/>
    <w:multiLevelType w:val="multilevel"/>
    <w:tmpl w:val="8ACE90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5" w:hanging="40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14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5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7" w15:restartNumberingAfterBreak="0">
    <w:nsid w:val="3831655C"/>
    <w:multiLevelType w:val="multilevel"/>
    <w:tmpl w:val="8918D824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8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C6A1F"/>
    <w:multiLevelType w:val="hybridMultilevel"/>
    <w:tmpl w:val="11565EB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846C4B"/>
    <w:multiLevelType w:val="hybridMultilevel"/>
    <w:tmpl w:val="92F66114"/>
    <w:lvl w:ilvl="0" w:tplc="ED58D41E">
      <w:start w:val="6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45549A"/>
    <w:multiLevelType w:val="hybridMultilevel"/>
    <w:tmpl w:val="E55EFC12"/>
    <w:lvl w:ilvl="0" w:tplc="A8C62804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ED6D62"/>
    <w:multiLevelType w:val="hybridMultilevel"/>
    <w:tmpl w:val="09F69AC4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8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85683711">
    <w:abstractNumId w:val="10"/>
  </w:num>
  <w:num w:numId="2" w16cid:durableId="1504776597">
    <w:abstractNumId w:val="38"/>
  </w:num>
  <w:num w:numId="3" w16cid:durableId="871577224">
    <w:abstractNumId w:val="27"/>
  </w:num>
  <w:num w:numId="4" w16cid:durableId="890844624">
    <w:abstractNumId w:val="22"/>
  </w:num>
  <w:num w:numId="5" w16cid:durableId="1452088173">
    <w:abstractNumId w:val="3"/>
  </w:num>
  <w:num w:numId="6" w16cid:durableId="1244072270">
    <w:abstractNumId w:val="24"/>
  </w:num>
  <w:num w:numId="7" w16cid:durableId="1102530443">
    <w:abstractNumId w:val="31"/>
  </w:num>
  <w:num w:numId="8" w16cid:durableId="1528788169">
    <w:abstractNumId w:val="29"/>
  </w:num>
  <w:num w:numId="9" w16cid:durableId="443960483">
    <w:abstractNumId w:val="34"/>
  </w:num>
  <w:num w:numId="10" w16cid:durableId="1878813257">
    <w:abstractNumId w:val="15"/>
  </w:num>
  <w:num w:numId="11" w16cid:durableId="490096881">
    <w:abstractNumId w:val="25"/>
  </w:num>
  <w:num w:numId="12" w16cid:durableId="15623590">
    <w:abstractNumId w:val="30"/>
  </w:num>
  <w:num w:numId="13" w16cid:durableId="990404405">
    <w:abstractNumId w:val="4"/>
  </w:num>
  <w:num w:numId="14" w16cid:durableId="664406190">
    <w:abstractNumId w:val="16"/>
  </w:num>
  <w:num w:numId="15" w16cid:durableId="482935604">
    <w:abstractNumId w:val="13"/>
  </w:num>
  <w:num w:numId="16" w16cid:durableId="1973708533">
    <w:abstractNumId w:val="36"/>
  </w:num>
  <w:num w:numId="17" w16cid:durableId="348221595">
    <w:abstractNumId w:val="14"/>
  </w:num>
  <w:num w:numId="18" w16cid:durableId="1549292677">
    <w:abstractNumId w:val="2"/>
  </w:num>
  <w:num w:numId="19" w16cid:durableId="2057459943">
    <w:abstractNumId w:val="26"/>
  </w:num>
  <w:num w:numId="20" w16cid:durableId="557515208">
    <w:abstractNumId w:val="37"/>
  </w:num>
  <w:num w:numId="21" w16cid:durableId="1946384700">
    <w:abstractNumId w:val="8"/>
  </w:num>
  <w:num w:numId="22" w16cid:durableId="844899199">
    <w:abstractNumId w:val="28"/>
  </w:num>
  <w:num w:numId="23" w16cid:durableId="615870527">
    <w:abstractNumId w:val="32"/>
  </w:num>
  <w:num w:numId="24" w16cid:durableId="1633751730">
    <w:abstractNumId w:val="18"/>
  </w:num>
  <w:num w:numId="25" w16cid:durableId="659817837">
    <w:abstractNumId w:val="33"/>
  </w:num>
  <w:num w:numId="26" w16cid:durableId="883442366">
    <w:abstractNumId w:val="23"/>
  </w:num>
  <w:num w:numId="27" w16cid:durableId="1330403600">
    <w:abstractNumId w:val="39"/>
  </w:num>
  <w:num w:numId="28" w16cid:durableId="1077509801">
    <w:abstractNumId w:val="7"/>
  </w:num>
  <w:num w:numId="29" w16cid:durableId="1438210103">
    <w:abstractNumId w:val="35"/>
  </w:num>
  <w:num w:numId="30" w16cid:durableId="1587835443">
    <w:abstractNumId w:val="1"/>
  </w:num>
  <w:num w:numId="31" w16cid:durableId="2121945261">
    <w:abstractNumId w:val="20"/>
  </w:num>
  <w:num w:numId="32" w16cid:durableId="593395152">
    <w:abstractNumId w:val="11"/>
  </w:num>
  <w:num w:numId="33" w16cid:durableId="1591305416">
    <w:abstractNumId w:val="19"/>
  </w:num>
  <w:num w:numId="34" w16cid:durableId="1208032432">
    <w:abstractNumId w:val="21"/>
  </w:num>
  <w:num w:numId="35" w16cid:durableId="1408965287">
    <w:abstractNumId w:val="0"/>
  </w:num>
  <w:num w:numId="36" w16cid:durableId="5951399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56849656">
    <w:abstractNumId w:val="13"/>
  </w:num>
  <w:num w:numId="38" w16cid:durableId="1909799681">
    <w:abstractNumId w:val="5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9" w16cid:durableId="1918660858">
    <w:abstractNumId w:val="17"/>
    <w:lvlOverride w:ilvl="0">
      <w:startOverride w:val="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31974427">
    <w:abstractNumId w:val="9"/>
  </w:num>
  <w:num w:numId="41" w16cid:durableId="16128596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83A68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20355"/>
    <w:rsid w:val="001318E8"/>
    <w:rsid w:val="00150461"/>
    <w:rsid w:val="00164FA2"/>
    <w:rsid w:val="00166736"/>
    <w:rsid w:val="00180EFE"/>
    <w:rsid w:val="001810FA"/>
    <w:rsid w:val="001973C6"/>
    <w:rsid w:val="001D6CC4"/>
    <w:rsid w:val="001E164E"/>
    <w:rsid w:val="00235DAF"/>
    <w:rsid w:val="00243212"/>
    <w:rsid w:val="0025719A"/>
    <w:rsid w:val="00263499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24075"/>
    <w:rsid w:val="00347EC4"/>
    <w:rsid w:val="00353A00"/>
    <w:rsid w:val="00357F8F"/>
    <w:rsid w:val="00362FFA"/>
    <w:rsid w:val="00363211"/>
    <w:rsid w:val="00367D08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6F31"/>
    <w:rsid w:val="004F4549"/>
    <w:rsid w:val="004F57AA"/>
    <w:rsid w:val="004F7465"/>
    <w:rsid w:val="00510700"/>
    <w:rsid w:val="0051254E"/>
    <w:rsid w:val="00513977"/>
    <w:rsid w:val="0053189C"/>
    <w:rsid w:val="00561658"/>
    <w:rsid w:val="00584C3F"/>
    <w:rsid w:val="005953E1"/>
    <w:rsid w:val="005A11A5"/>
    <w:rsid w:val="005A519F"/>
    <w:rsid w:val="005E2679"/>
    <w:rsid w:val="006469C6"/>
    <w:rsid w:val="0065013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E4137"/>
    <w:rsid w:val="007F1D0F"/>
    <w:rsid w:val="007F7FFD"/>
    <w:rsid w:val="0080465A"/>
    <w:rsid w:val="00807C02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B6FF0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84778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046B"/>
    <w:rsid w:val="00A47BFF"/>
    <w:rsid w:val="00A77207"/>
    <w:rsid w:val="00A77C21"/>
    <w:rsid w:val="00A8409C"/>
    <w:rsid w:val="00A856C3"/>
    <w:rsid w:val="00A868F6"/>
    <w:rsid w:val="00A9256F"/>
    <w:rsid w:val="00A952B9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05EB9"/>
    <w:rsid w:val="00E12EF1"/>
    <w:rsid w:val="00E13E9D"/>
    <w:rsid w:val="00E21068"/>
    <w:rsid w:val="00E30C22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paragraph" w:customStyle="1" w:styleId="Prrafo">
    <w:name w:val="Párrafo"/>
    <w:basedOn w:val="Textoindependiente"/>
    <w:link w:val="PrrafoCar"/>
    <w:uiPriority w:val="99"/>
    <w:qFormat/>
    <w:rsid w:val="00243212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rsid w:val="00243212"/>
    <w:rPr>
      <w:rFonts w:ascii="Arial" w:hAnsi="Arial"/>
      <w:sz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35</TotalTime>
  <Pages>3</Pages>
  <Words>864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5747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Ana Belén Torres Fustes</cp:lastModifiedBy>
  <cp:revision>9</cp:revision>
  <cp:lastPrinted>2022-03-16T11:46:00Z</cp:lastPrinted>
  <dcterms:created xsi:type="dcterms:W3CDTF">2022-06-09T07:17:00Z</dcterms:created>
  <dcterms:modified xsi:type="dcterms:W3CDTF">2022-09-28T07:39:00Z</dcterms:modified>
</cp:coreProperties>
</file>